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3B2" w:rsidRDefault="002D43B2">
      <w:pPr>
        <w:pStyle w:val="a5"/>
        <w:tabs>
          <w:tab w:val="clear" w:pos="4153"/>
          <w:tab w:val="clear" w:pos="8306"/>
        </w:tabs>
      </w:pPr>
    </w:p>
    <w:p w:rsidR="002D43B2" w:rsidRPr="000313CD" w:rsidRDefault="00E954E7" w:rsidP="000313CD">
      <w:pPr>
        <w:spacing w:line="276" w:lineRule="auto"/>
        <w:ind w:firstLine="0"/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8908E06" wp14:editId="4CA551AC">
                <wp:simplePos x="0" y="0"/>
                <wp:positionH relativeFrom="page">
                  <wp:posOffset>895350</wp:posOffset>
                </wp:positionH>
                <wp:positionV relativeFrom="page">
                  <wp:posOffset>981075</wp:posOffset>
                </wp:positionV>
                <wp:extent cx="5922010" cy="1247775"/>
                <wp:effectExtent l="0" t="0" r="2540" b="9525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2010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4137" w:rsidRDefault="0055314D" w:rsidP="0055314D">
                            <w:pPr>
                              <w:spacing w:line="360" w:lineRule="auto"/>
                              <w:ind w:firstLine="0"/>
                              <w:contextualSpacing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  <w:t>ВЕРИФИКАЦИЯ РАСЧЁТНОЙ МОДЕЛИ ТУРБИНЫ И ИССЛЕДОВАНИЕ ВЛИЯНИЯ ВЕЛИЧИНЫ РАДИАЛЬ</w:t>
                            </w:r>
                            <w:r w:rsidR="001F221F"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  <w:t>НОГО ЗАЗОРА НА ХАРАКТЕР ТЕЧЕНИЯ</w:t>
                            </w:r>
                          </w:p>
                          <w:p w:rsidR="0055314D" w:rsidRDefault="0055314D" w:rsidP="0055314D">
                            <w:pPr>
                              <w:contextualSpacing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:rsidR="0055314D" w:rsidRPr="0055314D" w:rsidRDefault="0055314D" w:rsidP="0055314D">
                            <w:pPr>
                              <w:spacing w:line="360" w:lineRule="auto"/>
                              <w:ind w:firstLine="0"/>
                              <w:jc w:val="center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  <w:r w:rsidRPr="0055314D">
                              <w:rPr>
                                <w:sz w:val="22"/>
                                <w:szCs w:val="22"/>
                                <w:lang w:val="ru-RU"/>
                              </w:rPr>
                              <w:t>П.В. Шибалова</w:t>
                            </w:r>
                            <w:r w:rsidR="000313CD">
                              <w:rPr>
                                <w:sz w:val="22"/>
                                <w:szCs w:val="22"/>
                                <w:lang w:val="ru-RU"/>
                              </w:rPr>
                              <w:t>, Д.В. Ворошнин</w:t>
                            </w:r>
                          </w:p>
                          <w:p w:rsidR="0055314D" w:rsidRPr="0055314D" w:rsidRDefault="000313CD" w:rsidP="000313CD">
                            <w:pPr>
                              <w:spacing w:line="276" w:lineRule="auto"/>
                              <w:ind w:firstLine="0"/>
                              <w:jc w:val="center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r w:rsidR="0055314D" w:rsidRPr="0055314D">
                              <w:rPr>
                                <w:sz w:val="22"/>
                                <w:szCs w:val="22"/>
                                <w:lang w:val="ru-RU"/>
                              </w:rPr>
                              <w:t>ООО «НУМЕКА»</w:t>
                            </w:r>
                            <w:r w:rsidR="0055314D">
                              <w:rPr>
                                <w:sz w:val="22"/>
                                <w:szCs w:val="22"/>
                                <w:lang w:val="ru-RU"/>
                              </w:rPr>
                              <w:t>, Санкт-Петербург</w:t>
                            </w:r>
                          </w:p>
                          <w:p w:rsidR="0055314D" w:rsidRPr="0055314D" w:rsidRDefault="0055314D" w:rsidP="0055314D">
                            <w:pPr>
                              <w:spacing w:line="360" w:lineRule="auto"/>
                              <w:ind w:firstLine="0"/>
                              <w:contextualSpacing/>
                              <w:jc w:val="center"/>
                              <w:rPr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908E0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5pt;margin-top:77.25pt;width:466.3pt;height:98.2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2aDrAIAAKo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" o:allowincell="f" filled="f" stroked="f">
                <v:textbox inset="0,0,0,0">
                  <w:txbxContent>
                    <w:p w:rsidR="00354137" w:rsidRDefault="0055314D" w:rsidP="0055314D">
                      <w:pPr>
                        <w:spacing w:line="360" w:lineRule="auto"/>
                        <w:ind w:firstLine="0"/>
                        <w:contextualSpacing/>
                        <w:jc w:val="center"/>
                        <w:rPr>
                          <w:b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ru-RU"/>
                        </w:rPr>
                        <w:t>ВЕРИФИКАЦИЯ РАСЧЁТНОЙ МОДЕЛИ ТУРБИНЫ И ИССЛЕДОВАНИЕ ВЛИЯНИЯ ВЕЛИЧИНЫ РАДИАЛЬ</w:t>
                      </w:r>
                      <w:r w:rsidR="001F221F">
                        <w:rPr>
                          <w:b/>
                          <w:sz w:val="24"/>
                          <w:szCs w:val="24"/>
                          <w:lang w:val="ru-RU"/>
                        </w:rPr>
                        <w:t>НОГО ЗАЗОРА НА ХАРАКТЕР ТЕЧЕНИЯ</w:t>
                      </w:r>
                    </w:p>
                    <w:p w:rsidR="0055314D" w:rsidRDefault="0055314D" w:rsidP="0055314D">
                      <w:pPr>
                        <w:contextualSpacing/>
                        <w:jc w:val="center"/>
                        <w:rPr>
                          <w:b/>
                          <w:sz w:val="24"/>
                          <w:szCs w:val="24"/>
                          <w:lang w:val="ru-RU"/>
                        </w:rPr>
                      </w:pPr>
                    </w:p>
                    <w:p w:rsidR="0055314D" w:rsidRPr="0055314D" w:rsidRDefault="0055314D" w:rsidP="0055314D">
                      <w:pPr>
                        <w:spacing w:line="360" w:lineRule="auto"/>
                        <w:ind w:firstLine="0"/>
                        <w:jc w:val="center"/>
                        <w:rPr>
                          <w:sz w:val="22"/>
                          <w:szCs w:val="22"/>
                          <w:lang w:val="ru-RU"/>
                        </w:rPr>
                      </w:pPr>
                      <w:r w:rsidRPr="0055314D">
                        <w:rPr>
                          <w:sz w:val="22"/>
                          <w:szCs w:val="22"/>
                          <w:lang w:val="ru-RU"/>
                        </w:rPr>
                        <w:t>П.В. Шибалова</w:t>
                      </w:r>
                      <w:r w:rsidR="000313CD">
                        <w:rPr>
                          <w:sz w:val="22"/>
                          <w:szCs w:val="22"/>
                          <w:lang w:val="ru-RU"/>
                        </w:rPr>
                        <w:t>, Д.В. Ворошнин</w:t>
                      </w:r>
                    </w:p>
                    <w:p w:rsidR="0055314D" w:rsidRPr="0055314D" w:rsidRDefault="000313CD" w:rsidP="000313CD">
                      <w:pPr>
                        <w:spacing w:line="276" w:lineRule="auto"/>
                        <w:ind w:firstLine="0"/>
                        <w:jc w:val="center"/>
                        <w:rPr>
                          <w:sz w:val="22"/>
                          <w:szCs w:val="22"/>
                          <w:lang w:val="ru-RU"/>
                        </w:rPr>
                      </w:pPr>
                      <w:r>
                        <w:rPr>
                          <w:sz w:val="22"/>
                          <w:szCs w:val="22"/>
                          <w:lang w:val="ru-RU"/>
                        </w:rPr>
                        <w:t xml:space="preserve"> </w:t>
                      </w:r>
                      <w:r w:rsidR="0055314D" w:rsidRPr="0055314D">
                        <w:rPr>
                          <w:sz w:val="22"/>
                          <w:szCs w:val="22"/>
                          <w:lang w:val="ru-RU"/>
                        </w:rPr>
                        <w:t>ООО «НУМЕКА»</w:t>
                      </w:r>
                      <w:r w:rsidR="0055314D">
                        <w:rPr>
                          <w:sz w:val="22"/>
                          <w:szCs w:val="22"/>
                          <w:lang w:val="ru-RU"/>
                        </w:rPr>
                        <w:t>, Санкт-Петербург</w:t>
                      </w:r>
                    </w:p>
                    <w:p w:rsidR="0055314D" w:rsidRPr="0055314D" w:rsidRDefault="0055314D" w:rsidP="0055314D">
                      <w:pPr>
                        <w:spacing w:line="360" w:lineRule="auto"/>
                        <w:ind w:firstLine="0"/>
                        <w:contextualSpacing/>
                        <w:jc w:val="center"/>
                        <w:rPr>
                          <w:sz w:val="24"/>
                          <w:szCs w:val="24"/>
                          <w:lang w:val="ru-RU"/>
                        </w:rPr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:rsidR="002D43B2" w:rsidRPr="000313CD" w:rsidRDefault="002D43B2" w:rsidP="000313CD">
      <w:pPr>
        <w:spacing w:line="276" w:lineRule="auto"/>
        <w:ind w:firstLine="0"/>
        <w:rPr>
          <w:lang w:val="ru-RU"/>
        </w:rPr>
        <w:sectPr w:rsidR="002D43B2" w:rsidRPr="000313CD" w:rsidSect="00E954E7">
          <w:headerReference w:type="default" r:id="rId8"/>
          <w:footerReference w:type="even" r:id="rId9"/>
          <w:type w:val="continuous"/>
          <w:pgSz w:w="11907" w:h="16840" w:code="9"/>
          <w:pgMar w:top="709" w:right="992" w:bottom="1247" w:left="992" w:header="426" w:footer="850" w:gutter="0"/>
          <w:pgNumType w:chapStyle="1" w:chapSep="period"/>
          <w:cols w:space="720"/>
          <w:docGrid w:linePitch="326"/>
        </w:sectPr>
      </w:pPr>
    </w:p>
    <w:p w:rsidR="00165A4B" w:rsidRPr="00734D79" w:rsidRDefault="00734D79" w:rsidP="00C16D73">
      <w:pPr>
        <w:pStyle w:val="2"/>
        <w:spacing w:line="276" w:lineRule="auto"/>
        <w:rPr>
          <w:lang w:val="ru-RU"/>
        </w:rPr>
      </w:pPr>
      <w:r>
        <w:rPr>
          <w:lang w:val="ru-RU"/>
        </w:rPr>
        <w:t xml:space="preserve">1 </w:t>
      </w:r>
      <w:r w:rsidR="000C2380" w:rsidRPr="00734D79">
        <w:rPr>
          <w:lang w:val="ru-RU"/>
        </w:rPr>
        <w:t>Введение</w:t>
      </w:r>
      <w:r w:rsidR="00165A4B" w:rsidRPr="00734D79">
        <w:rPr>
          <w:lang w:val="ru-RU"/>
        </w:rPr>
        <w:t xml:space="preserve"> </w:t>
      </w:r>
    </w:p>
    <w:p w:rsidR="001F221F" w:rsidRPr="000313CD" w:rsidRDefault="000313CD" w:rsidP="000313CD">
      <w:pPr>
        <w:spacing w:line="276" w:lineRule="auto"/>
        <w:rPr>
          <w:rFonts w:eastAsia="Calibri"/>
          <w:lang w:val="ru-RU"/>
        </w:rPr>
      </w:pPr>
      <w:r>
        <w:rPr>
          <w:lang w:val="ru-RU"/>
        </w:rPr>
        <w:t>Целью работы является</w:t>
      </w:r>
      <w:r w:rsidR="002857BA" w:rsidRPr="002857BA">
        <w:rPr>
          <w:lang w:val="ru-RU"/>
        </w:rPr>
        <w:t xml:space="preserve"> </w:t>
      </w:r>
      <w:r w:rsidR="002857BA">
        <w:rPr>
          <w:lang w:val="ru-RU"/>
        </w:rPr>
        <w:t xml:space="preserve">создание расчётной модели ступени турбины, </w:t>
      </w:r>
      <w:r w:rsidR="001F221F" w:rsidRPr="001F221F">
        <w:rPr>
          <w:lang w:val="ru-RU"/>
        </w:rPr>
        <w:t xml:space="preserve">изучение влияния величины радиального зазора рабочей лопатки на интегральные </w:t>
      </w:r>
      <w:r w:rsidR="00670758">
        <w:rPr>
          <w:lang w:val="ru-RU"/>
        </w:rPr>
        <w:t>параметры</w:t>
      </w:r>
      <w:r w:rsidR="001F221F" w:rsidRPr="001F221F">
        <w:rPr>
          <w:lang w:val="ru-RU"/>
        </w:rPr>
        <w:t xml:space="preserve"> и характер течения</w:t>
      </w:r>
      <w:r>
        <w:rPr>
          <w:lang w:val="ru-RU"/>
        </w:rPr>
        <w:t xml:space="preserve">. </w:t>
      </w:r>
      <w:r w:rsidR="00670758">
        <w:rPr>
          <w:rFonts w:eastAsia="Calibri"/>
          <w:lang w:val="ru-RU"/>
        </w:rPr>
        <w:t xml:space="preserve"> В работе и</w:t>
      </w:r>
      <w:r>
        <w:rPr>
          <w:rFonts w:eastAsia="Calibri"/>
          <w:lang w:val="ru-RU"/>
        </w:rPr>
        <w:t>с</w:t>
      </w:r>
      <w:r w:rsidR="001F221F" w:rsidRPr="001F221F">
        <w:rPr>
          <w:rFonts w:eastAsia="Calibri"/>
          <w:lang w:val="ru-RU"/>
        </w:rPr>
        <w:t>след</w:t>
      </w:r>
      <w:r>
        <w:rPr>
          <w:rFonts w:eastAsia="Calibri"/>
          <w:lang w:val="ru-RU"/>
        </w:rPr>
        <w:t>уется</w:t>
      </w:r>
      <w:r w:rsidR="001F221F" w:rsidRPr="001F221F">
        <w:rPr>
          <w:rFonts w:eastAsia="Calibri"/>
          <w:lang w:val="ru-RU"/>
        </w:rPr>
        <w:t xml:space="preserve"> сеточн</w:t>
      </w:r>
      <w:r>
        <w:rPr>
          <w:rFonts w:eastAsia="Calibri"/>
          <w:lang w:val="ru-RU"/>
        </w:rPr>
        <w:t>ая</w:t>
      </w:r>
      <w:r w:rsidR="001F221F" w:rsidRPr="001F221F">
        <w:rPr>
          <w:rFonts w:eastAsia="Calibri"/>
          <w:lang w:val="ru-RU"/>
        </w:rPr>
        <w:t xml:space="preserve"> сходимост</w:t>
      </w:r>
      <w:r>
        <w:rPr>
          <w:rFonts w:eastAsia="Calibri"/>
          <w:lang w:val="ru-RU"/>
        </w:rPr>
        <w:t>ь</w:t>
      </w:r>
      <w:r w:rsidR="001F221F" w:rsidRPr="001F221F">
        <w:rPr>
          <w:rFonts w:eastAsia="Calibri"/>
          <w:lang w:val="ru-RU"/>
        </w:rPr>
        <w:t>, анализ</w:t>
      </w:r>
      <w:r>
        <w:rPr>
          <w:rFonts w:eastAsia="Calibri"/>
          <w:lang w:val="ru-RU"/>
        </w:rPr>
        <w:t>ируется</w:t>
      </w:r>
      <w:r w:rsidR="001F221F" w:rsidRPr="001F221F">
        <w:rPr>
          <w:rFonts w:eastAsia="Calibri"/>
          <w:lang w:val="ru-RU"/>
        </w:rPr>
        <w:t xml:space="preserve"> влияни</w:t>
      </w:r>
      <w:r>
        <w:rPr>
          <w:rFonts w:eastAsia="Calibri"/>
          <w:lang w:val="ru-RU"/>
        </w:rPr>
        <w:t>е</w:t>
      </w:r>
      <w:r w:rsidR="001F221F" w:rsidRPr="001F221F">
        <w:rPr>
          <w:rFonts w:eastAsia="Calibri"/>
          <w:lang w:val="ru-RU"/>
        </w:rPr>
        <w:t xml:space="preserve"> модели турбулентности, </w:t>
      </w:r>
      <w:r>
        <w:rPr>
          <w:rFonts w:eastAsia="Calibri"/>
          <w:lang w:val="ru-RU"/>
        </w:rPr>
        <w:t>результаты</w:t>
      </w:r>
      <w:r w:rsidR="001F221F" w:rsidRPr="001F221F">
        <w:rPr>
          <w:rFonts w:eastAsia="Calibri"/>
          <w:lang w:val="ru-RU"/>
        </w:rPr>
        <w:t xml:space="preserve"> расчетных </w:t>
      </w:r>
      <w:r>
        <w:rPr>
          <w:rFonts w:eastAsia="Calibri"/>
          <w:lang w:val="ru-RU"/>
        </w:rPr>
        <w:t>исследований сравниваются</w:t>
      </w:r>
      <w:r w:rsidR="001F221F" w:rsidRPr="001F221F">
        <w:rPr>
          <w:rFonts w:eastAsia="Calibri"/>
          <w:lang w:val="ru-RU"/>
        </w:rPr>
        <w:t xml:space="preserve"> с экспериментальными</w:t>
      </w:r>
      <w:r w:rsidR="001F221F" w:rsidRPr="001F221F">
        <w:rPr>
          <w:lang w:val="ru-RU"/>
        </w:rPr>
        <w:t>.</w:t>
      </w:r>
    </w:p>
    <w:p w:rsidR="001F221F" w:rsidRDefault="001F221F" w:rsidP="001F221F">
      <w:pPr>
        <w:pStyle w:val="2"/>
        <w:rPr>
          <w:lang w:val="ru-RU"/>
        </w:rPr>
      </w:pPr>
      <w:r>
        <w:rPr>
          <w:lang w:val="ru-RU"/>
        </w:rPr>
        <w:t>2 Результаты</w:t>
      </w:r>
    </w:p>
    <w:p w:rsidR="002857BA" w:rsidRDefault="001F221F" w:rsidP="00315A6D">
      <w:pPr>
        <w:spacing w:line="276" w:lineRule="auto"/>
        <w:rPr>
          <w:lang w:val="ru-RU"/>
        </w:rPr>
      </w:pPr>
      <w:r w:rsidRPr="001F221F">
        <w:rPr>
          <w:lang w:val="ru-RU"/>
        </w:rPr>
        <w:t>В рамках задачи построена расчётная модель газовой турбины</w:t>
      </w:r>
      <w:r w:rsidR="000313CD">
        <w:rPr>
          <w:lang w:val="ru-RU"/>
        </w:rPr>
        <w:t xml:space="preserve"> (рис.1)</w:t>
      </w:r>
      <w:r w:rsidRPr="001F221F">
        <w:rPr>
          <w:lang w:val="ru-RU"/>
        </w:rPr>
        <w:t xml:space="preserve"> в ПК </w:t>
      </w:r>
      <w:r w:rsidR="000313CD">
        <w:t>Numeca</w:t>
      </w:r>
      <w:r w:rsidR="000313CD" w:rsidRPr="000313CD">
        <w:rPr>
          <w:lang w:val="ru-RU"/>
        </w:rPr>
        <w:t xml:space="preserve"> </w:t>
      </w:r>
      <w:r w:rsidRPr="001F221F">
        <w:t>Fine</w:t>
      </w:r>
      <w:r w:rsidR="000313CD" w:rsidRPr="000313CD">
        <w:rPr>
          <w:lang w:val="ru-RU"/>
        </w:rPr>
        <w:t>/</w:t>
      </w:r>
      <w:r w:rsidRPr="001F221F">
        <w:t>Turbo</w:t>
      </w:r>
      <w:r w:rsidR="000313CD">
        <w:rPr>
          <w:lang w:val="ru-RU"/>
        </w:rPr>
        <w:t>.</w:t>
      </w:r>
    </w:p>
    <w:p w:rsidR="002857BA" w:rsidRDefault="002857BA" w:rsidP="002857BA">
      <w:pPr>
        <w:spacing w:line="276" w:lineRule="auto"/>
        <w:ind w:firstLine="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2816352" cy="1192297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76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6" t="14821" r="4364" b="11962"/>
                    <a:stretch/>
                  </pic:blipFill>
                  <pic:spPr bwMode="auto">
                    <a:xfrm>
                      <a:off x="0" y="0"/>
                      <a:ext cx="2829825" cy="11980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3853" w:rsidRDefault="001A3853" w:rsidP="001A3853">
      <w:pPr>
        <w:spacing w:line="276" w:lineRule="auto"/>
        <w:ind w:firstLine="0"/>
        <w:jc w:val="center"/>
        <w:rPr>
          <w:lang w:val="ru-RU"/>
        </w:rPr>
      </w:pPr>
      <w:r w:rsidRPr="001A3853">
        <w:rPr>
          <w:b/>
          <w:lang w:val="ru-RU"/>
        </w:rPr>
        <w:t>Рис. 1</w:t>
      </w:r>
      <w:r>
        <w:rPr>
          <w:lang w:val="ru-RU"/>
        </w:rPr>
        <w:t xml:space="preserve"> Геометрия турбины</w:t>
      </w:r>
    </w:p>
    <w:p w:rsidR="007E2538" w:rsidRDefault="002D3946" w:rsidP="000313CD">
      <w:pPr>
        <w:spacing w:line="276" w:lineRule="auto"/>
        <w:rPr>
          <w:lang w:val="ru-RU"/>
        </w:rPr>
      </w:pPr>
      <w:r w:rsidRPr="002D3946">
        <w:rPr>
          <w:lang w:val="ru-RU"/>
        </w:rPr>
        <w:t xml:space="preserve">Расчетная сетка - блочно-структурированная гексагональная, </w:t>
      </w:r>
      <w:r w:rsidR="00670758">
        <w:rPr>
          <w:lang w:val="ru-RU"/>
        </w:rPr>
        <w:t>полученная</w:t>
      </w:r>
      <w:r w:rsidRPr="002D3946">
        <w:rPr>
          <w:lang w:val="ru-RU"/>
        </w:rPr>
        <w:t xml:space="preserve"> с помощью специализированного сет</w:t>
      </w:r>
      <w:r w:rsidR="00DC5AC5">
        <w:rPr>
          <w:lang w:val="ru-RU"/>
        </w:rPr>
        <w:t>очного генератора</w:t>
      </w:r>
      <w:r w:rsidRPr="002D3946">
        <w:rPr>
          <w:lang w:val="ru-RU"/>
        </w:rPr>
        <w:t xml:space="preserve"> </w:t>
      </w:r>
      <w:proofErr w:type="spellStart"/>
      <w:r w:rsidRPr="00F35439">
        <w:t>AutoGrid</w:t>
      </w:r>
      <w:proofErr w:type="spellEnd"/>
      <w:r w:rsidRPr="002D3946">
        <w:rPr>
          <w:lang w:val="ru-RU"/>
        </w:rPr>
        <w:t xml:space="preserve">5.  </w:t>
      </w:r>
      <w:r w:rsidR="000313CD">
        <w:rPr>
          <w:lang w:val="ru-RU"/>
        </w:rPr>
        <w:t xml:space="preserve">Сеточная сходимость исследовалась на трёх сетках различной подробности. Параметры сеток представлены в таблице 1. </w:t>
      </w:r>
    </w:p>
    <w:p w:rsidR="00670758" w:rsidRDefault="00670758" w:rsidP="00670758">
      <w:pPr>
        <w:spacing w:line="276" w:lineRule="auto"/>
        <w:rPr>
          <w:lang w:val="ru-RU"/>
        </w:rPr>
      </w:pPr>
      <w:r>
        <w:rPr>
          <w:lang w:val="ru-RU" w:eastAsia="ru-RU"/>
        </w:rPr>
        <w:t>Р</w:t>
      </w:r>
      <w:r w:rsidRPr="001F221F">
        <w:rPr>
          <w:lang w:val="ru-RU" w:eastAsia="ru-RU"/>
        </w:rPr>
        <w:t xml:space="preserve">ешалась система уравнений </w:t>
      </w:r>
      <w:r w:rsidRPr="001F221F">
        <w:rPr>
          <w:lang w:eastAsia="ru-RU"/>
        </w:rPr>
        <w:t>RANS</w:t>
      </w:r>
      <w:r w:rsidRPr="001F221F">
        <w:rPr>
          <w:lang w:val="ru-RU" w:eastAsia="ru-RU"/>
        </w:rPr>
        <w:t>. Рабочее тело - термически совершенный газ</w:t>
      </w:r>
      <w:r>
        <w:rPr>
          <w:lang w:val="ru-RU" w:eastAsia="ru-RU"/>
        </w:rPr>
        <w:t xml:space="preserve">. </w:t>
      </w:r>
      <w:r w:rsidRPr="001F221F">
        <w:rPr>
          <w:lang w:val="ru-RU" w:eastAsia="ru-RU"/>
        </w:rPr>
        <w:t xml:space="preserve">Решение выполняется для одного межлопаточного канала с условиями периодичности на границах. На ротор-статор интерфейсах применяется граничное условие </w:t>
      </w:r>
      <w:r w:rsidRPr="001F221F">
        <w:rPr>
          <w:lang w:eastAsia="ru-RU"/>
        </w:rPr>
        <w:t>Mixing</w:t>
      </w:r>
      <w:r w:rsidRPr="001F221F">
        <w:rPr>
          <w:lang w:val="ru-RU" w:eastAsia="ru-RU"/>
        </w:rPr>
        <w:t xml:space="preserve"> </w:t>
      </w:r>
      <w:r w:rsidRPr="001F221F">
        <w:rPr>
          <w:lang w:eastAsia="ru-RU"/>
        </w:rPr>
        <w:t>Plane</w:t>
      </w:r>
      <w:r w:rsidRPr="001F221F">
        <w:rPr>
          <w:lang w:val="ru-RU" w:eastAsia="ru-RU"/>
        </w:rPr>
        <w:t>.</w:t>
      </w:r>
      <w:r w:rsidRPr="001F221F">
        <w:rPr>
          <w:lang w:val="ru-RU"/>
        </w:rPr>
        <w:t xml:space="preserve"> </w:t>
      </w:r>
      <w:r w:rsidRPr="001F221F">
        <w:rPr>
          <w:lang w:val="ru-RU" w:eastAsia="ru-RU"/>
        </w:rPr>
        <w:t xml:space="preserve">Рассматривались следующие модели турбулентности: </w:t>
      </w:r>
      <w:r w:rsidRPr="001F221F">
        <w:rPr>
          <w:lang w:eastAsia="ru-RU"/>
        </w:rPr>
        <w:t>k</w:t>
      </w:r>
      <w:r w:rsidRPr="001F221F">
        <w:rPr>
          <w:lang w:val="ru-RU" w:eastAsia="ru-RU"/>
        </w:rPr>
        <w:t>-</w:t>
      </w:r>
      <w:r w:rsidRPr="001F221F">
        <w:rPr>
          <w:lang w:eastAsia="ru-RU"/>
        </w:rPr>
        <w:t>ε</w:t>
      </w:r>
      <w:r w:rsidRPr="001F221F">
        <w:rPr>
          <w:lang w:val="ru-RU" w:eastAsia="ru-RU"/>
        </w:rPr>
        <w:t xml:space="preserve">, </w:t>
      </w:r>
      <w:proofErr w:type="spellStart"/>
      <w:r w:rsidRPr="001F221F">
        <w:rPr>
          <w:lang w:val="ru-RU" w:eastAsia="ru-RU"/>
        </w:rPr>
        <w:t>Спаларта</w:t>
      </w:r>
      <w:proofErr w:type="spellEnd"/>
      <w:r w:rsidRPr="001F221F">
        <w:rPr>
          <w:lang w:val="ru-RU" w:eastAsia="ru-RU"/>
        </w:rPr>
        <w:t xml:space="preserve"> −  </w:t>
      </w:r>
      <w:proofErr w:type="spellStart"/>
      <w:r w:rsidRPr="001F221F">
        <w:rPr>
          <w:lang w:val="ru-RU" w:eastAsia="ru-RU"/>
        </w:rPr>
        <w:t>Аллмараса</w:t>
      </w:r>
      <w:proofErr w:type="spellEnd"/>
      <w:r w:rsidRPr="001F221F">
        <w:rPr>
          <w:lang w:val="ru-RU" w:eastAsia="ru-RU"/>
        </w:rPr>
        <w:t xml:space="preserve">, </w:t>
      </w:r>
      <w:r w:rsidRPr="001F221F">
        <w:rPr>
          <w:lang w:eastAsia="ru-RU"/>
        </w:rPr>
        <w:t>EARSM</w:t>
      </w:r>
      <w:r w:rsidRPr="001F221F">
        <w:rPr>
          <w:lang w:val="ru-RU" w:eastAsia="ru-RU"/>
        </w:rPr>
        <w:t xml:space="preserve">, </w:t>
      </w:r>
      <w:r w:rsidRPr="001F221F">
        <w:rPr>
          <w:lang w:eastAsia="ru-RU"/>
        </w:rPr>
        <w:t>SST</w:t>
      </w:r>
      <w:r w:rsidRPr="001F221F">
        <w:rPr>
          <w:lang w:val="ru-RU" w:eastAsia="ru-RU"/>
        </w:rPr>
        <w:t xml:space="preserve"> </w:t>
      </w:r>
      <w:r w:rsidRPr="001F221F">
        <w:rPr>
          <w:lang w:eastAsia="ru-RU"/>
        </w:rPr>
        <w:t>c</w:t>
      </w:r>
      <w:r w:rsidRPr="001F221F">
        <w:rPr>
          <w:lang w:val="ru-RU" w:eastAsia="ru-RU"/>
        </w:rPr>
        <w:t xml:space="preserve"> расширенным пристеночным моделированием на каждой из трёх сеток.</w:t>
      </w:r>
      <w:r w:rsidRPr="001F221F">
        <w:rPr>
          <w:lang w:val="ru-RU"/>
        </w:rPr>
        <w:t xml:space="preserve"> </w:t>
      </w:r>
    </w:p>
    <w:p w:rsidR="00670758" w:rsidRDefault="00670758" w:rsidP="00670758">
      <w:pPr>
        <w:spacing w:line="276" w:lineRule="auto"/>
        <w:rPr>
          <w:lang w:val="ru-RU"/>
        </w:rPr>
      </w:pPr>
      <w:r>
        <w:rPr>
          <w:lang w:val="ru-RU"/>
        </w:rPr>
        <w:t>Р</w:t>
      </w:r>
      <w:r w:rsidRPr="001F221F">
        <w:rPr>
          <w:lang w:val="ru-RU"/>
        </w:rPr>
        <w:t xml:space="preserve">ассмотрены различные величины </w:t>
      </w:r>
      <w:r>
        <w:rPr>
          <w:lang w:val="ru-RU"/>
        </w:rPr>
        <w:t xml:space="preserve">радиального </w:t>
      </w:r>
      <w:r w:rsidRPr="001F221F">
        <w:rPr>
          <w:lang w:val="ru-RU"/>
        </w:rPr>
        <w:t xml:space="preserve">зазора </w:t>
      </w:r>
      <w:r w:rsidR="005F4211">
        <w:rPr>
          <w:lang w:val="ru-RU"/>
        </w:rPr>
        <w:t>рабочей лопатки</w:t>
      </w:r>
      <w:r>
        <w:rPr>
          <w:lang w:val="ru-RU"/>
        </w:rPr>
        <w:t>: относительный зазор</w:t>
      </w:r>
      <w:r w:rsidR="005F4211">
        <w:rPr>
          <w:lang w:val="ru-RU"/>
        </w:rPr>
        <w:t xml:space="preserve"> величиной </w:t>
      </w:r>
      <w:r w:rsidRPr="005544EB">
        <w:rPr>
          <w:lang w:val="ru-RU"/>
        </w:rPr>
        <w:t>0.01</w:t>
      </w:r>
      <w:r>
        <w:rPr>
          <w:lang w:val="ru-RU"/>
        </w:rPr>
        <w:t>,</w:t>
      </w:r>
      <w:r w:rsidRPr="005544EB">
        <w:rPr>
          <w:lang w:val="ru-RU"/>
        </w:rPr>
        <w:t xml:space="preserve"> 0.015</w:t>
      </w:r>
      <w:r>
        <w:rPr>
          <w:lang w:val="ru-RU"/>
        </w:rPr>
        <w:t>,</w:t>
      </w:r>
      <w:r w:rsidRPr="005544EB">
        <w:rPr>
          <w:lang w:val="ru-RU"/>
        </w:rPr>
        <w:t xml:space="preserve"> 0.024</w:t>
      </w:r>
      <w:r>
        <w:rPr>
          <w:lang w:val="ru-RU"/>
        </w:rPr>
        <w:t xml:space="preserve">. </w:t>
      </w:r>
    </w:p>
    <w:p w:rsidR="00180F2E" w:rsidRDefault="00180F2E" w:rsidP="00180F2E">
      <w:pPr>
        <w:spacing w:line="276" w:lineRule="auto"/>
        <w:rPr>
          <w:lang w:val="ru-RU"/>
        </w:rPr>
      </w:pPr>
      <w:r w:rsidRPr="00E37A9C">
        <w:rPr>
          <w:lang w:val="ru-RU"/>
        </w:rPr>
        <w:t>Для зазора</w:t>
      </w:r>
      <w:r>
        <w:rPr>
          <w:lang w:val="ru-RU"/>
        </w:rPr>
        <w:t xml:space="preserve"> 0.024 сеточная сходимость исследовалась для каждой модели турбулентности </w:t>
      </w:r>
      <w:r w:rsidRPr="001F221F">
        <w:rPr>
          <w:lang w:val="ru-RU"/>
        </w:rPr>
        <w:t xml:space="preserve">по распределениям </w:t>
      </w:r>
      <w:r>
        <w:rPr>
          <w:lang w:val="ru-RU"/>
        </w:rPr>
        <w:t xml:space="preserve">адиабатического </w:t>
      </w:r>
      <w:r w:rsidRPr="001F221F">
        <w:rPr>
          <w:lang w:val="ru-RU"/>
        </w:rPr>
        <w:t xml:space="preserve">КПД и угла выхода потока по высоте канала в </w:t>
      </w:r>
      <w:r>
        <w:rPr>
          <w:lang w:val="ru-RU"/>
        </w:rPr>
        <w:t xml:space="preserve">сечении экспериментальных замеров. Сеточная сходимость достигается на сетке в </w:t>
      </w:r>
      <w:r w:rsidRPr="0076141C">
        <w:rPr>
          <w:lang w:val="ru-RU"/>
        </w:rPr>
        <w:t>2 млн.</w:t>
      </w:r>
      <w:r>
        <w:rPr>
          <w:lang w:val="ru-RU"/>
        </w:rPr>
        <w:t xml:space="preserve"> ячеек. </w:t>
      </w:r>
    </w:p>
    <w:p w:rsidR="002D3946" w:rsidRPr="002D3946" w:rsidRDefault="002D3946" w:rsidP="002D3946">
      <w:pPr>
        <w:spacing w:line="276" w:lineRule="auto"/>
        <w:ind w:firstLine="0"/>
        <w:rPr>
          <w:b/>
          <w:lang w:val="ru-RU"/>
        </w:rPr>
      </w:pPr>
      <w:r w:rsidRPr="002D3946">
        <w:rPr>
          <w:b/>
          <w:lang w:val="ru-RU"/>
        </w:rPr>
        <w:t>Таблица 1</w:t>
      </w:r>
      <w:r w:rsidR="00670758">
        <w:rPr>
          <w:b/>
          <w:lang w:val="ru-RU"/>
        </w:rPr>
        <w:t xml:space="preserve">. </w:t>
      </w:r>
      <w:r w:rsidR="00670758" w:rsidRPr="00670758">
        <w:rPr>
          <w:lang w:val="ru-RU"/>
        </w:rPr>
        <w:t>Параметры сеток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0"/>
        <w:gridCol w:w="843"/>
        <w:gridCol w:w="815"/>
        <w:gridCol w:w="998"/>
        <w:gridCol w:w="1152"/>
      </w:tblGrid>
      <w:tr w:rsidR="007E2538" w:rsidRPr="000313CD" w:rsidTr="00DC5AC5">
        <w:trPr>
          <w:trHeight w:val="375"/>
        </w:trPr>
        <w:tc>
          <w:tcPr>
            <w:tcW w:w="1703" w:type="dxa"/>
            <w:gridSpan w:val="2"/>
          </w:tcPr>
          <w:p w:rsidR="007E2538" w:rsidRDefault="007E2538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</w:p>
        </w:tc>
        <w:tc>
          <w:tcPr>
            <w:tcW w:w="815" w:type="dxa"/>
          </w:tcPr>
          <w:p w:rsidR="007E2538" w:rsidRDefault="007E2538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Грубая </w:t>
            </w:r>
          </w:p>
        </w:tc>
        <w:tc>
          <w:tcPr>
            <w:tcW w:w="998" w:type="dxa"/>
          </w:tcPr>
          <w:p w:rsidR="007E2538" w:rsidRDefault="007E2538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Средняя</w:t>
            </w:r>
          </w:p>
        </w:tc>
        <w:tc>
          <w:tcPr>
            <w:tcW w:w="1152" w:type="dxa"/>
          </w:tcPr>
          <w:p w:rsidR="007E2538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Подробная</w:t>
            </w:r>
          </w:p>
        </w:tc>
      </w:tr>
      <w:tr w:rsidR="00E37A9C" w:rsidRPr="0076141C" w:rsidTr="00DC5AC5">
        <w:trPr>
          <w:trHeight w:val="375"/>
        </w:trPr>
        <w:tc>
          <w:tcPr>
            <w:tcW w:w="1703" w:type="dxa"/>
            <w:gridSpan w:val="2"/>
          </w:tcPr>
          <w:p w:rsidR="00E37A9C" w:rsidRPr="0076141C" w:rsidRDefault="00E37A9C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Количество ячеек</w:t>
            </w:r>
            <w:r w:rsidR="0076141C">
              <w:rPr>
                <w:lang w:val="ru-RU"/>
              </w:rPr>
              <w:t>, млн</w:t>
            </w:r>
          </w:p>
        </w:tc>
        <w:tc>
          <w:tcPr>
            <w:tcW w:w="815" w:type="dxa"/>
          </w:tcPr>
          <w:p w:rsidR="00E37A9C" w:rsidRDefault="00E37A9C" w:rsidP="00670758">
            <w:pPr>
              <w:spacing w:line="276" w:lineRule="auto"/>
              <w:ind w:firstLine="0"/>
              <w:jc w:val="center"/>
              <w:rPr>
                <w:lang w:val="ru-RU"/>
              </w:rPr>
            </w:pPr>
            <w:r w:rsidRPr="0076141C">
              <w:rPr>
                <w:lang w:val="ru-RU"/>
              </w:rPr>
              <w:t>1</w:t>
            </w:r>
            <w:r w:rsidR="00670758">
              <w:rPr>
                <w:lang w:val="ru-RU"/>
              </w:rPr>
              <w:t>.1</w:t>
            </w:r>
          </w:p>
        </w:tc>
        <w:tc>
          <w:tcPr>
            <w:tcW w:w="998" w:type="dxa"/>
          </w:tcPr>
          <w:p w:rsidR="00E37A9C" w:rsidRDefault="00E37A9C" w:rsidP="00670758">
            <w:pPr>
              <w:spacing w:line="276" w:lineRule="auto"/>
              <w:ind w:firstLine="0"/>
              <w:jc w:val="center"/>
              <w:rPr>
                <w:lang w:val="ru-RU"/>
              </w:rPr>
            </w:pPr>
            <w:r w:rsidRPr="0076141C">
              <w:rPr>
                <w:lang w:val="ru-RU"/>
              </w:rPr>
              <w:t>2</w:t>
            </w:r>
            <w:r w:rsidR="00670758">
              <w:rPr>
                <w:lang w:val="ru-RU"/>
              </w:rPr>
              <w:t>.3</w:t>
            </w:r>
          </w:p>
        </w:tc>
        <w:tc>
          <w:tcPr>
            <w:tcW w:w="1152" w:type="dxa"/>
          </w:tcPr>
          <w:p w:rsidR="00E37A9C" w:rsidRDefault="00E37A9C" w:rsidP="00670758">
            <w:pPr>
              <w:spacing w:line="276" w:lineRule="auto"/>
              <w:ind w:firstLine="0"/>
              <w:jc w:val="center"/>
              <w:rPr>
                <w:lang w:val="ru-RU"/>
              </w:rPr>
            </w:pPr>
            <w:r w:rsidRPr="0076141C">
              <w:rPr>
                <w:lang w:val="ru-RU"/>
              </w:rPr>
              <w:t>6</w:t>
            </w:r>
            <w:r w:rsidR="00670758">
              <w:rPr>
                <w:lang w:val="ru-RU"/>
              </w:rPr>
              <w:t>.7</w:t>
            </w:r>
          </w:p>
        </w:tc>
      </w:tr>
      <w:tr w:rsidR="002D3946" w:rsidRPr="0076141C" w:rsidTr="00DC5AC5">
        <w:trPr>
          <w:trHeight w:val="676"/>
        </w:trPr>
        <w:tc>
          <w:tcPr>
            <w:tcW w:w="860" w:type="dxa"/>
            <w:vMerge w:val="restart"/>
          </w:tcPr>
          <w:p w:rsidR="002D3946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Кол-во ячеек по высоте, </w:t>
            </w:r>
            <w:proofErr w:type="spellStart"/>
            <w:r>
              <w:rPr>
                <w:lang w:val="ru-RU"/>
              </w:rPr>
              <w:t>шт</w:t>
            </w:r>
            <w:proofErr w:type="spellEnd"/>
          </w:p>
        </w:tc>
        <w:tc>
          <w:tcPr>
            <w:tcW w:w="843" w:type="dxa"/>
          </w:tcPr>
          <w:p w:rsidR="002D3946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Статор</w:t>
            </w:r>
          </w:p>
        </w:tc>
        <w:tc>
          <w:tcPr>
            <w:tcW w:w="815" w:type="dxa"/>
          </w:tcPr>
          <w:p w:rsidR="002D3946" w:rsidRDefault="002D3946" w:rsidP="002D3946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998" w:type="dxa"/>
          </w:tcPr>
          <w:p w:rsidR="002D3946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1152" w:type="dxa"/>
          </w:tcPr>
          <w:p w:rsidR="002D3946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</w:tr>
      <w:tr w:rsidR="002D3946" w:rsidRPr="0076141C" w:rsidTr="00DC5AC5">
        <w:tc>
          <w:tcPr>
            <w:tcW w:w="860" w:type="dxa"/>
            <w:vMerge/>
          </w:tcPr>
          <w:p w:rsidR="002D3946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</w:p>
        </w:tc>
        <w:tc>
          <w:tcPr>
            <w:tcW w:w="843" w:type="dxa"/>
          </w:tcPr>
          <w:p w:rsidR="002D3946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Ротор</w:t>
            </w:r>
          </w:p>
        </w:tc>
        <w:tc>
          <w:tcPr>
            <w:tcW w:w="815" w:type="dxa"/>
          </w:tcPr>
          <w:p w:rsidR="002D3946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998" w:type="dxa"/>
          </w:tcPr>
          <w:p w:rsidR="002D3946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1152" w:type="dxa"/>
          </w:tcPr>
          <w:p w:rsidR="002D3946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101</w:t>
            </w:r>
          </w:p>
        </w:tc>
      </w:tr>
      <w:tr w:rsidR="007E2538" w:rsidRPr="0076141C" w:rsidTr="00DC5AC5">
        <w:tc>
          <w:tcPr>
            <w:tcW w:w="1703" w:type="dxa"/>
            <w:gridSpan w:val="2"/>
          </w:tcPr>
          <w:p w:rsidR="007E2538" w:rsidRPr="002D3946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Кол-во ячеек в зазоре, </w:t>
            </w:r>
            <w:proofErr w:type="spellStart"/>
            <w:r>
              <w:rPr>
                <w:lang w:val="ru-RU"/>
              </w:rPr>
              <w:t>шт</w:t>
            </w:r>
            <w:proofErr w:type="spellEnd"/>
          </w:p>
        </w:tc>
        <w:tc>
          <w:tcPr>
            <w:tcW w:w="815" w:type="dxa"/>
          </w:tcPr>
          <w:p w:rsidR="007E2538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998" w:type="dxa"/>
          </w:tcPr>
          <w:p w:rsidR="007E2538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1152" w:type="dxa"/>
          </w:tcPr>
          <w:p w:rsidR="007E2538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</w:tr>
      <w:tr w:rsidR="007E2538" w:rsidTr="00DC5AC5">
        <w:tc>
          <w:tcPr>
            <w:tcW w:w="1703" w:type="dxa"/>
            <w:gridSpan w:val="2"/>
          </w:tcPr>
          <w:p w:rsidR="007E2538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Размер пристеночной ячейки, м</w:t>
            </w:r>
          </w:p>
        </w:tc>
        <w:tc>
          <w:tcPr>
            <w:tcW w:w="815" w:type="dxa"/>
          </w:tcPr>
          <w:p w:rsidR="007E2538" w:rsidRPr="00DC5AC5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 w:rsidRPr="00DC5AC5">
              <w:t>10</w:t>
            </w:r>
            <w:r w:rsidRPr="00DC5AC5">
              <w:rPr>
                <w:vertAlign w:val="superscript"/>
              </w:rPr>
              <w:t>-6</w:t>
            </w:r>
          </w:p>
        </w:tc>
        <w:tc>
          <w:tcPr>
            <w:tcW w:w="998" w:type="dxa"/>
          </w:tcPr>
          <w:p w:rsidR="007E2538" w:rsidRPr="00DC5AC5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 w:rsidRPr="00DC5AC5">
              <w:t>10</w:t>
            </w:r>
            <w:r w:rsidRPr="00DC5AC5">
              <w:rPr>
                <w:vertAlign w:val="superscript"/>
              </w:rPr>
              <w:t>-6</w:t>
            </w:r>
          </w:p>
        </w:tc>
        <w:tc>
          <w:tcPr>
            <w:tcW w:w="1152" w:type="dxa"/>
          </w:tcPr>
          <w:p w:rsidR="007E2538" w:rsidRPr="00DC5AC5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 w:rsidRPr="00DC5AC5">
              <w:t>10</w:t>
            </w:r>
            <w:r w:rsidRPr="00DC5AC5">
              <w:rPr>
                <w:vertAlign w:val="superscript"/>
              </w:rPr>
              <w:t>-6</w:t>
            </w:r>
          </w:p>
        </w:tc>
      </w:tr>
      <w:tr w:rsidR="007E2538" w:rsidTr="00DC5AC5">
        <w:tc>
          <w:tcPr>
            <w:tcW w:w="1703" w:type="dxa"/>
            <w:gridSpan w:val="2"/>
          </w:tcPr>
          <w:p w:rsidR="007E2538" w:rsidRPr="002D3946" w:rsidRDefault="002D3946" w:rsidP="001A3853">
            <w:pPr>
              <w:spacing w:line="276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Значение </w:t>
            </w:r>
            <w:r>
              <w:t>y</w:t>
            </w:r>
            <w:r w:rsidRPr="002D3946">
              <w:rPr>
                <w:lang w:val="ru-RU"/>
              </w:rPr>
              <w:t>+</w:t>
            </w:r>
          </w:p>
        </w:tc>
        <w:tc>
          <w:tcPr>
            <w:tcW w:w="815" w:type="dxa"/>
          </w:tcPr>
          <w:p w:rsidR="007E2538" w:rsidRPr="002D3946" w:rsidRDefault="002D3946" w:rsidP="001A3853">
            <w:pPr>
              <w:spacing w:line="276" w:lineRule="auto"/>
              <w:ind w:firstLine="0"/>
              <w:jc w:val="center"/>
            </w:pPr>
            <w:r>
              <w:t>&lt;1</w:t>
            </w:r>
          </w:p>
        </w:tc>
        <w:tc>
          <w:tcPr>
            <w:tcW w:w="998" w:type="dxa"/>
          </w:tcPr>
          <w:p w:rsidR="007E2538" w:rsidRPr="002D3946" w:rsidRDefault="002D3946" w:rsidP="001A3853">
            <w:pPr>
              <w:spacing w:line="276" w:lineRule="auto"/>
              <w:ind w:firstLine="0"/>
              <w:jc w:val="center"/>
            </w:pPr>
            <w:r>
              <w:t>&lt;1</w:t>
            </w:r>
          </w:p>
        </w:tc>
        <w:tc>
          <w:tcPr>
            <w:tcW w:w="1152" w:type="dxa"/>
          </w:tcPr>
          <w:p w:rsidR="007E2538" w:rsidRPr="002D3946" w:rsidRDefault="002D3946" w:rsidP="001A3853">
            <w:pPr>
              <w:spacing w:line="276" w:lineRule="auto"/>
              <w:ind w:firstLine="0"/>
              <w:jc w:val="center"/>
            </w:pPr>
            <w:r>
              <w:t>&lt;1</w:t>
            </w:r>
          </w:p>
        </w:tc>
      </w:tr>
    </w:tbl>
    <w:p w:rsidR="005374D0" w:rsidRPr="00616982" w:rsidRDefault="00B204AB" w:rsidP="005374D0">
      <w:pPr>
        <w:spacing w:before="120" w:after="120" w:line="276" w:lineRule="auto"/>
        <w:rPr>
          <w:lang w:val="ru-RU"/>
        </w:rPr>
      </w:pPr>
      <w:r>
        <w:rPr>
          <w:lang w:val="ru-RU"/>
        </w:rPr>
        <w:t xml:space="preserve">Сравнение распределений </w:t>
      </w:r>
      <w:r w:rsidR="005374D0">
        <w:rPr>
          <w:lang w:val="ru-RU"/>
        </w:rPr>
        <w:t xml:space="preserve">параметров </w:t>
      </w:r>
      <w:r>
        <w:rPr>
          <w:lang w:val="ru-RU"/>
        </w:rPr>
        <w:t>с экспериментальными данными показывает, что все модели хорош</w:t>
      </w:r>
      <w:r w:rsidR="00DC5AC5">
        <w:rPr>
          <w:lang w:val="ru-RU"/>
        </w:rPr>
        <w:t>о</w:t>
      </w:r>
      <w:r>
        <w:rPr>
          <w:lang w:val="ru-RU"/>
        </w:rPr>
        <w:t xml:space="preserve"> со</w:t>
      </w:r>
      <w:r w:rsidR="00DC5AC5">
        <w:rPr>
          <w:lang w:val="ru-RU"/>
        </w:rPr>
        <w:t>гласуются</w:t>
      </w:r>
      <w:r w:rsidR="00151B75">
        <w:rPr>
          <w:lang w:val="ru-RU"/>
        </w:rPr>
        <w:t xml:space="preserve"> по углу потока до 60% высоты канала</w:t>
      </w:r>
      <w:r w:rsidR="00DC5AC5">
        <w:rPr>
          <w:lang w:val="ru-RU"/>
        </w:rPr>
        <w:t xml:space="preserve"> (рис.3)</w:t>
      </w:r>
      <w:r w:rsidR="00151B75">
        <w:rPr>
          <w:lang w:val="ru-RU"/>
        </w:rPr>
        <w:t xml:space="preserve">. В районе зазора максимальная разница составляет 20˚. </w:t>
      </w:r>
      <w:r w:rsidR="005F4211">
        <w:rPr>
          <w:lang w:val="ru-RU"/>
        </w:rPr>
        <w:t xml:space="preserve">Течение в </w:t>
      </w:r>
      <w:proofErr w:type="spellStart"/>
      <w:r w:rsidR="005F4211">
        <w:rPr>
          <w:lang w:val="ru-RU"/>
        </w:rPr>
        <w:t>привтулочном</w:t>
      </w:r>
      <w:proofErr w:type="spellEnd"/>
      <w:r w:rsidR="005F4211">
        <w:rPr>
          <w:lang w:val="ru-RU"/>
        </w:rPr>
        <w:t xml:space="preserve"> сечении РЛ для всех моделей представлено на рис.</w:t>
      </w:r>
      <w:r w:rsidR="00616982">
        <w:rPr>
          <w:lang w:val="ru-RU"/>
        </w:rPr>
        <w:t>2</w:t>
      </w:r>
      <w:r w:rsidR="005F4211">
        <w:rPr>
          <w:lang w:val="ru-RU"/>
        </w:rPr>
        <w:t>.</w:t>
      </w:r>
      <w:r w:rsidR="00782BE7">
        <w:rPr>
          <w:lang w:val="ru-RU"/>
        </w:rPr>
        <w:t xml:space="preserve"> Для д</w:t>
      </w:r>
      <w:r w:rsidR="00554904">
        <w:rPr>
          <w:lang w:val="ru-RU"/>
        </w:rPr>
        <w:t xml:space="preserve">альнейших исследований выбрана </w:t>
      </w:r>
      <w:r w:rsidR="00782BE7">
        <w:rPr>
          <w:lang w:val="ru-RU"/>
        </w:rPr>
        <w:t xml:space="preserve">модель </w:t>
      </w:r>
      <w:r w:rsidR="00782BE7">
        <w:t>SST</w:t>
      </w:r>
      <w:r w:rsidR="00782BE7" w:rsidRPr="00616982">
        <w:rPr>
          <w:lang w:val="ru-RU"/>
        </w:rPr>
        <w:t>.</w:t>
      </w:r>
    </w:p>
    <w:p w:rsidR="00B204AB" w:rsidRDefault="00180F2E" w:rsidP="00B204AB">
      <w:pPr>
        <w:spacing w:line="276" w:lineRule="auto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09A4AC65" wp14:editId="0D766128">
            <wp:extent cx="2406700" cy="1338681"/>
            <wp:effectExtent l="0" t="0" r="0" b="0"/>
            <wp:docPr id="21" name="Рисунок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7200" cy="1344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F2E" w:rsidRDefault="00180F2E" w:rsidP="00B204AB">
      <w:pPr>
        <w:spacing w:line="276" w:lineRule="auto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ABE16FE" wp14:editId="4984F29A">
            <wp:extent cx="2406650" cy="1353787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5146" cy="1364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F2E" w:rsidRPr="00057D98" w:rsidRDefault="00180F2E" w:rsidP="005F4211">
      <w:pPr>
        <w:tabs>
          <w:tab w:val="left" w:pos="8789"/>
        </w:tabs>
        <w:spacing w:after="240"/>
        <w:ind w:right="284" w:firstLine="0"/>
        <w:jc w:val="center"/>
        <w:rPr>
          <w:szCs w:val="28"/>
          <w:lang w:val="ru-RU"/>
        </w:rPr>
      </w:pPr>
      <w:r w:rsidRPr="00734C45">
        <w:rPr>
          <w:b/>
          <w:lang w:val="ru-RU"/>
        </w:rPr>
        <w:t xml:space="preserve">Рис. </w:t>
      </w:r>
      <w:r w:rsidR="00616982">
        <w:rPr>
          <w:b/>
          <w:lang w:val="ru-RU"/>
        </w:rPr>
        <w:t>2</w:t>
      </w:r>
      <w:r w:rsidRPr="00734C45">
        <w:rPr>
          <w:lang w:val="ru-RU"/>
        </w:rPr>
        <w:t xml:space="preserve"> </w:t>
      </w:r>
      <w:r>
        <w:rPr>
          <w:szCs w:val="28"/>
          <w:lang w:val="ru-RU"/>
        </w:rPr>
        <w:t xml:space="preserve">Распределение числа Маха в относительном движении в </w:t>
      </w:r>
      <w:proofErr w:type="spellStart"/>
      <w:r>
        <w:rPr>
          <w:szCs w:val="28"/>
          <w:lang w:val="ru-RU"/>
        </w:rPr>
        <w:t>привтулочном</w:t>
      </w:r>
      <w:proofErr w:type="spellEnd"/>
      <w:r>
        <w:rPr>
          <w:szCs w:val="28"/>
          <w:lang w:val="ru-RU"/>
        </w:rPr>
        <w:t xml:space="preserve"> сечении РЛ</w:t>
      </w:r>
    </w:p>
    <w:p w:rsidR="00180F2E" w:rsidRDefault="00180F2E" w:rsidP="00B204AB">
      <w:pPr>
        <w:spacing w:line="276" w:lineRule="auto"/>
        <w:rPr>
          <w:lang w:val="ru-RU"/>
        </w:rPr>
      </w:pPr>
    </w:p>
    <w:p w:rsidR="00057D98" w:rsidRDefault="00057D98" w:rsidP="00057D98">
      <w:pPr>
        <w:spacing w:line="276" w:lineRule="auto"/>
        <w:ind w:firstLine="0"/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0B5E83F0" wp14:editId="43F85093">
            <wp:extent cx="2571750" cy="3094329"/>
            <wp:effectExtent l="0" t="0" r="0" b="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57D98" w:rsidRDefault="00057D98" w:rsidP="005F4211">
      <w:pPr>
        <w:spacing w:before="120" w:after="120"/>
        <w:ind w:right="567" w:firstLine="0"/>
        <w:jc w:val="center"/>
        <w:rPr>
          <w:szCs w:val="28"/>
          <w:lang w:val="ru-RU"/>
        </w:rPr>
      </w:pPr>
      <w:r w:rsidRPr="00057D98">
        <w:rPr>
          <w:b/>
          <w:lang w:val="ru-RU"/>
        </w:rPr>
        <w:t xml:space="preserve">Рис. </w:t>
      </w:r>
      <w:r w:rsidR="00616982">
        <w:rPr>
          <w:b/>
          <w:lang w:val="ru-RU"/>
        </w:rPr>
        <w:t>3</w:t>
      </w:r>
      <w:r>
        <w:rPr>
          <w:lang w:val="ru-RU"/>
        </w:rPr>
        <w:t xml:space="preserve"> </w:t>
      </w:r>
      <w:r w:rsidR="006A4F97">
        <w:rPr>
          <w:szCs w:val="28"/>
          <w:lang w:val="ru-RU"/>
        </w:rPr>
        <w:t>Распределение угл</w:t>
      </w:r>
      <w:r w:rsidR="008730A8">
        <w:rPr>
          <w:szCs w:val="28"/>
          <w:lang w:val="ru-RU"/>
        </w:rPr>
        <w:t>а</w:t>
      </w:r>
      <w:r w:rsidRPr="00057D98">
        <w:rPr>
          <w:szCs w:val="28"/>
          <w:lang w:val="ru-RU"/>
        </w:rPr>
        <w:t xml:space="preserve"> потока </w:t>
      </w:r>
      <w:r w:rsidR="006A4F97">
        <w:rPr>
          <w:szCs w:val="28"/>
          <w:lang w:val="ru-RU"/>
        </w:rPr>
        <w:t>по высоте канала в сечении за рабочей лопаткой</w:t>
      </w:r>
    </w:p>
    <w:p w:rsidR="00057D98" w:rsidRPr="00057D98" w:rsidRDefault="00057D98" w:rsidP="00057D98">
      <w:pPr>
        <w:ind w:left="-142" w:right="567" w:firstLine="142"/>
        <w:jc w:val="center"/>
        <w:rPr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06FEF066" wp14:editId="7D592DF3">
            <wp:extent cx="2443276" cy="3130906"/>
            <wp:effectExtent l="0" t="0" r="0" b="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82BE7" w:rsidRDefault="00782BE7" w:rsidP="00782BE7">
      <w:pPr>
        <w:spacing w:before="120" w:after="120"/>
        <w:ind w:right="567" w:firstLine="0"/>
        <w:jc w:val="center"/>
        <w:rPr>
          <w:szCs w:val="28"/>
          <w:lang w:val="ru-RU"/>
        </w:rPr>
      </w:pPr>
      <w:r w:rsidRPr="00057D98">
        <w:rPr>
          <w:b/>
          <w:lang w:val="ru-RU"/>
        </w:rPr>
        <w:t xml:space="preserve">Рис. </w:t>
      </w:r>
      <w:r w:rsidR="00616982">
        <w:rPr>
          <w:b/>
          <w:lang w:val="ru-RU"/>
        </w:rPr>
        <w:t>4</w:t>
      </w:r>
      <w:r>
        <w:rPr>
          <w:lang w:val="ru-RU"/>
        </w:rPr>
        <w:t xml:space="preserve"> </w:t>
      </w:r>
      <w:r>
        <w:rPr>
          <w:szCs w:val="28"/>
          <w:lang w:val="ru-RU"/>
        </w:rPr>
        <w:t>Распределение КПД по</w:t>
      </w:r>
      <w:r w:rsidR="004A7A23">
        <w:rPr>
          <w:szCs w:val="28"/>
          <w:lang w:val="ru-RU"/>
        </w:rPr>
        <w:t xml:space="preserve"> высоте канала в </w:t>
      </w:r>
      <w:r>
        <w:rPr>
          <w:szCs w:val="28"/>
          <w:lang w:val="ru-RU"/>
        </w:rPr>
        <w:t>сечении за рабочей лопаткой</w:t>
      </w:r>
    </w:p>
    <w:p w:rsidR="006C72EB" w:rsidRDefault="00782BE7" w:rsidP="00D17BA4">
      <w:pPr>
        <w:spacing w:line="276" w:lineRule="auto"/>
        <w:rPr>
          <w:lang w:val="ru-RU" w:eastAsia="ru-RU"/>
        </w:rPr>
      </w:pPr>
      <w:r>
        <w:rPr>
          <w:lang w:val="ru-RU"/>
        </w:rPr>
        <w:t>И</w:t>
      </w:r>
      <w:r w:rsidR="006A4F97" w:rsidRPr="00BE0808">
        <w:rPr>
          <w:lang w:val="ru-RU"/>
        </w:rPr>
        <w:t>сследовалась</w:t>
      </w:r>
      <w:r w:rsidR="001F221F" w:rsidRPr="00BE0808">
        <w:rPr>
          <w:lang w:val="ru-RU" w:eastAsia="ru-RU"/>
        </w:rPr>
        <w:t xml:space="preserve"> </w:t>
      </w:r>
      <w:r w:rsidR="00301D45">
        <w:rPr>
          <w:lang w:val="ru-RU" w:eastAsia="ru-RU"/>
        </w:rPr>
        <w:t xml:space="preserve">сеточная сходимость </w:t>
      </w:r>
      <w:r w:rsidR="001F221F" w:rsidRPr="00BE0808">
        <w:rPr>
          <w:lang w:val="ru-RU" w:eastAsia="ru-RU"/>
        </w:rPr>
        <w:t>в</w:t>
      </w:r>
      <w:r w:rsidR="00301D45">
        <w:rPr>
          <w:lang w:val="ru-RU" w:eastAsia="ru-RU"/>
        </w:rPr>
        <w:t xml:space="preserve"> радиальном</w:t>
      </w:r>
      <w:r w:rsidR="001F221F" w:rsidRPr="00BE0808">
        <w:rPr>
          <w:lang w:val="ru-RU" w:eastAsia="ru-RU"/>
        </w:rPr>
        <w:t xml:space="preserve"> зазоре (</w:t>
      </w:r>
      <w:r w:rsidR="00301D45" w:rsidRPr="00BE0808">
        <w:rPr>
          <w:position w:val="-10"/>
        </w:rPr>
        <w:object w:dxaOrig="4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9pt;height:13.4pt" o:ole="">
            <v:imagedata r:id="rId15" o:title=""/>
          </v:shape>
          <o:OLEObject Type="Embed" ProgID="Equation.3" ShapeID="_x0000_i1025" DrawAspect="Content" ObjectID="_1615390980" r:id="rId16"/>
        </w:object>
      </w:r>
      <w:r w:rsidR="001F221F" w:rsidRPr="00BE0808">
        <w:rPr>
          <w:lang w:val="ru-RU"/>
        </w:rPr>
        <w:t>=0.024), при этом общее количество ячеек по высоте канала оставалось постоянным</w:t>
      </w:r>
      <w:r w:rsidR="006C72EB" w:rsidRPr="00BE0808">
        <w:rPr>
          <w:lang w:val="ru-RU"/>
        </w:rPr>
        <w:t>.</w:t>
      </w:r>
      <w:r w:rsidR="006C72EB" w:rsidRPr="00BE0808">
        <w:rPr>
          <w:lang w:val="ru-RU" w:eastAsia="ru-RU"/>
        </w:rPr>
        <w:t xml:space="preserve"> </w:t>
      </w:r>
      <w:r w:rsidR="00904500">
        <w:rPr>
          <w:lang w:val="ru-RU" w:eastAsia="ru-RU"/>
        </w:rPr>
        <w:t xml:space="preserve">Сходимость достигнута при 25 ячейках </w:t>
      </w:r>
      <w:r w:rsidR="00766559">
        <w:rPr>
          <w:lang w:val="ru-RU" w:eastAsia="ru-RU"/>
        </w:rPr>
        <w:t>по высоте</w:t>
      </w:r>
      <w:r w:rsidR="00904500">
        <w:rPr>
          <w:lang w:val="ru-RU" w:eastAsia="ru-RU"/>
        </w:rPr>
        <w:t>.</w:t>
      </w:r>
    </w:p>
    <w:p w:rsidR="006C72EB" w:rsidRPr="00F5113B" w:rsidRDefault="00904500" w:rsidP="00616982">
      <w:pPr>
        <w:spacing w:line="276" w:lineRule="auto"/>
        <w:rPr>
          <w:lang w:val="ru-RU"/>
        </w:rPr>
      </w:pPr>
      <w:r>
        <w:rPr>
          <w:lang w:val="ru-RU"/>
        </w:rPr>
        <w:t>З</w:t>
      </w:r>
      <w:r w:rsidR="006C72EB" w:rsidRPr="00F5113B">
        <w:rPr>
          <w:lang w:val="ru-RU"/>
        </w:rPr>
        <w:t xml:space="preserve">ависимость </w:t>
      </w:r>
      <w:r w:rsidR="00616982">
        <w:rPr>
          <w:lang w:val="ru-RU"/>
        </w:rPr>
        <w:t xml:space="preserve">КПД от </w:t>
      </w:r>
      <w:r w:rsidR="006C72EB" w:rsidRPr="00F5113B">
        <w:rPr>
          <w:lang w:val="ru-RU"/>
        </w:rPr>
        <w:t xml:space="preserve">величины зазора </w:t>
      </w:r>
      <w:r w:rsidR="00616982">
        <w:rPr>
          <w:lang w:val="ru-RU"/>
        </w:rPr>
        <w:t>представлена на рис. 5</w:t>
      </w:r>
      <w:r w:rsidR="006C72EB" w:rsidRPr="00F5113B">
        <w:rPr>
          <w:lang w:val="ru-RU"/>
        </w:rPr>
        <w:t>.</w:t>
      </w:r>
      <w:r w:rsidR="00616982">
        <w:rPr>
          <w:lang w:val="ru-RU"/>
        </w:rPr>
        <w:t xml:space="preserve"> </w:t>
      </w:r>
    </w:p>
    <w:p w:rsidR="006C72EB" w:rsidRDefault="0062231A" w:rsidP="002D3946">
      <w:pPr>
        <w:spacing w:after="120"/>
        <w:ind w:firstLine="0"/>
        <w:rPr>
          <w:lang w:val="ru-RU"/>
        </w:rPr>
      </w:pPr>
      <w:r w:rsidRPr="002D3946">
        <w:rPr>
          <w:noProof/>
          <w:sz w:val="18"/>
          <w:szCs w:val="18"/>
          <w:lang w:val="ru-RU" w:eastAsia="ru-RU"/>
        </w:rPr>
        <w:drawing>
          <wp:inline distT="0" distB="0" distL="0" distR="0" wp14:anchorId="71606315" wp14:editId="5F447506">
            <wp:extent cx="3045124" cy="1863306"/>
            <wp:effectExtent l="0" t="0" r="3175" b="381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bookmarkStart w:id="0" w:name="_GoBack"/>
      <w:bookmarkEnd w:id="0"/>
    </w:p>
    <w:p w:rsidR="001F221F" w:rsidRPr="0062231A" w:rsidRDefault="0062231A" w:rsidP="0062231A">
      <w:pPr>
        <w:jc w:val="center"/>
        <w:rPr>
          <w:szCs w:val="28"/>
          <w:lang w:val="ru-RU" w:eastAsia="ru-RU"/>
        </w:rPr>
      </w:pPr>
      <w:r w:rsidRPr="0076141C">
        <w:rPr>
          <w:b/>
          <w:lang w:val="ru-RU"/>
        </w:rPr>
        <w:t xml:space="preserve">Рис. </w:t>
      </w:r>
      <w:r w:rsidR="00616982">
        <w:rPr>
          <w:b/>
          <w:lang w:val="ru-RU"/>
        </w:rPr>
        <w:t>5</w:t>
      </w:r>
      <w:r w:rsidRPr="0076141C">
        <w:rPr>
          <w:szCs w:val="28"/>
          <w:lang w:val="ru-RU"/>
        </w:rPr>
        <w:t xml:space="preserve"> </w:t>
      </w:r>
      <w:r w:rsidRPr="0076141C">
        <w:rPr>
          <w:szCs w:val="28"/>
          <w:lang w:val="ru-RU" w:eastAsia="ru-RU"/>
        </w:rPr>
        <w:t>Влияние радиального зазора</w:t>
      </w:r>
      <w:r w:rsidR="00616982">
        <w:rPr>
          <w:szCs w:val="28"/>
          <w:lang w:val="ru-RU" w:eastAsia="ru-RU"/>
        </w:rPr>
        <w:t xml:space="preserve"> на КПД турбины</w:t>
      </w:r>
    </w:p>
    <w:p w:rsidR="00FA6C1B" w:rsidRDefault="00734D79" w:rsidP="005D3DA1">
      <w:pPr>
        <w:spacing w:after="120"/>
        <w:rPr>
          <w:b/>
          <w:lang w:val="ru-RU"/>
        </w:rPr>
      </w:pPr>
      <w:r w:rsidRPr="00247760">
        <w:rPr>
          <w:b/>
          <w:lang w:val="ru-RU"/>
        </w:rPr>
        <w:t xml:space="preserve">3 </w:t>
      </w:r>
      <w:r w:rsidR="00FA6C1B" w:rsidRPr="00247760">
        <w:rPr>
          <w:b/>
          <w:lang w:val="ru-RU"/>
        </w:rPr>
        <w:t>Заключение</w:t>
      </w:r>
    </w:p>
    <w:p w:rsidR="00616982" w:rsidRDefault="00616982" w:rsidP="00616982">
      <w:pPr>
        <w:spacing w:line="276" w:lineRule="auto"/>
        <w:rPr>
          <w:lang w:val="ru-RU"/>
        </w:rPr>
      </w:pPr>
      <w:r w:rsidRPr="00616982">
        <w:rPr>
          <w:lang w:val="ru-RU"/>
        </w:rPr>
        <w:t>Разработана расчетная модель</w:t>
      </w:r>
      <w:r>
        <w:rPr>
          <w:lang w:val="ru-RU"/>
        </w:rPr>
        <w:t xml:space="preserve"> ступени турбины. В процессе проанализировано влияние модели турбулентности, расчетной сетки </w:t>
      </w:r>
      <w:r w:rsidR="00554904">
        <w:rPr>
          <w:lang w:val="ru-RU"/>
        </w:rPr>
        <w:t xml:space="preserve">и величины зазора на </w:t>
      </w:r>
      <w:r w:rsidR="00554904">
        <w:rPr>
          <w:lang w:val="ru-RU"/>
        </w:rPr>
        <w:t>газодинамические параметры</w:t>
      </w:r>
      <w:r w:rsidR="00554904">
        <w:rPr>
          <w:lang w:val="ru-RU"/>
        </w:rPr>
        <w:t>.</w:t>
      </w:r>
    </w:p>
    <w:p w:rsidR="00616982" w:rsidRDefault="00616982" w:rsidP="00616982">
      <w:pPr>
        <w:spacing w:line="276" w:lineRule="auto"/>
        <w:rPr>
          <w:lang w:val="ru-RU"/>
        </w:rPr>
      </w:pPr>
      <w:r>
        <w:rPr>
          <w:lang w:val="ru-RU"/>
        </w:rPr>
        <w:t>Сравнение с экспериментом даёт качественно похожую картину</w:t>
      </w:r>
      <w:r w:rsidR="00554904">
        <w:rPr>
          <w:lang w:val="ru-RU"/>
        </w:rPr>
        <w:t>.</w:t>
      </w:r>
    </w:p>
    <w:p w:rsidR="003B0605" w:rsidRPr="00616982" w:rsidRDefault="003B0605" w:rsidP="00616982">
      <w:pPr>
        <w:spacing w:line="276" w:lineRule="auto"/>
        <w:rPr>
          <w:lang w:val="ru-RU"/>
        </w:rPr>
      </w:pPr>
      <w:r>
        <w:rPr>
          <w:lang w:val="ru-RU"/>
        </w:rPr>
        <w:t>В дальнейшем расчетная модель может быть доработана путем включения горячей геометрии и учета нестационарных эффектов.</w:t>
      </w:r>
    </w:p>
    <w:p w:rsidR="00FA6C1B" w:rsidRPr="00734D79" w:rsidRDefault="00FA6C1B" w:rsidP="00C16D73">
      <w:pPr>
        <w:pStyle w:val="2"/>
        <w:spacing w:line="276" w:lineRule="auto"/>
        <w:rPr>
          <w:lang w:val="ru-RU"/>
        </w:rPr>
      </w:pPr>
      <w:r w:rsidRPr="00734D79">
        <w:rPr>
          <w:lang w:val="ru-RU"/>
        </w:rPr>
        <w:t>Список использованных источников</w:t>
      </w:r>
    </w:p>
    <w:p w:rsidR="004E3E43" w:rsidRDefault="004E3E43" w:rsidP="004E3E43">
      <w:pPr>
        <w:pStyle w:val="ab"/>
        <w:numPr>
          <w:ilvl w:val="0"/>
          <w:numId w:val="15"/>
        </w:numPr>
        <w:spacing w:line="276" w:lineRule="auto"/>
        <w:rPr>
          <w:lang w:val="ru-RU"/>
        </w:rPr>
      </w:pPr>
      <w:proofErr w:type="spellStart"/>
      <w:r>
        <w:rPr>
          <w:lang w:val="ru-RU"/>
        </w:rPr>
        <w:t>Кампсти</w:t>
      </w:r>
      <w:proofErr w:type="spellEnd"/>
      <w:r>
        <w:rPr>
          <w:lang w:val="ru-RU"/>
        </w:rPr>
        <w:t xml:space="preserve">, Н. Аэродинамика компрессоров Текст. / Н. </w:t>
      </w:r>
      <w:proofErr w:type="spellStart"/>
      <w:proofErr w:type="gramStart"/>
      <w:r>
        <w:rPr>
          <w:lang w:val="ru-RU"/>
        </w:rPr>
        <w:t>Кампсти</w:t>
      </w:r>
      <w:proofErr w:type="spellEnd"/>
      <w:r>
        <w:rPr>
          <w:lang w:val="ru-RU"/>
        </w:rPr>
        <w:t>.-</w:t>
      </w:r>
      <w:proofErr w:type="gramEnd"/>
      <w:r>
        <w:rPr>
          <w:lang w:val="ru-RU"/>
        </w:rPr>
        <w:t xml:space="preserve"> М.: Мир, перевод под ред. Ф. Ш. </w:t>
      </w:r>
      <w:proofErr w:type="spellStart"/>
      <w:r>
        <w:rPr>
          <w:lang w:val="ru-RU"/>
        </w:rPr>
        <w:t>Гельмедова</w:t>
      </w:r>
      <w:proofErr w:type="spellEnd"/>
      <w:r>
        <w:rPr>
          <w:lang w:val="ru-RU"/>
        </w:rPr>
        <w:t>, 2000.</w:t>
      </w:r>
    </w:p>
    <w:p w:rsidR="004E3E43" w:rsidRDefault="004E3E43" w:rsidP="004E3E43">
      <w:pPr>
        <w:pStyle w:val="ab"/>
        <w:numPr>
          <w:ilvl w:val="0"/>
          <w:numId w:val="15"/>
        </w:numPr>
      </w:pPr>
      <w:proofErr w:type="spellStart"/>
      <w:r>
        <w:t>Japikse</w:t>
      </w:r>
      <w:proofErr w:type="spellEnd"/>
      <w:r>
        <w:t xml:space="preserve"> D. Nicholas C. Baines "Introduction to Turbomachinery", Concepts ETI, Inc., 1997</w:t>
      </w:r>
    </w:p>
    <w:p w:rsidR="004E3E43" w:rsidRDefault="004E3E43" w:rsidP="004E3E43">
      <w:pPr>
        <w:numPr>
          <w:ilvl w:val="0"/>
          <w:numId w:val="15"/>
        </w:numPr>
        <w:spacing w:before="20" w:after="20" w:line="276" w:lineRule="auto"/>
      </w:pPr>
      <w:r>
        <w:t xml:space="preserve">C. Hirsch, Numerical Computation of Internal &amp; External Flows: the Fundamentals of </w:t>
      </w:r>
      <w:proofErr w:type="spellStart"/>
      <w:r>
        <w:t>Computa-tional</w:t>
      </w:r>
      <w:proofErr w:type="spellEnd"/>
      <w:r>
        <w:t xml:space="preserve"> Fluid Dynamics, 2nd ed. Butterworth-Heinemann (Elsevier), 2007.</w:t>
      </w:r>
    </w:p>
    <w:p w:rsidR="004E3E43" w:rsidRPr="005F4211" w:rsidRDefault="004E3E43" w:rsidP="004E3E43">
      <w:pPr>
        <w:adjustRightInd w:val="0"/>
        <w:snapToGrid w:val="0"/>
        <w:spacing w:before="40" w:after="360" w:line="259" w:lineRule="auto"/>
        <w:ind w:left="340" w:firstLine="0"/>
        <w:rPr>
          <w:rFonts w:eastAsia="&amp;quot"/>
          <w:iCs/>
          <w:color w:val="000000"/>
          <w:szCs w:val="28"/>
        </w:rPr>
      </w:pPr>
    </w:p>
    <w:p w:rsidR="004334E6" w:rsidRPr="0062231A" w:rsidRDefault="004334E6" w:rsidP="0062231A">
      <w:pPr>
        <w:spacing w:before="20" w:after="20" w:line="276" w:lineRule="auto"/>
        <w:ind w:left="709" w:firstLine="0"/>
        <w:rPr>
          <w:lang w:val="ru-RU"/>
        </w:rPr>
      </w:pPr>
    </w:p>
    <w:sectPr w:rsidR="004334E6" w:rsidRPr="0062231A" w:rsidSect="000C2380">
      <w:headerReference w:type="default" r:id="rId18"/>
      <w:footerReference w:type="default" r:id="rId19"/>
      <w:type w:val="continuous"/>
      <w:pgSz w:w="11907" w:h="16840" w:code="9"/>
      <w:pgMar w:top="1276" w:right="992" w:bottom="1247" w:left="992" w:header="425" w:footer="694" w:gutter="0"/>
      <w:cols w:num="2" w:space="567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944" w:rsidRDefault="00050944">
      <w:r>
        <w:separator/>
      </w:r>
    </w:p>
  </w:endnote>
  <w:endnote w:type="continuationSeparator" w:id="0">
    <w:p w:rsidR="00050944" w:rsidRDefault="0005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&amp;quot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137" w:rsidRDefault="00354137">
    <w:pPr>
      <w:ind w:right="-1" w:firstLine="360"/>
      <w:jc w:val="right"/>
      <w:rPr>
        <w:color w:val="0000FF"/>
      </w:rPr>
    </w:pPr>
    <w:r>
      <w:rPr>
        <w:b/>
        <w:color w:val="0000FF"/>
      </w:rPr>
      <w:fldChar w:fldCharType="begin"/>
    </w:r>
    <w:r>
      <w:rPr>
        <w:b/>
        <w:color w:val="0000FF"/>
      </w:rPr>
      <w:instrText xml:space="preserve">PAGE  </w:instrText>
    </w:r>
    <w:r>
      <w:rPr>
        <w:b/>
        <w:color w:val="0000FF"/>
      </w:rPr>
      <w:fldChar w:fldCharType="separate"/>
    </w:r>
    <w:r w:rsidR="00E954E7">
      <w:rPr>
        <w:b/>
        <w:noProof/>
        <w:color w:val="0000FF"/>
      </w:rPr>
      <w:t>4</w:t>
    </w:r>
    <w:r>
      <w:rPr>
        <w:b/>
        <w:color w:val="0000F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4528274"/>
      <w:docPartObj>
        <w:docPartGallery w:val="Page Numbers (Bottom of Page)"/>
        <w:docPartUnique/>
      </w:docPartObj>
    </w:sdtPr>
    <w:sdtEndPr/>
    <w:sdtContent>
      <w:p w:rsidR="000C2380" w:rsidRDefault="000C238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DA1" w:rsidRPr="005D3DA1">
          <w:rPr>
            <w:noProof/>
            <w:lang w:val="ru-RU"/>
          </w:rPr>
          <w:t>2</w:t>
        </w:r>
        <w:r>
          <w:fldChar w:fldCharType="end"/>
        </w:r>
      </w:p>
    </w:sdtContent>
  </w:sdt>
  <w:p w:rsidR="00354137" w:rsidRPr="000C2380" w:rsidRDefault="00354137" w:rsidP="000C23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944" w:rsidRDefault="00050944">
      <w:r>
        <w:separator/>
      </w:r>
    </w:p>
  </w:footnote>
  <w:footnote w:type="continuationSeparator" w:id="0">
    <w:p w:rsidR="00050944" w:rsidRDefault="00050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E2E" w:rsidRPr="004B2E2E" w:rsidRDefault="004B2E2E" w:rsidP="004B2E2E">
    <w:pPr>
      <w:jc w:val="right"/>
      <w:rPr>
        <w:lang w:val="ru-RU"/>
      </w:rPr>
    </w:pPr>
    <w:r w:rsidRPr="004B2E2E">
      <w:rPr>
        <w:lang w:val="ru-RU"/>
      </w:rPr>
      <w:t xml:space="preserve">Всероссийская научно-техническая конференция молодых ученых и специалистов </w:t>
    </w:r>
  </w:p>
  <w:p w:rsidR="00354137" w:rsidRPr="004B2E2E" w:rsidRDefault="004B2E2E" w:rsidP="004B2E2E">
    <w:pPr>
      <w:jc w:val="right"/>
      <w:rPr>
        <w:lang w:val="ru-RU"/>
      </w:rPr>
    </w:pPr>
    <w:r w:rsidRPr="004B2E2E">
      <w:rPr>
        <w:lang w:val="ru-RU"/>
      </w:rPr>
      <w:t xml:space="preserve">«Авиационные </w:t>
    </w:r>
    <w:r w:rsidRPr="004B2E2E">
      <w:rPr>
        <w:color w:val="000000" w:themeColor="text1"/>
        <w:lang w:val="ru-RU"/>
      </w:rPr>
      <w:t>двигатели</w:t>
    </w:r>
    <w:r w:rsidRPr="004B2E2E">
      <w:rPr>
        <w:lang w:val="ru-RU"/>
      </w:rPr>
      <w:t xml:space="preserve"> и силовые установки», </w:t>
    </w:r>
    <w:r w:rsidR="00FA6C1B">
      <w:rPr>
        <w:lang w:val="ru-RU"/>
      </w:rPr>
      <w:t xml:space="preserve">Москва, </w:t>
    </w:r>
    <w:r w:rsidRPr="004B2E2E">
      <w:rPr>
        <w:lang w:val="ru-RU"/>
      </w:rPr>
      <w:t>28-30 мая 2019 г.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4E7" w:rsidRPr="004B2E2E" w:rsidRDefault="00E954E7" w:rsidP="00E954E7">
    <w:pPr>
      <w:jc w:val="right"/>
      <w:rPr>
        <w:lang w:val="ru-RU"/>
      </w:rPr>
    </w:pPr>
    <w:r w:rsidRPr="004B2E2E">
      <w:rPr>
        <w:lang w:val="ru-RU"/>
      </w:rPr>
      <w:t xml:space="preserve">Всероссийская научно-техническая конференция молодых ученых и специалистов </w:t>
    </w:r>
  </w:p>
  <w:p w:rsidR="00E954E7" w:rsidRPr="004B2E2E" w:rsidRDefault="00E954E7" w:rsidP="00E954E7">
    <w:pPr>
      <w:jc w:val="right"/>
      <w:rPr>
        <w:lang w:val="ru-RU"/>
      </w:rPr>
    </w:pPr>
    <w:r w:rsidRPr="004B2E2E">
      <w:rPr>
        <w:lang w:val="ru-RU"/>
      </w:rPr>
      <w:t xml:space="preserve">«Авиационные </w:t>
    </w:r>
    <w:r w:rsidRPr="004B2E2E">
      <w:rPr>
        <w:color w:val="000000" w:themeColor="text1"/>
        <w:lang w:val="ru-RU"/>
      </w:rPr>
      <w:t>двигатели</w:t>
    </w:r>
    <w:r w:rsidRPr="004B2E2E">
      <w:rPr>
        <w:lang w:val="ru-RU"/>
      </w:rPr>
      <w:t xml:space="preserve"> и силовые установки», 28-30 мая 2019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32B095B"/>
    <w:multiLevelType w:val="singleLevel"/>
    <w:tmpl w:val="E32B095B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03C55C3B"/>
    <w:multiLevelType w:val="hybridMultilevel"/>
    <w:tmpl w:val="FF0ACB9A"/>
    <w:lvl w:ilvl="0" w:tplc="ED3A69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1097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6874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1E7C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6C21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C6A2D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58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14C8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5207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E1243"/>
    <w:multiLevelType w:val="hybridMultilevel"/>
    <w:tmpl w:val="A904AE78"/>
    <w:lvl w:ilvl="0" w:tplc="199CFE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785D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01E76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9650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AC10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7C4B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D83C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50FE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15CAF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837C7"/>
    <w:multiLevelType w:val="hybridMultilevel"/>
    <w:tmpl w:val="38322A42"/>
    <w:lvl w:ilvl="0" w:tplc="BA3C19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CBE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C03F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05B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D83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1E0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1ADD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7E4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AEA7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A8D76"/>
    <w:multiLevelType w:val="singleLevel"/>
    <w:tmpl w:val="35BA8D76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5" w15:restartNumberingAfterBreak="0">
    <w:nsid w:val="3B8231CD"/>
    <w:multiLevelType w:val="hybridMultilevel"/>
    <w:tmpl w:val="A126DC4C"/>
    <w:lvl w:ilvl="0" w:tplc="B038C6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D46C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04BD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D6BD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384D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B847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8E5D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1E6B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382A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51AC7"/>
    <w:multiLevelType w:val="hybridMultilevel"/>
    <w:tmpl w:val="ED9AE5D0"/>
    <w:lvl w:ilvl="0" w:tplc="0936C09E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E05492FC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6EE238F6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959AC7B8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5F8A8FF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2A38F4FE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431012CA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23F6E692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1B0A830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34328EE"/>
    <w:multiLevelType w:val="multilevel"/>
    <w:tmpl w:val="E43C6FC8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D92780E"/>
    <w:multiLevelType w:val="hybridMultilevel"/>
    <w:tmpl w:val="FEFA7886"/>
    <w:lvl w:ilvl="0" w:tplc="8D904A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7A870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32A76A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80B90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3ACA1C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ADE20A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A92DD4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B1255D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9EC562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3B7B6D"/>
    <w:multiLevelType w:val="hybridMultilevel"/>
    <w:tmpl w:val="CC28BBC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 w15:restartNumberingAfterBreak="0">
    <w:nsid w:val="6C6B2635"/>
    <w:multiLevelType w:val="hybridMultilevel"/>
    <w:tmpl w:val="136424BA"/>
    <w:lvl w:ilvl="0" w:tplc="5A40AA48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182A8CAC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2A9CEC3A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F5AA12F6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C38C75EA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1F6CFDEA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8D3EFA10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E69C8F46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1514F1D6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713262F6"/>
    <w:multiLevelType w:val="hybridMultilevel"/>
    <w:tmpl w:val="9132C8A4"/>
    <w:lvl w:ilvl="0" w:tplc="60A89F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6A4A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CF668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22C2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34D5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068AB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FC2B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B272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A4CDB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AA66DD"/>
    <w:multiLevelType w:val="singleLevel"/>
    <w:tmpl w:val="CD8C19AE"/>
    <w:lvl w:ilvl="0">
      <w:start w:val="1"/>
      <w:numFmt w:val="decimal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3" w15:restartNumberingAfterBreak="0">
    <w:nsid w:val="7B485C42"/>
    <w:multiLevelType w:val="hybridMultilevel"/>
    <w:tmpl w:val="55ECCB5A"/>
    <w:lvl w:ilvl="0" w:tplc="70946A1E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9A96E66E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88E68198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C48DEE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58984418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C6C05340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349A7BE2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1B888F82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158D604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13"/>
  </w:num>
  <w:num w:numId="5">
    <w:abstractNumId w:val="3"/>
  </w:num>
  <w:num w:numId="6">
    <w:abstractNumId w:val="5"/>
  </w:num>
  <w:num w:numId="7">
    <w:abstractNumId w:val="10"/>
  </w:num>
  <w:num w:numId="8">
    <w:abstractNumId w:val="1"/>
  </w:num>
  <w:num w:numId="9">
    <w:abstractNumId w:val="6"/>
  </w:num>
  <w:num w:numId="10">
    <w:abstractNumId w:val="2"/>
  </w:num>
  <w:num w:numId="11">
    <w:abstractNumId w:val="8"/>
  </w:num>
  <w:num w:numId="12">
    <w:abstractNumId w:val="4"/>
  </w:num>
  <w:num w:numId="13">
    <w:abstractNumId w:val="0"/>
  </w:num>
  <w:num w:numId="14">
    <w:abstractNumId w:val="9"/>
  </w:num>
  <w:num w:numId="15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dbdbff,#e3e3ff,#e5e5f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A0A"/>
    <w:rsid w:val="00006D1D"/>
    <w:rsid w:val="00017F0B"/>
    <w:rsid w:val="0002497D"/>
    <w:rsid w:val="000313CD"/>
    <w:rsid w:val="00040E86"/>
    <w:rsid w:val="00044FC4"/>
    <w:rsid w:val="00050944"/>
    <w:rsid w:val="000566AB"/>
    <w:rsid w:val="00056767"/>
    <w:rsid w:val="00057D98"/>
    <w:rsid w:val="00076BC7"/>
    <w:rsid w:val="000A3D82"/>
    <w:rsid w:val="000A7742"/>
    <w:rsid w:val="000C0356"/>
    <w:rsid w:val="000C05C4"/>
    <w:rsid w:val="000C2380"/>
    <w:rsid w:val="000C45AD"/>
    <w:rsid w:val="000E11FD"/>
    <w:rsid w:val="00103F37"/>
    <w:rsid w:val="0011292F"/>
    <w:rsid w:val="00140FB8"/>
    <w:rsid w:val="0014525A"/>
    <w:rsid w:val="00151B75"/>
    <w:rsid w:val="001531C7"/>
    <w:rsid w:val="00153FC5"/>
    <w:rsid w:val="00165A4B"/>
    <w:rsid w:val="0016714D"/>
    <w:rsid w:val="00180F2E"/>
    <w:rsid w:val="00181AC0"/>
    <w:rsid w:val="00190CA0"/>
    <w:rsid w:val="001A3853"/>
    <w:rsid w:val="001C7449"/>
    <w:rsid w:val="001F221F"/>
    <w:rsid w:val="0020691C"/>
    <w:rsid w:val="00212622"/>
    <w:rsid w:val="00212CCE"/>
    <w:rsid w:val="00215C99"/>
    <w:rsid w:val="00220ABB"/>
    <w:rsid w:val="00224713"/>
    <w:rsid w:val="00231FBF"/>
    <w:rsid w:val="002378B0"/>
    <w:rsid w:val="00247760"/>
    <w:rsid w:val="002516C6"/>
    <w:rsid w:val="0026170B"/>
    <w:rsid w:val="00281653"/>
    <w:rsid w:val="002857BA"/>
    <w:rsid w:val="00285C67"/>
    <w:rsid w:val="00293BC2"/>
    <w:rsid w:val="002A192E"/>
    <w:rsid w:val="002A2796"/>
    <w:rsid w:val="002D3946"/>
    <w:rsid w:val="002D43B2"/>
    <w:rsid w:val="002D5EC5"/>
    <w:rsid w:val="002E2901"/>
    <w:rsid w:val="002E40B8"/>
    <w:rsid w:val="002E7950"/>
    <w:rsid w:val="002F6D83"/>
    <w:rsid w:val="00301D45"/>
    <w:rsid w:val="003045B8"/>
    <w:rsid w:val="00304ABD"/>
    <w:rsid w:val="00310706"/>
    <w:rsid w:val="00315A6D"/>
    <w:rsid w:val="00316026"/>
    <w:rsid w:val="003211A6"/>
    <w:rsid w:val="003379EE"/>
    <w:rsid w:val="00341799"/>
    <w:rsid w:val="003479DD"/>
    <w:rsid w:val="00354137"/>
    <w:rsid w:val="003656EE"/>
    <w:rsid w:val="00374DEB"/>
    <w:rsid w:val="00376373"/>
    <w:rsid w:val="00393752"/>
    <w:rsid w:val="003A643C"/>
    <w:rsid w:val="003B0605"/>
    <w:rsid w:val="003C105A"/>
    <w:rsid w:val="003D0286"/>
    <w:rsid w:val="003D07A8"/>
    <w:rsid w:val="003D72D3"/>
    <w:rsid w:val="003D7CE5"/>
    <w:rsid w:val="003F08EF"/>
    <w:rsid w:val="003F692A"/>
    <w:rsid w:val="00400C33"/>
    <w:rsid w:val="0040518D"/>
    <w:rsid w:val="004067FA"/>
    <w:rsid w:val="004150AA"/>
    <w:rsid w:val="00417A5E"/>
    <w:rsid w:val="00417DEF"/>
    <w:rsid w:val="004236DC"/>
    <w:rsid w:val="00423BC2"/>
    <w:rsid w:val="004334E6"/>
    <w:rsid w:val="004367E4"/>
    <w:rsid w:val="00437C00"/>
    <w:rsid w:val="00437F58"/>
    <w:rsid w:val="004547B9"/>
    <w:rsid w:val="004577C4"/>
    <w:rsid w:val="00473770"/>
    <w:rsid w:val="00476218"/>
    <w:rsid w:val="0047727A"/>
    <w:rsid w:val="004A582F"/>
    <w:rsid w:val="004A7A23"/>
    <w:rsid w:val="004B173C"/>
    <w:rsid w:val="004B1D94"/>
    <w:rsid w:val="004B2E2E"/>
    <w:rsid w:val="004B732C"/>
    <w:rsid w:val="004C5153"/>
    <w:rsid w:val="004D2554"/>
    <w:rsid w:val="004D735E"/>
    <w:rsid w:val="004E3E43"/>
    <w:rsid w:val="004F149D"/>
    <w:rsid w:val="004F6DC2"/>
    <w:rsid w:val="00502B9F"/>
    <w:rsid w:val="00515588"/>
    <w:rsid w:val="00517C03"/>
    <w:rsid w:val="005318E5"/>
    <w:rsid w:val="005326E1"/>
    <w:rsid w:val="005374D0"/>
    <w:rsid w:val="00537E2C"/>
    <w:rsid w:val="005461E6"/>
    <w:rsid w:val="00546EB0"/>
    <w:rsid w:val="0055314D"/>
    <w:rsid w:val="005544EB"/>
    <w:rsid w:val="00554904"/>
    <w:rsid w:val="00571388"/>
    <w:rsid w:val="0057746B"/>
    <w:rsid w:val="00583BE2"/>
    <w:rsid w:val="005972F8"/>
    <w:rsid w:val="005A4FDE"/>
    <w:rsid w:val="005B41EF"/>
    <w:rsid w:val="005C3867"/>
    <w:rsid w:val="005D3DA1"/>
    <w:rsid w:val="005E3AB4"/>
    <w:rsid w:val="005F4211"/>
    <w:rsid w:val="005F7038"/>
    <w:rsid w:val="0061086A"/>
    <w:rsid w:val="00616982"/>
    <w:rsid w:val="00620FDD"/>
    <w:rsid w:val="0062231A"/>
    <w:rsid w:val="00630F5C"/>
    <w:rsid w:val="00633A4D"/>
    <w:rsid w:val="00642BDF"/>
    <w:rsid w:val="006445B9"/>
    <w:rsid w:val="0066721F"/>
    <w:rsid w:val="00670758"/>
    <w:rsid w:val="00692C2A"/>
    <w:rsid w:val="0069483D"/>
    <w:rsid w:val="00694B0B"/>
    <w:rsid w:val="006A4F97"/>
    <w:rsid w:val="006A5339"/>
    <w:rsid w:val="006A6DDD"/>
    <w:rsid w:val="006C72EB"/>
    <w:rsid w:val="006D0968"/>
    <w:rsid w:val="006E5C9D"/>
    <w:rsid w:val="006F0E78"/>
    <w:rsid w:val="006F2C71"/>
    <w:rsid w:val="006F5AE0"/>
    <w:rsid w:val="007015E2"/>
    <w:rsid w:val="007030CA"/>
    <w:rsid w:val="00706AEF"/>
    <w:rsid w:val="00707F0E"/>
    <w:rsid w:val="00715B98"/>
    <w:rsid w:val="00715F22"/>
    <w:rsid w:val="00734C45"/>
    <w:rsid w:val="00734D79"/>
    <w:rsid w:val="0075545B"/>
    <w:rsid w:val="0076065B"/>
    <w:rsid w:val="0076141C"/>
    <w:rsid w:val="00766559"/>
    <w:rsid w:val="00772A01"/>
    <w:rsid w:val="007739BA"/>
    <w:rsid w:val="007770A7"/>
    <w:rsid w:val="007808C3"/>
    <w:rsid w:val="00782BE7"/>
    <w:rsid w:val="00787827"/>
    <w:rsid w:val="007B08F2"/>
    <w:rsid w:val="007B253A"/>
    <w:rsid w:val="007B6EC7"/>
    <w:rsid w:val="007D1A35"/>
    <w:rsid w:val="007D3C05"/>
    <w:rsid w:val="007D48BA"/>
    <w:rsid w:val="007E20BF"/>
    <w:rsid w:val="007E2538"/>
    <w:rsid w:val="007E519F"/>
    <w:rsid w:val="007E5ABF"/>
    <w:rsid w:val="008123B6"/>
    <w:rsid w:val="0081639D"/>
    <w:rsid w:val="00827AF1"/>
    <w:rsid w:val="008452A2"/>
    <w:rsid w:val="00851B35"/>
    <w:rsid w:val="008538CB"/>
    <w:rsid w:val="008654B6"/>
    <w:rsid w:val="008730A8"/>
    <w:rsid w:val="00895B4A"/>
    <w:rsid w:val="008A1E33"/>
    <w:rsid w:val="008D3130"/>
    <w:rsid w:val="008E27D5"/>
    <w:rsid w:val="008E3DE3"/>
    <w:rsid w:val="008F31E6"/>
    <w:rsid w:val="008F7585"/>
    <w:rsid w:val="00904500"/>
    <w:rsid w:val="009152CC"/>
    <w:rsid w:val="00923373"/>
    <w:rsid w:val="009306E7"/>
    <w:rsid w:val="009443CF"/>
    <w:rsid w:val="0094593A"/>
    <w:rsid w:val="00945E3F"/>
    <w:rsid w:val="00954540"/>
    <w:rsid w:val="00954E78"/>
    <w:rsid w:val="009555C3"/>
    <w:rsid w:val="00964104"/>
    <w:rsid w:val="00967953"/>
    <w:rsid w:val="009701AE"/>
    <w:rsid w:val="00971076"/>
    <w:rsid w:val="009B0AFB"/>
    <w:rsid w:val="009B69E3"/>
    <w:rsid w:val="009B73DC"/>
    <w:rsid w:val="009C0DE2"/>
    <w:rsid w:val="009C2DD7"/>
    <w:rsid w:val="009C3E57"/>
    <w:rsid w:val="009C668C"/>
    <w:rsid w:val="009D6B8A"/>
    <w:rsid w:val="009D7468"/>
    <w:rsid w:val="009E3274"/>
    <w:rsid w:val="009E4612"/>
    <w:rsid w:val="009F4AE5"/>
    <w:rsid w:val="009F4BD8"/>
    <w:rsid w:val="00A0024D"/>
    <w:rsid w:val="00A0418F"/>
    <w:rsid w:val="00A0763A"/>
    <w:rsid w:val="00A1332D"/>
    <w:rsid w:val="00A1635D"/>
    <w:rsid w:val="00A20E05"/>
    <w:rsid w:val="00A24226"/>
    <w:rsid w:val="00A263C8"/>
    <w:rsid w:val="00A40073"/>
    <w:rsid w:val="00A40B08"/>
    <w:rsid w:val="00A60078"/>
    <w:rsid w:val="00A657A2"/>
    <w:rsid w:val="00A748F9"/>
    <w:rsid w:val="00A76DDC"/>
    <w:rsid w:val="00A86FC2"/>
    <w:rsid w:val="00A9660F"/>
    <w:rsid w:val="00AA1B65"/>
    <w:rsid w:val="00AB1B1A"/>
    <w:rsid w:val="00AB60CF"/>
    <w:rsid w:val="00AF0307"/>
    <w:rsid w:val="00AF3A7D"/>
    <w:rsid w:val="00AF7CCE"/>
    <w:rsid w:val="00B063A4"/>
    <w:rsid w:val="00B15C62"/>
    <w:rsid w:val="00B204AB"/>
    <w:rsid w:val="00B20B3E"/>
    <w:rsid w:val="00B21AC6"/>
    <w:rsid w:val="00B6558C"/>
    <w:rsid w:val="00B7123C"/>
    <w:rsid w:val="00B715EA"/>
    <w:rsid w:val="00B75250"/>
    <w:rsid w:val="00B8285F"/>
    <w:rsid w:val="00B91BBA"/>
    <w:rsid w:val="00BD1367"/>
    <w:rsid w:val="00BE0808"/>
    <w:rsid w:val="00BF23DA"/>
    <w:rsid w:val="00C000F0"/>
    <w:rsid w:val="00C05D1B"/>
    <w:rsid w:val="00C11D69"/>
    <w:rsid w:val="00C155F3"/>
    <w:rsid w:val="00C16D73"/>
    <w:rsid w:val="00C17253"/>
    <w:rsid w:val="00C36A0A"/>
    <w:rsid w:val="00C5154C"/>
    <w:rsid w:val="00C515D3"/>
    <w:rsid w:val="00C77BF4"/>
    <w:rsid w:val="00C97483"/>
    <w:rsid w:val="00C97D2F"/>
    <w:rsid w:val="00CA53D0"/>
    <w:rsid w:val="00CC0CD8"/>
    <w:rsid w:val="00CD0044"/>
    <w:rsid w:val="00CD5BA5"/>
    <w:rsid w:val="00CE55BF"/>
    <w:rsid w:val="00CF18F7"/>
    <w:rsid w:val="00CF5F66"/>
    <w:rsid w:val="00D11745"/>
    <w:rsid w:val="00D17BA4"/>
    <w:rsid w:val="00D50252"/>
    <w:rsid w:val="00D52759"/>
    <w:rsid w:val="00D56F23"/>
    <w:rsid w:val="00D624A4"/>
    <w:rsid w:val="00D63DE3"/>
    <w:rsid w:val="00D87AAD"/>
    <w:rsid w:val="00D93DE2"/>
    <w:rsid w:val="00D9726D"/>
    <w:rsid w:val="00DA0F16"/>
    <w:rsid w:val="00DA6E60"/>
    <w:rsid w:val="00DA745A"/>
    <w:rsid w:val="00DC52F8"/>
    <w:rsid w:val="00DC5AC5"/>
    <w:rsid w:val="00DD160F"/>
    <w:rsid w:val="00DE2B31"/>
    <w:rsid w:val="00DF051C"/>
    <w:rsid w:val="00E00239"/>
    <w:rsid w:val="00E146A9"/>
    <w:rsid w:val="00E37A9C"/>
    <w:rsid w:val="00E6116F"/>
    <w:rsid w:val="00E6354B"/>
    <w:rsid w:val="00E65B59"/>
    <w:rsid w:val="00E72A42"/>
    <w:rsid w:val="00E75F58"/>
    <w:rsid w:val="00E84636"/>
    <w:rsid w:val="00E9278A"/>
    <w:rsid w:val="00E93F80"/>
    <w:rsid w:val="00E954E7"/>
    <w:rsid w:val="00E95E0C"/>
    <w:rsid w:val="00EB017F"/>
    <w:rsid w:val="00EB7973"/>
    <w:rsid w:val="00EB7CBF"/>
    <w:rsid w:val="00ED65FF"/>
    <w:rsid w:val="00ED6F90"/>
    <w:rsid w:val="00EE663B"/>
    <w:rsid w:val="00EE7E45"/>
    <w:rsid w:val="00EF2C8A"/>
    <w:rsid w:val="00F0057C"/>
    <w:rsid w:val="00F073F1"/>
    <w:rsid w:val="00F1034D"/>
    <w:rsid w:val="00F122B5"/>
    <w:rsid w:val="00F2161B"/>
    <w:rsid w:val="00F5113B"/>
    <w:rsid w:val="00F540D1"/>
    <w:rsid w:val="00F6146F"/>
    <w:rsid w:val="00F63D9C"/>
    <w:rsid w:val="00F71BFC"/>
    <w:rsid w:val="00F7687F"/>
    <w:rsid w:val="00F80DAE"/>
    <w:rsid w:val="00F85307"/>
    <w:rsid w:val="00F97797"/>
    <w:rsid w:val="00FA6471"/>
    <w:rsid w:val="00FA6C1B"/>
    <w:rsid w:val="00FB0FD0"/>
    <w:rsid w:val="00FB419F"/>
    <w:rsid w:val="00FB4D6A"/>
    <w:rsid w:val="00FB58AB"/>
    <w:rsid w:val="00FB5C90"/>
    <w:rsid w:val="00FD0B51"/>
    <w:rsid w:val="00FD0E41"/>
    <w:rsid w:val="00FE64CD"/>
    <w:rsid w:val="00FE7CB5"/>
    <w:rsid w:val="00FF037F"/>
    <w:rsid w:val="00FF1D6C"/>
    <w:rsid w:val="00FF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bdbff,#e3e3ff,#e5e5ff"/>
    </o:shapedefaults>
    <o:shapelayout v:ext="edit">
      <o:idmap v:ext="edit" data="1"/>
    </o:shapelayout>
  </w:shapeDefaults>
  <w:decimalSymbol w:val="."/>
  <w:listSeparator w:val=";"/>
  <w14:docId w14:val="61B7A93E"/>
  <w15:chartTrackingRefBased/>
  <w15:docId w15:val="{B6C5FD01-303C-46C0-9FE0-2456BDF06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BE7"/>
    <w:pPr>
      <w:ind w:firstLine="425"/>
      <w:jc w:val="both"/>
    </w:pPr>
    <w:rPr>
      <w:lang w:val="en-US" w:eastAsia="en-US"/>
    </w:rPr>
  </w:style>
  <w:style w:type="paragraph" w:styleId="1">
    <w:name w:val="heading 1"/>
    <w:aliases w:val="Заголовок тезисов"/>
    <w:basedOn w:val="a"/>
    <w:next w:val="a"/>
    <w:qFormat/>
    <w:rsid w:val="00E954E7"/>
    <w:pPr>
      <w:keepNext/>
      <w:spacing w:before="240" w:after="6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rsid w:val="00FA6C1B"/>
    <w:pPr>
      <w:keepNext/>
      <w:spacing w:before="240" w:after="60"/>
      <w:ind w:firstLine="0"/>
      <w:outlineLvl w:val="1"/>
    </w:pPr>
    <w:rPr>
      <w:b/>
    </w:rPr>
  </w:style>
  <w:style w:type="paragraph" w:styleId="3">
    <w:name w:val="heading 3"/>
    <w:aliases w:val="Раздел"/>
    <w:basedOn w:val="a"/>
    <w:next w:val="a"/>
    <w:qFormat/>
    <w:pPr>
      <w:keepNext/>
      <w:spacing w:before="240" w:after="60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jc w:val="right"/>
    </w:pPr>
    <w:rPr>
      <w:color w:val="0000FF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customStyle="1" w:styleId="paraheader">
    <w:name w:val="para header"/>
    <w:basedOn w:val="a"/>
    <w:pPr>
      <w:spacing w:before="340" w:after="120"/>
    </w:pPr>
    <w:rPr>
      <w:b/>
      <w:color w:val="0000FF"/>
    </w:rPr>
  </w:style>
  <w:style w:type="paragraph" w:styleId="a7">
    <w:name w:val="caption"/>
    <w:basedOn w:val="a"/>
    <w:next w:val="a"/>
    <w:qFormat/>
    <w:pPr>
      <w:spacing w:before="120" w:after="120"/>
    </w:pPr>
    <w:rPr>
      <w:b/>
    </w:rPr>
  </w:style>
  <w:style w:type="paragraph" w:customStyle="1" w:styleId="equation">
    <w:name w:val="equation"/>
    <w:basedOn w:val="a"/>
    <w:pPr>
      <w:spacing w:before="142" w:after="142"/>
    </w:pPr>
  </w:style>
  <w:style w:type="paragraph" w:customStyle="1" w:styleId="Abstractfirstpara">
    <w:name w:val="Abstract first para"/>
    <w:basedOn w:val="a"/>
    <w:rPr>
      <w:i/>
    </w:rPr>
  </w:style>
  <w:style w:type="paragraph" w:customStyle="1" w:styleId="Abstractpara">
    <w:name w:val="Abstract para"/>
    <w:basedOn w:val="a"/>
    <w:pPr>
      <w:ind w:firstLine="480"/>
    </w:pPr>
    <w:rPr>
      <w:i/>
    </w:rPr>
  </w:style>
  <w:style w:type="paragraph" w:customStyle="1" w:styleId="Abstractheader">
    <w:name w:val="Abstract header"/>
    <w:basedOn w:val="paraheader"/>
    <w:pPr>
      <w:spacing w:before="0"/>
    </w:pPr>
  </w:style>
  <w:style w:type="paragraph" w:customStyle="1" w:styleId="parasubhead1">
    <w:name w:val="para sub head1"/>
    <w:basedOn w:val="a"/>
    <w:pPr>
      <w:spacing w:before="227"/>
    </w:pPr>
    <w:rPr>
      <w:b/>
      <w:color w:val="0000FF"/>
    </w:rPr>
  </w:style>
  <w:style w:type="paragraph" w:customStyle="1" w:styleId="references">
    <w:name w:val="references"/>
    <w:basedOn w:val="equation"/>
    <w:pPr>
      <w:spacing w:before="20" w:after="20"/>
      <w:ind w:left="357" w:hanging="357"/>
    </w:pPr>
  </w:style>
  <w:style w:type="paragraph" w:customStyle="1" w:styleId="parasubhead2">
    <w:name w:val="para sub head 2"/>
    <w:basedOn w:val="a"/>
    <w:pPr>
      <w:keepNext/>
      <w:spacing w:before="142"/>
    </w:pPr>
    <w:rPr>
      <w:i/>
      <w:color w:val="0000FF"/>
    </w:rPr>
  </w:style>
  <w:style w:type="paragraph" w:customStyle="1" w:styleId="bodytextpara">
    <w:name w:val="body text para"/>
    <w:basedOn w:val="a"/>
    <w:pPr>
      <w:ind w:firstLine="480"/>
    </w:pPr>
  </w:style>
  <w:style w:type="paragraph" w:customStyle="1" w:styleId="authors">
    <w:name w:val="authors"/>
    <w:basedOn w:val="a"/>
    <w:pPr>
      <w:jc w:val="center"/>
    </w:pPr>
    <w:rPr>
      <w:b/>
      <w:color w:val="FF0000"/>
    </w:rPr>
  </w:style>
  <w:style w:type="paragraph" w:customStyle="1" w:styleId="keywords">
    <w:name w:val="keywords"/>
    <w:basedOn w:val="a"/>
    <w:pPr>
      <w:jc w:val="center"/>
    </w:pPr>
    <w:rPr>
      <w:i/>
      <w:color w:val="FF0000"/>
    </w:rPr>
  </w:style>
  <w:style w:type="paragraph" w:customStyle="1" w:styleId="papertitle">
    <w:name w:val="paper title"/>
    <w:basedOn w:val="1"/>
    <w:pPr>
      <w:spacing w:before="0" w:after="0"/>
      <w:outlineLvl w:val="9"/>
    </w:pPr>
    <w:rPr>
      <w:caps/>
      <w:color w:val="0000FF"/>
      <w:sz w:val="36"/>
    </w:rPr>
  </w:style>
  <w:style w:type="paragraph" w:customStyle="1" w:styleId="Figurecaption">
    <w:name w:val="Figure caption"/>
    <w:basedOn w:val="a"/>
    <w:pPr>
      <w:keepLines/>
      <w:framePr w:w="9795" w:hSpace="181" w:vSpace="567" w:wrap="notBeside" w:vAnchor="text" w:hAnchor="page" w:x="1008" w:y="-139"/>
      <w:spacing w:before="120" w:after="120"/>
      <w:jc w:val="center"/>
    </w:pPr>
    <w:rPr>
      <w:rFonts w:ascii="Times" w:hAnsi="Times"/>
      <w:color w:val="0000FF"/>
    </w:rPr>
  </w:style>
  <w:style w:type="paragraph" w:customStyle="1" w:styleId="Autori">
    <w:name w:val="Autori"/>
    <w:basedOn w:val="a"/>
    <w:pPr>
      <w:ind w:left="57" w:hanging="57"/>
    </w:pPr>
    <w:rPr>
      <w:i/>
      <w:color w:val="FF0000"/>
      <w:lang w:val="en-GB"/>
    </w:rPr>
  </w:style>
  <w:style w:type="paragraph" w:customStyle="1" w:styleId="Bodytextfirstpara">
    <w:name w:val="Body text first para"/>
    <w:basedOn w:val="a"/>
    <w:pPr>
      <w:ind w:firstLine="482"/>
    </w:pPr>
  </w:style>
  <w:style w:type="paragraph" w:customStyle="1" w:styleId="headerconf">
    <w:name w:val="header_conf"/>
    <w:basedOn w:val="a"/>
    <w:pPr>
      <w:ind w:right="-28"/>
      <w:jc w:val="right"/>
    </w:pPr>
    <w:rPr>
      <w:b/>
      <w:caps/>
      <w:color w:val="0000FF"/>
    </w:rPr>
  </w:style>
  <w:style w:type="paragraph" w:customStyle="1" w:styleId="Address">
    <w:name w:val="Address"/>
    <w:basedOn w:val="Autori"/>
    <w:pPr>
      <w:framePr w:w="4536" w:h="25061" w:hRule="exact" w:hSpace="181" w:vSpace="181" w:wrap="notBeside" w:vAnchor="page" w:hAnchor="margin" w:x="1" w:y="13201"/>
      <w:pBdr>
        <w:top w:val="single" w:sz="18" w:space="5" w:color="FF0000"/>
      </w:pBdr>
    </w:pPr>
  </w:style>
  <w:style w:type="paragraph" w:styleId="a8">
    <w:name w:val="Body Text"/>
    <w:basedOn w:val="a"/>
    <w:pPr>
      <w:spacing w:after="360" w:line="500" w:lineRule="atLeast"/>
    </w:pPr>
    <w:rPr>
      <w:lang w:val="en-GB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customStyle="1" w:styleId="paratitle1">
    <w:name w:val="para title 1"/>
    <w:basedOn w:val="paraheader"/>
    <w:autoRedefine/>
    <w:rsid w:val="00DF051C"/>
    <w:pPr>
      <w:spacing w:before="480"/>
    </w:pPr>
  </w:style>
  <w:style w:type="paragraph" w:customStyle="1" w:styleId="paraheader2">
    <w:name w:val="para header 2"/>
    <w:basedOn w:val="paraheader"/>
    <w:autoRedefine/>
    <w:rsid w:val="00DF051C"/>
  </w:style>
  <w:style w:type="character" w:customStyle="1" w:styleId="a4">
    <w:name w:val="Верхний колонтитул Знак"/>
    <w:link w:val="a3"/>
    <w:uiPriority w:val="99"/>
    <w:rsid w:val="00165A4B"/>
    <w:rPr>
      <w:color w:val="0000FF"/>
      <w:lang w:val="en-US" w:eastAsia="en-US"/>
    </w:rPr>
  </w:style>
  <w:style w:type="paragraph" w:styleId="ab">
    <w:name w:val="List Paragraph"/>
    <w:basedOn w:val="a"/>
    <w:uiPriority w:val="34"/>
    <w:qFormat/>
    <w:rsid w:val="00B8285F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0C2380"/>
    <w:rPr>
      <w:sz w:val="24"/>
      <w:lang w:val="en-US" w:eastAsia="en-US"/>
    </w:rPr>
  </w:style>
  <w:style w:type="paragraph" w:styleId="ac">
    <w:name w:val="No Spacing"/>
    <w:aliases w:val="Рисунок"/>
    <w:uiPriority w:val="1"/>
    <w:qFormat/>
    <w:rsid w:val="005326E1"/>
    <w:pPr>
      <w:jc w:val="center"/>
    </w:pPr>
    <w:rPr>
      <w:sz w:val="24"/>
      <w:lang w:val="en-US" w:eastAsia="en-US"/>
    </w:rPr>
  </w:style>
  <w:style w:type="character" w:styleId="ad">
    <w:name w:val="Emphasis"/>
    <w:basedOn w:val="a0"/>
    <w:uiPriority w:val="20"/>
    <w:qFormat/>
    <w:rsid w:val="005A4FDE"/>
    <w:rPr>
      <w:i/>
      <w:iCs/>
    </w:rPr>
  </w:style>
  <w:style w:type="character" w:styleId="ae">
    <w:name w:val="annotation reference"/>
    <w:basedOn w:val="a0"/>
    <w:uiPriority w:val="99"/>
    <w:semiHidden/>
    <w:unhideWhenUsed/>
    <w:rsid w:val="001F221F"/>
    <w:rPr>
      <w:sz w:val="16"/>
      <w:szCs w:val="16"/>
    </w:rPr>
  </w:style>
  <w:style w:type="table" w:styleId="af">
    <w:name w:val="Table Grid"/>
    <w:basedOn w:val="a1"/>
    <w:uiPriority w:val="59"/>
    <w:rsid w:val="007E2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hart" Target="charts/chart1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hart" Target="charts/chart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nders\Desktop\icas2010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PolinaSH\Diplom\XL\Setka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PolinaSH\Diplom\XL\Setka3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PolinaSH\Diplom\XL\zaaori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0949664625255177"/>
          <c:y val="1.9459670906521301E-2"/>
          <c:w val="0.72383668708078153"/>
          <c:h val="0.85610624103021615"/>
        </c:manualLayout>
      </c:layout>
      <c:scatterChart>
        <c:scatterStyle val="lineMarker"/>
        <c:varyColors val="0"/>
        <c:ser>
          <c:idx val="2"/>
          <c:order val="0"/>
          <c:tx>
            <c:strRef>
              <c:f>Лист1!$A$3</c:f>
              <c:strCache>
                <c:ptCount val="1"/>
                <c:pt idx="0">
                  <c:v>угол выхода поток (эксперимент)</c:v>
                </c:pt>
              </c:strCache>
              <c:extLst xmlns:c15="http://schemas.microsoft.com/office/drawing/2012/chart"/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xVal>
            <c:numRef>
              <c:f>Лист1!$A$4:$A$17</c:f>
              <c:numCache>
                <c:formatCode>General</c:formatCode>
                <c:ptCount val="14"/>
                <c:pt idx="0">
                  <c:v>33.047800000000002</c:v>
                </c:pt>
                <c:pt idx="1">
                  <c:v>42.549799999999998</c:v>
                </c:pt>
                <c:pt idx="2">
                  <c:v>54.023899999999998</c:v>
                </c:pt>
                <c:pt idx="3">
                  <c:v>82.3506</c:v>
                </c:pt>
                <c:pt idx="4">
                  <c:v>83.247</c:v>
                </c:pt>
                <c:pt idx="5">
                  <c:v>84.322699999999998</c:v>
                </c:pt>
                <c:pt idx="6">
                  <c:v>81.095600000000005</c:v>
                </c:pt>
                <c:pt idx="7">
                  <c:v>73.565700000000007</c:v>
                </c:pt>
                <c:pt idx="8">
                  <c:v>59.761000000000003</c:v>
                </c:pt>
                <c:pt idx="9">
                  <c:v>50.976100000000002</c:v>
                </c:pt>
                <c:pt idx="10">
                  <c:v>47.0319</c:v>
                </c:pt>
                <c:pt idx="11">
                  <c:v>37.529899999999998</c:v>
                </c:pt>
                <c:pt idx="12">
                  <c:v>34.1235</c:v>
                </c:pt>
                <c:pt idx="13">
                  <c:v>33.764899999999997</c:v>
                </c:pt>
              </c:numCache>
              <c:extLst xmlns:c15="http://schemas.microsoft.com/office/drawing/2012/chart"/>
            </c:numRef>
          </c:xVal>
          <c:yVal>
            <c:numRef>
              <c:f>Лист1!$B$4:$B$17</c:f>
              <c:numCache>
                <c:formatCode>General</c:formatCode>
                <c:ptCount val="14"/>
                <c:pt idx="0">
                  <c:v>0</c:v>
                </c:pt>
                <c:pt idx="1">
                  <c:v>0.30199999999999999</c:v>
                </c:pt>
                <c:pt idx="2">
                  <c:v>0.56399999999999995</c:v>
                </c:pt>
                <c:pt idx="3">
                  <c:v>0.99399999999999999</c:v>
                </c:pt>
                <c:pt idx="4">
                  <c:v>0.96399999999999997</c:v>
                </c:pt>
                <c:pt idx="5">
                  <c:v>0.92200000000000004</c:v>
                </c:pt>
                <c:pt idx="6">
                  <c:v>0.87</c:v>
                </c:pt>
                <c:pt idx="7">
                  <c:v>0.80600000000000005</c:v>
                </c:pt>
                <c:pt idx="8">
                  <c:v>0.72</c:v>
                </c:pt>
                <c:pt idx="9">
                  <c:v>0.53200000000000003</c:v>
                </c:pt>
                <c:pt idx="10">
                  <c:v>0.41399999999999998</c:v>
                </c:pt>
                <c:pt idx="11">
                  <c:v>0.224</c:v>
                </c:pt>
                <c:pt idx="12">
                  <c:v>0.15</c:v>
                </c:pt>
                <c:pt idx="13">
                  <c:v>0.108</c:v>
                </c:pt>
              </c:numCache>
              <c:extLst xmlns:c15="http://schemas.microsoft.com/office/drawing/2012/chart"/>
            </c:numRef>
          </c:y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00-DF04-4793-9EE6-7BA7B79837EB}"/>
            </c:ext>
          </c:extLst>
        </c:ser>
        <c:ser>
          <c:idx val="0"/>
          <c:order val="1"/>
          <c:tx>
            <c:strRef>
              <c:f>Лист1!$P$3</c:f>
              <c:strCache>
                <c:ptCount val="1"/>
                <c:pt idx="0">
                  <c:v>средняя сетка SA</c:v>
                </c:pt>
              </c:strCache>
              <c:extLst xmlns:c15="http://schemas.microsoft.com/office/drawing/2012/chart"/>
            </c:strRef>
          </c:tx>
          <c:spPr>
            <a:ln w="25400" cap="rnd" cmpd="sng">
              <a:solidFill>
                <a:srgbClr val="FF0000"/>
              </a:solidFill>
              <a:prstDash val="solid"/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  <a:effectLst/>
            </c:spPr>
          </c:marker>
          <c:xVal>
            <c:numRef>
              <c:f>Лист1!$P$4:$P$101</c:f>
              <c:numCache>
                <c:formatCode>0.000000</c:formatCode>
                <c:ptCount val="98"/>
                <c:pt idx="0">
                  <c:v>89.1446234</c:v>
                </c:pt>
                <c:pt idx="1">
                  <c:v>56.028754999999997</c:v>
                </c:pt>
                <c:pt idx="2">
                  <c:v>54.466468999999996</c:v>
                </c:pt>
                <c:pt idx="3">
                  <c:v>52.858345</c:v>
                </c:pt>
                <c:pt idx="4">
                  <c:v>50.617198999999999</c:v>
                </c:pt>
                <c:pt idx="5">
                  <c:v>47.870308000000001</c:v>
                </c:pt>
                <c:pt idx="6">
                  <c:v>44.988532999999997</c:v>
                </c:pt>
                <c:pt idx="7">
                  <c:v>42.416794000000003</c:v>
                </c:pt>
                <c:pt idx="8">
                  <c:v>40.417870000000001</c:v>
                </c:pt>
                <c:pt idx="9">
                  <c:v>38.922890000000002</c:v>
                </c:pt>
                <c:pt idx="10">
                  <c:v>37.786816000000002</c:v>
                </c:pt>
                <c:pt idx="11">
                  <c:v>36.896084000000002</c:v>
                </c:pt>
                <c:pt idx="12">
                  <c:v>36.179771000000002</c:v>
                </c:pt>
                <c:pt idx="13">
                  <c:v>35.586433</c:v>
                </c:pt>
                <c:pt idx="14">
                  <c:v>35.083495999999997</c:v>
                </c:pt>
                <c:pt idx="15">
                  <c:v>34.677031999999997</c:v>
                </c:pt>
                <c:pt idx="16">
                  <c:v>34.419884000000003</c:v>
                </c:pt>
                <c:pt idx="17">
                  <c:v>34.388348000000001</c:v>
                </c:pt>
                <c:pt idx="18">
                  <c:v>34.654842000000002</c:v>
                </c:pt>
                <c:pt idx="19">
                  <c:v>35.263137999999998</c:v>
                </c:pt>
                <c:pt idx="20">
                  <c:v>36.232230999999999</c:v>
                </c:pt>
                <c:pt idx="21">
                  <c:v>36.301430000000003</c:v>
                </c:pt>
                <c:pt idx="22">
                  <c:v>37.599891999999997</c:v>
                </c:pt>
                <c:pt idx="23">
                  <c:v>39.370148</c:v>
                </c:pt>
                <c:pt idx="24">
                  <c:v>41.440598000000001</c:v>
                </c:pt>
                <c:pt idx="25">
                  <c:v>43.562798000000001</c:v>
                </c:pt>
                <c:pt idx="26">
                  <c:v>45.424926999999997</c:v>
                </c:pt>
                <c:pt idx="27">
                  <c:v>46.703339</c:v>
                </c:pt>
                <c:pt idx="28">
                  <c:v>47.271079999999998</c:v>
                </c:pt>
                <c:pt idx="29">
                  <c:v>47.268459</c:v>
                </c:pt>
                <c:pt idx="30">
                  <c:v>47.044640000000001</c:v>
                </c:pt>
                <c:pt idx="31">
                  <c:v>46.997337000000002</c:v>
                </c:pt>
                <c:pt idx="32">
                  <c:v>47.134895</c:v>
                </c:pt>
                <c:pt idx="33">
                  <c:v>47.401989</c:v>
                </c:pt>
                <c:pt idx="34">
                  <c:v>48.318302000000003</c:v>
                </c:pt>
                <c:pt idx="35">
                  <c:v>49.552619999999997</c:v>
                </c:pt>
                <c:pt idx="36">
                  <c:v>50.731856999999998</c:v>
                </c:pt>
                <c:pt idx="37">
                  <c:v>51.487709000000002</c:v>
                </c:pt>
                <c:pt idx="38">
                  <c:v>51.665894000000002</c:v>
                </c:pt>
                <c:pt idx="39">
                  <c:v>51.452117999999999</c:v>
                </c:pt>
                <c:pt idx="40">
                  <c:v>51.429344</c:v>
                </c:pt>
                <c:pt idx="41">
                  <c:v>52.790469999999999</c:v>
                </c:pt>
                <c:pt idx="42">
                  <c:v>57.771507</c:v>
                </c:pt>
                <c:pt idx="43">
                  <c:v>58.049564000000004</c:v>
                </c:pt>
                <c:pt idx="44">
                  <c:v>69.100948000000002</c:v>
                </c:pt>
                <c:pt idx="45">
                  <c:v>85.451308299999994</c:v>
                </c:pt>
                <c:pt idx="46">
                  <c:v>97.723755400000002</c:v>
                </c:pt>
                <c:pt idx="47">
                  <c:v>103.322121</c:v>
                </c:pt>
                <c:pt idx="48">
                  <c:v>104.94262499999999</c:v>
                </c:pt>
                <c:pt idx="49">
                  <c:v>104.69878800000001</c:v>
                </c:pt>
                <c:pt idx="50">
                  <c:v>103.757132</c:v>
                </c:pt>
                <c:pt idx="51">
                  <c:v>102.618292</c:v>
                </c:pt>
                <c:pt idx="52">
                  <c:v>101.469791</c:v>
                </c:pt>
                <c:pt idx="53">
                  <c:v>100.381489</c:v>
                </c:pt>
                <c:pt idx="54">
                  <c:v>99.377422300000006</c:v>
                </c:pt>
                <c:pt idx="55">
                  <c:v>98.463087999999999</c:v>
                </c:pt>
                <c:pt idx="56">
                  <c:v>97.636340599999997</c:v>
                </c:pt>
                <c:pt idx="57">
                  <c:v>96.890635500000002</c:v>
                </c:pt>
                <c:pt idx="58">
                  <c:v>96.219856300000004</c:v>
                </c:pt>
                <c:pt idx="59">
                  <c:v>95.617217999999994</c:v>
                </c:pt>
                <c:pt idx="60">
                  <c:v>95.076545199999998</c:v>
                </c:pt>
                <c:pt idx="61">
                  <c:v>94.591804499999995</c:v>
                </c:pt>
                <c:pt idx="62">
                  <c:v>94.156878500000005</c:v>
                </c:pt>
                <c:pt idx="63">
                  <c:v>93.755082099999996</c:v>
                </c:pt>
                <c:pt idx="64">
                  <c:v>93.360026599999998</c:v>
                </c:pt>
                <c:pt idx="65">
                  <c:v>92.955195200000006</c:v>
                </c:pt>
                <c:pt idx="66">
                  <c:v>92.537337800000003</c:v>
                </c:pt>
                <c:pt idx="67">
                  <c:v>92.104693400000002</c:v>
                </c:pt>
                <c:pt idx="68">
                  <c:v>91.654904500000001</c:v>
                </c:pt>
                <c:pt idx="69">
                  <c:v>91.184205700000007</c:v>
                </c:pt>
                <c:pt idx="70">
                  <c:v>90.687153339999995</c:v>
                </c:pt>
                <c:pt idx="71">
                  <c:v>90.155454250000005</c:v>
                </c:pt>
                <c:pt idx="72">
                  <c:v>89.577367339999995</c:v>
                </c:pt>
                <c:pt idx="73">
                  <c:v>88.935085299999997</c:v>
                </c:pt>
                <c:pt idx="74">
                  <c:v>88.208018899999999</c:v>
                </c:pt>
                <c:pt idx="75">
                  <c:v>87.398168299999995</c:v>
                </c:pt>
                <c:pt idx="76">
                  <c:v>86.536562000000004</c:v>
                </c:pt>
                <c:pt idx="77">
                  <c:v>85.643086400000001</c:v>
                </c:pt>
                <c:pt idx="78">
                  <c:v>84.718244999999996</c:v>
                </c:pt>
                <c:pt idx="79">
                  <c:v>83.758183500000001</c:v>
                </c:pt>
                <c:pt idx="80">
                  <c:v>82.762510300000002</c:v>
                </c:pt>
                <c:pt idx="81">
                  <c:v>81.739596399999996</c:v>
                </c:pt>
                <c:pt idx="82">
                  <c:v>80.714390800000004</c:v>
                </c:pt>
                <c:pt idx="83">
                  <c:v>79.740042000000003</c:v>
                </c:pt>
                <c:pt idx="84">
                  <c:v>78.898830000000004</c:v>
                </c:pt>
                <c:pt idx="85">
                  <c:v>78.267325999999997</c:v>
                </c:pt>
                <c:pt idx="86">
                  <c:v>77.859414000000001</c:v>
                </c:pt>
                <c:pt idx="87">
                  <c:v>77.640072000000004</c:v>
                </c:pt>
                <c:pt idx="88">
                  <c:v>77.565376000000001</c:v>
                </c:pt>
                <c:pt idx="89">
                  <c:v>77.583478999999997</c:v>
                </c:pt>
                <c:pt idx="90">
                  <c:v>77.630159000000006</c:v>
                </c:pt>
                <c:pt idx="91">
                  <c:v>77.662837999999994</c:v>
                </c:pt>
                <c:pt idx="92">
                  <c:v>77.679507999999998</c:v>
                </c:pt>
                <c:pt idx="93">
                  <c:v>77.694590000000005</c:v>
                </c:pt>
                <c:pt idx="94">
                  <c:v>77.755904999999998</c:v>
                </c:pt>
                <c:pt idx="95">
                  <c:v>90.358405770000005</c:v>
                </c:pt>
                <c:pt idx="96">
                  <c:v>90</c:v>
                </c:pt>
                <c:pt idx="97">
                  <c:v>90</c:v>
                </c:pt>
              </c:numCache>
              <c:extLst xmlns:c15="http://schemas.microsoft.com/office/drawing/2012/chart"/>
            </c:numRef>
          </c:xVal>
          <c:yVal>
            <c:numRef>
              <c:f>Лист1!$L$3:$L$98</c:f>
              <c:numCache>
                <c:formatCode>0.000000000</c:formatCode>
                <c:ptCount val="96"/>
                <c:pt idx="0">
                  <c:v>0</c:v>
                </c:pt>
                <c:pt idx="1">
                  <c:v>2.7904003000000001E-5</c:v>
                </c:pt>
                <c:pt idx="2">
                  <c:v>6.9760012000000002E-5</c:v>
                </c:pt>
                <c:pt idx="3">
                  <c:v>1.3064148E-4</c:v>
                </c:pt>
                <c:pt idx="4">
                  <c:v>2.2027251999999999E-4</c:v>
                </c:pt>
                <c:pt idx="5">
                  <c:v>3.5218233999999998E-4</c:v>
                </c:pt>
                <c:pt idx="6">
                  <c:v>5.4624198999999999E-4</c:v>
                </c:pt>
                <c:pt idx="7">
                  <c:v>8.3162385000000005E-4</c:v>
                </c:pt>
                <c:pt idx="8">
                  <c:v>1.2506067E-3</c:v>
                </c:pt>
                <c:pt idx="9">
                  <c:v>1.8666087000000001E-3</c:v>
                </c:pt>
                <c:pt idx="10">
                  <c:v>2.7734889E-3</c:v>
                </c:pt>
                <c:pt idx="11">
                  <c:v>4.1073849000000003E-3</c:v>
                </c:pt>
                <c:pt idx="12">
                  <c:v>6.0699661E-3</c:v>
                </c:pt>
                <c:pt idx="13">
                  <c:v>8.9584533000000004E-3</c:v>
                </c:pt>
                <c:pt idx="14">
                  <c:v>1.320874E-2</c:v>
                </c:pt>
                <c:pt idx="15">
                  <c:v>1.9465156000000001E-2</c:v>
                </c:pt>
                <c:pt idx="16">
                  <c:v>2.8671786000000001E-2</c:v>
                </c:pt>
                <c:pt idx="17">
                  <c:v>4.2219602000000002E-2</c:v>
                </c:pt>
                <c:pt idx="18">
                  <c:v>6.2148980999999999E-2</c:v>
                </c:pt>
                <c:pt idx="19">
                  <c:v>9.1446489000000006E-2</c:v>
                </c:pt>
                <c:pt idx="20">
                  <c:v>0.12419987</c:v>
                </c:pt>
                <c:pt idx="21">
                  <c:v>0.12585467</c:v>
                </c:pt>
                <c:pt idx="22">
                  <c:v>0.15692787999999999</c:v>
                </c:pt>
                <c:pt idx="23">
                  <c:v>0.18963010999999999</c:v>
                </c:pt>
                <c:pt idx="24">
                  <c:v>0.22230654999999999</c:v>
                </c:pt>
                <c:pt idx="25">
                  <c:v>0.25495762</c:v>
                </c:pt>
                <c:pt idx="26">
                  <c:v>0.28758544000000003</c:v>
                </c:pt>
                <c:pt idx="27">
                  <c:v>0.32018914999999998</c:v>
                </c:pt>
                <c:pt idx="28">
                  <c:v>0.35276833000000002</c:v>
                </c:pt>
                <c:pt idx="29">
                  <c:v>0.38532509999999998</c:v>
                </c:pt>
                <c:pt idx="30">
                  <c:v>0.41785610000000001</c:v>
                </c:pt>
                <c:pt idx="31">
                  <c:v>0.45035836000000001</c:v>
                </c:pt>
                <c:pt idx="32">
                  <c:v>0.46116525000000003</c:v>
                </c:pt>
                <c:pt idx="33">
                  <c:v>0.48283353000000001</c:v>
                </c:pt>
                <c:pt idx="34">
                  <c:v>0.51528001000000001</c:v>
                </c:pt>
                <c:pt idx="35">
                  <c:v>0.54769849999999998</c:v>
                </c:pt>
                <c:pt idx="36">
                  <c:v>0.58008873000000005</c:v>
                </c:pt>
                <c:pt idx="37">
                  <c:v>0.61245143000000002</c:v>
                </c:pt>
                <c:pt idx="38">
                  <c:v>0.64478712999999999</c:v>
                </c:pt>
                <c:pt idx="39">
                  <c:v>0.67709571000000002</c:v>
                </c:pt>
                <c:pt idx="40">
                  <c:v>0.70937771000000005</c:v>
                </c:pt>
                <c:pt idx="41">
                  <c:v>0.74163639999999997</c:v>
                </c:pt>
                <c:pt idx="42">
                  <c:v>0.77387481999999996</c:v>
                </c:pt>
                <c:pt idx="43">
                  <c:v>0.77466082999999997</c:v>
                </c:pt>
                <c:pt idx="44">
                  <c:v>0.80609297999999996</c:v>
                </c:pt>
                <c:pt idx="45">
                  <c:v>0.83675653000000005</c:v>
                </c:pt>
                <c:pt idx="46">
                  <c:v>0.85983986000000001</c:v>
                </c:pt>
                <c:pt idx="47">
                  <c:v>0.87755804999999998</c:v>
                </c:pt>
                <c:pt idx="48">
                  <c:v>0.89141959000000004</c:v>
                </c:pt>
                <c:pt idx="49">
                  <c:v>0.90246068999999995</c:v>
                </c:pt>
                <c:pt idx="50">
                  <c:v>0.91140478999999996</c:v>
                </c:pt>
                <c:pt idx="51">
                  <c:v>0.91875958000000002</c:v>
                </c:pt>
                <c:pt idx="52">
                  <c:v>0.92488921000000002</c:v>
                </c:pt>
                <c:pt idx="53">
                  <c:v>0.93005610000000005</c:v>
                </c:pt>
                <c:pt idx="54">
                  <c:v>0.93445307</c:v>
                </c:pt>
                <c:pt idx="55">
                  <c:v>0.93822521000000003</c:v>
                </c:pt>
                <c:pt idx="56">
                  <c:v>0.94148105000000004</c:v>
                </c:pt>
                <c:pt idx="57">
                  <c:v>0.94430654999999997</c:v>
                </c:pt>
                <c:pt idx="58">
                  <c:v>0.94676762999999997</c:v>
                </c:pt>
                <c:pt idx="59">
                  <c:v>0.94891833999999997</c:v>
                </c:pt>
                <c:pt idx="60">
                  <c:v>0.95080268000000001</c:v>
                </c:pt>
                <c:pt idx="61">
                  <c:v>0.95245749000000002</c:v>
                </c:pt>
                <c:pt idx="62">
                  <c:v>0.95391190000000003</c:v>
                </c:pt>
                <c:pt idx="63">
                  <c:v>0.95519209000000005</c:v>
                </c:pt>
                <c:pt idx="64">
                  <c:v>0.95647227999999995</c:v>
                </c:pt>
                <c:pt idx="65">
                  <c:v>0.95777279000000004</c:v>
                </c:pt>
                <c:pt idx="66">
                  <c:v>0.95909697000000005</c:v>
                </c:pt>
                <c:pt idx="67">
                  <c:v>0.96044861999999998</c:v>
                </c:pt>
                <c:pt idx="68">
                  <c:v>0.96183538000000002</c:v>
                </c:pt>
                <c:pt idx="69">
                  <c:v>0.96326648999999998</c:v>
                </c:pt>
                <c:pt idx="70">
                  <c:v>0.96475637000000003</c:v>
                </c:pt>
                <c:pt idx="71">
                  <c:v>0.96632624</c:v>
                </c:pt>
                <c:pt idx="72">
                  <c:v>0.96800381000000002</c:v>
                </c:pt>
                <c:pt idx="73">
                  <c:v>0.96983284000000003</c:v>
                </c:pt>
                <c:pt idx="74">
                  <c:v>0.97187531000000005</c:v>
                </c:pt>
                <c:pt idx="75">
                  <c:v>0.97422050999999998</c:v>
                </c:pt>
                <c:pt idx="76">
                  <c:v>0.97656571999999997</c:v>
                </c:pt>
                <c:pt idx="77">
                  <c:v>0.97891176000000002</c:v>
                </c:pt>
                <c:pt idx="78">
                  <c:v>0.98125779999999996</c:v>
                </c:pt>
                <c:pt idx="79">
                  <c:v>0.98360431000000004</c:v>
                </c:pt>
                <c:pt idx="80">
                  <c:v>0.98595118999999998</c:v>
                </c:pt>
                <c:pt idx="81">
                  <c:v>0.98829805999999998</c:v>
                </c:pt>
                <c:pt idx="82">
                  <c:v>0.99064582999999995</c:v>
                </c:pt>
                <c:pt idx="83">
                  <c:v>0.99299400999999998</c:v>
                </c:pt>
                <c:pt idx="84">
                  <c:v>0.99534213999999999</c:v>
                </c:pt>
                <c:pt idx="85">
                  <c:v>0.99690729</c:v>
                </c:pt>
                <c:pt idx="86">
                  <c:v>0.99795115000000001</c:v>
                </c:pt>
                <c:pt idx="87">
                  <c:v>0.99864834999999996</c:v>
                </c:pt>
                <c:pt idx="88">
                  <c:v>0.99911386000000002</c:v>
                </c:pt>
                <c:pt idx="89">
                  <c:v>0.99942498999999996</c:v>
                </c:pt>
                <c:pt idx="90">
                  <c:v>0.99963343000000005</c:v>
                </c:pt>
                <c:pt idx="91">
                  <c:v>0.99977338000000004</c:v>
                </c:pt>
                <c:pt idx="92">
                  <c:v>0.99986684000000003</c:v>
                </c:pt>
                <c:pt idx="93">
                  <c:v>0.99992937000000004</c:v>
                </c:pt>
                <c:pt idx="94">
                  <c:v>0.99997168999999997</c:v>
                </c:pt>
                <c:pt idx="95">
                  <c:v>1</c:v>
                </c:pt>
              </c:numCache>
              <c:extLst xmlns:c15="http://schemas.microsoft.com/office/drawing/2012/chart"/>
            </c:numRef>
          </c:yVal>
          <c:smooth val="1"/>
          <c:extLst xmlns:c15="http://schemas.microsoft.com/office/drawing/2012/chart">
            <c:ext xmlns:c16="http://schemas.microsoft.com/office/drawing/2014/chart" uri="{C3380CC4-5D6E-409C-BE32-E72D297353CC}">
              <c16:uniqueId val="{00000001-DF04-4793-9EE6-7BA7B79837EB}"/>
            </c:ext>
          </c:extLst>
        </c:ser>
        <c:ser>
          <c:idx val="3"/>
          <c:order val="3"/>
          <c:tx>
            <c:strRef>
              <c:f>Лист1!$AJ$3</c:f>
              <c:strCache>
                <c:ptCount val="1"/>
                <c:pt idx="0">
                  <c:v>средняя сетка SST</c:v>
                </c:pt>
              </c:strCache>
              <c:extLst xmlns:c15="http://schemas.microsoft.com/office/drawing/2012/chart"/>
            </c:strRef>
          </c:tx>
          <c:spPr>
            <a:ln w="25400" cap="rnd" cmpd="sng">
              <a:solidFill>
                <a:schemeClr val="accent1">
                  <a:lumMod val="75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  <a:effectLst/>
            </c:spPr>
          </c:marker>
          <c:xVal>
            <c:numRef>
              <c:f>Лист1!$AJ$4:$AJ$101</c:f>
              <c:numCache>
                <c:formatCode>0.000000</c:formatCode>
                <c:ptCount val="98"/>
                <c:pt idx="0">
                  <c:v>89.270294669999998</c:v>
                </c:pt>
                <c:pt idx="1">
                  <c:v>55.507935000000003</c:v>
                </c:pt>
                <c:pt idx="2">
                  <c:v>52.301743000000002</c:v>
                </c:pt>
                <c:pt idx="3">
                  <c:v>51.085278000000002</c:v>
                </c:pt>
                <c:pt idx="4">
                  <c:v>49.618125999999997</c:v>
                </c:pt>
                <c:pt idx="5">
                  <c:v>47.582107999999998</c:v>
                </c:pt>
                <c:pt idx="6">
                  <c:v>45.047367000000001</c:v>
                </c:pt>
                <c:pt idx="7">
                  <c:v>42.324387000000002</c:v>
                </c:pt>
                <c:pt idx="8">
                  <c:v>39.826630000000002</c:v>
                </c:pt>
                <c:pt idx="9">
                  <c:v>37.910018999999998</c:v>
                </c:pt>
                <c:pt idx="10">
                  <c:v>36.584225000000004</c:v>
                </c:pt>
                <c:pt idx="11">
                  <c:v>35.708674999999999</c:v>
                </c:pt>
                <c:pt idx="12">
                  <c:v>35.150848000000003</c:v>
                </c:pt>
                <c:pt idx="13">
                  <c:v>34.813938</c:v>
                </c:pt>
                <c:pt idx="14">
                  <c:v>34.644295</c:v>
                </c:pt>
                <c:pt idx="15">
                  <c:v>34.636691999999996</c:v>
                </c:pt>
                <c:pt idx="16">
                  <c:v>34.817852000000002</c:v>
                </c:pt>
                <c:pt idx="17">
                  <c:v>35.213206999999997</c:v>
                </c:pt>
                <c:pt idx="18">
                  <c:v>35.832737000000002</c:v>
                </c:pt>
                <c:pt idx="19">
                  <c:v>36.655735</c:v>
                </c:pt>
                <c:pt idx="20">
                  <c:v>37.653767000000002</c:v>
                </c:pt>
                <c:pt idx="21">
                  <c:v>37.843803000000001</c:v>
                </c:pt>
                <c:pt idx="22">
                  <c:v>38.862957000000002</c:v>
                </c:pt>
                <c:pt idx="23">
                  <c:v>40.334339</c:v>
                </c:pt>
                <c:pt idx="24">
                  <c:v>42.030289000000003</c:v>
                </c:pt>
                <c:pt idx="25">
                  <c:v>43.771011000000001</c:v>
                </c:pt>
                <c:pt idx="26">
                  <c:v>45.303260999999999</c:v>
                </c:pt>
                <c:pt idx="27">
                  <c:v>46.371898999999999</c:v>
                </c:pt>
                <c:pt idx="28">
                  <c:v>46.915615000000003</c:v>
                </c:pt>
                <c:pt idx="29">
                  <c:v>47.108863999999997</c:v>
                </c:pt>
                <c:pt idx="30">
                  <c:v>47.273116999999999</c:v>
                </c:pt>
                <c:pt idx="31">
                  <c:v>47.694347</c:v>
                </c:pt>
                <c:pt idx="32">
                  <c:v>48.450133999999998</c:v>
                </c:pt>
                <c:pt idx="33">
                  <c:v>48.451042000000001</c:v>
                </c:pt>
                <c:pt idx="34">
                  <c:v>49.359741</c:v>
                </c:pt>
                <c:pt idx="35">
                  <c:v>50.112110000000001</c:v>
                </c:pt>
                <c:pt idx="36">
                  <c:v>50.503014</c:v>
                </c:pt>
                <c:pt idx="37">
                  <c:v>50.638939000000001</c:v>
                </c:pt>
                <c:pt idx="38">
                  <c:v>51.106971999999999</c:v>
                </c:pt>
                <c:pt idx="39">
                  <c:v>53.415550000000003</c:v>
                </c:pt>
                <c:pt idx="40">
                  <c:v>60.732175999999995</c:v>
                </c:pt>
                <c:pt idx="41">
                  <c:v>76.536108999999996</c:v>
                </c:pt>
                <c:pt idx="42">
                  <c:v>93.860518900000002</c:v>
                </c:pt>
                <c:pt idx="43">
                  <c:v>101.725803</c:v>
                </c:pt>
                <c:pt idx="44">
                  <c:v>101.803049</c:v>
                </c:pt>
                <c:pt idx="45">
                  <c:v>101.853464</c:v>
                </c:pt>
                <c:pt idx="46">
                  <c:v>97.995971699999998</c:v>
                </c:pt>
                <c:pt idx="47">
                  <c:v>93.101712500000005</c:v>
                </c:pt>
                <c:pt idx="48">
                  <c:v>88.877863000000005</c:v>
                </c:pt>
                <c:pt idx="49">
                  <c:v>85.960322399999995</c:v>
                </c:pt>
                <c:pt idx="50">
                  <c:v>84.168108000000004</c:v>
                </c:pt>
                <c:pt idx="51">
                  <c:v>83.057923299999999</c:v>
                </c:pt>
                <c:pt idx="52">
                  <c:v>82.330933099999996</c:v>
                </c:pt>
                <c:pt idx="53">
                  <c:v>81.839328800000004</c:v>
                </c:pt>
                <c:pt idx="54">
                  <c:v>81.505009700000002</c:v>
                </c:pt>
                <c:pt idx="55">
                  <c:v>81.278718900000001</c:v>
                </c:pt>
                <c:pt idx="56">
                  <c:v>81.126350400000007</c:v>
                </c:pt>
                <c:pt idx="57">
                  <c:v>81.024010700000005</c:v>
                </c:pt>
                <c:pt idx="58">
                  <c:v>80.953036300000008</c:v>
                </c:pt>
                <c:pt idx="59">
                  <c:v>80.907236100000006</c:v>
                </c:pt>
                <c:pt idx="60">
                  <c:v>80.876354199999994</c:v>
                </c:pt>
                <c:pt idx="61">
                  <c:v>80.854251899999994</c:v>
                </c:pt>
                <c:pt idx="62">
                  <c:v>80.840125099999995</c:v>
                </c:pt>
                <c:pt idx="63">
                  <c:v>80.829297100000005</c:v>
                </c:pt>
                <c:pt idx="64">
                  <c:v>80.818663600000008</c:v>
                </c:pt>
                <c:pt idx="65">
                  <c:v>80.804677999999996</c:v>
                </c:pt>
                <c:pt idx="66">
                  <c:v>80.785104799999999</c:v>
                </c:pt>
                <c:pt idx="67">
                  <c:v>80.757008600000006</c:v>
                </c:pt>
                <c:pt idx="68">
                  <c:v>80.716363000000001</c:v>
                </c:pt>
                <c:pt idx="69">
                  <c:v>80.657046300000005</c:v>
                </c:pt>
                <c:pt idx="70">
                  <c:v>80.570344000000006</c:v>
                </c:pt>
                <c:pt idx="71">
                  <c:v>80.442563100000001</c:v>
                </c:pt>
                <c:pt idx="72">
                  <c:v>80.253374100000002</c:v>
                </c:pt>
                <c:pt idx="73">
                  <c:v>79.974807999999996</c:v>
                </c:pt>
                <c:pt idx="74">
                  <c:v>79.574449999999999</c:v>
                </c:pt>
                <c:pt idx="75">
                  <c:v>79.055758999999995</c:v>
                </c:pt>
                <c:pt idx="76">
                  <c:v>78.472649000000004</c:v>
                </c:pt>
                <c:pt idx="77">
                  <c:v>77.869163999999998</c:v>
                </c:pt>
                <c:pt idx="78">
                  <c:v>77.256933000000004</c:v>
                </c:pt>
                <c:pt idx="79">
                  <c:v>76.635391999999996</c:v>
                </c:pt>
                <c:pt idx="80">
                  <c:v>75.999363000000002</c:v>
                </c:pt>
                <c:pt idx="81">
                  <c:v>75.343286000000006</c:v>
                </c:pt>
                <c:pt idx="82">
                  <c:v>74.665194999999997</c:v>
                </c:pt>
                <c:pt idx="83">
                  <c:v>73.977337000000006</c:v>
                </c:pt>
                <c:pt idx="84">
                  <c:v>73.312866</c:v>
                </c:pt>
                <c:pt idx="85">
                  <c:v>72.720133000000004</c:v>
                </c:pt>
                <c:pt idx="86">
                  <c:v>72.232386000000005</c:v>
                </c:pt>
                <c:pt idx="87">
                  <c:v>71.858001999999999</c:v>
                </c:pt>
                <c:pt idx="88">
                  <c:v>71.591408000000001</c:v>
                </c:pt>
                <c:pt idx="89">
                  <c:v>71.419614999999993</c:v>
                </c:pt>
                <c:pt idx="90">
                  <c:v>71.320809999999994</c:v>
                </c:pt>
                <c:pt idx="91">
                  <c:v>71.266411000000005</c:v>
                </c:pt>
                <c:pt idx="92">
                  <c:v>71.236040000000003</c:v>
                </c:pt>
                <c:pt idx="93">
                  <c:v>71.221576999999996</c:v>
                </c:pt>
                <c:pt idx="94">
                  <c:v>71.228571000000002</c:v>
                </c:pt>
                <c:pt idx="95">
                  <c:v>90.111340310000003</c:v>
                </c:pt>
                <c:pt idx="96">
                  <c:v>90</c:v>
                </c:pt>
                <c:pt idx="97">
                  <c:v>90</c:v>
                </c:pt>
              </c:numCache>
              <c:extLst xmlns:c15="http://schemas.microsoft.com/office/drawing/2012/chart"/>
            </c:numRef>
          </c:xVal>
          <c:yVal>
            <c:numRef>
              <c:f>Лист1!$AG$3:$AG$77</c:f>
              <c:numCache>
                <c:formatCode>0.000000</c:formatCode>
                <c:ptCount val="75"/>
                <c:pt idx="0">
                  <c:v>0</c:v>
                </c:pt>
                <c:pt idx="1">
                  <c:v>2.7904003000000001E-5</c:v>
                </c:pt>
                <c:pt idx="2">
                  <c:v>7.0182796000000004E-5</c:v>
                </c:pt>
                <c:pt idx="3">
                  <c:v>1.3275540999999999E-4</c:v>
                </c:pt>
                <c:pt idx="4">
                  <c:v>2.2534597000000001E-4</c:v>
                </c:pt>
                <c:pt idx="5">
                  <c:v>3.6232924000000001E-4</c:v>
                </c:pt>
                <c:pt idx="6">
                  <c:v>5.6695862000000002E-4</c:v>
                </c:pt>
                <c:pt idx="7">
                  <c:v>8.6967478E-4</c:v>
                </c:pt>
                <c:pt idx="8">
                  <c:v>1.3199438999999999E-3</c:v>
                </c:pt>
                <c:pt idx="9">
                  <c:v>1.9875259999999999E-3</c:v>
                </c:pt>
                <c:pt idx="10">
                  <c:v>2.9785409999999999E-3</c:v>
                </c:pt>
                <c:pt idx="11">
                  <c:v>4.4506885999999997E-3</c:v>
                </c:pt>
                <c:pt idx="12">
                  <c:v>6.6352338000000002E-3</c:v>
                </c:pt>
                <c:pt idx="13">
                  <c:v>9.8784397999999995E-3</c:v>
                </c:pt>
                <c:pt idx="14">
                  <c:v>1.4693572E-2</c:v>
                </c:pt>
                <c:pt idx="15">
                  <c:v>2.1841646999999999E-2</c:v>
                </c:pt>
                <c:pt idx="16">
                  <c:v>3.2452777000000002E-2</c:v>
                </c:pt>
                <c:pt idx="17">
                  <c:v>4.8205434999999998E-2</c:v>
                </c:pt>
                <c:pt idx="18">
                  <c:v>7.1590260000000003E-2</c:v>
                </c:pt>
                <c:pt idx="19">
                  <c:v>0.10630452999999999</c:v>
                </c:pt>
                <c:pt idx="20">
                  <c:v>0.14101838</c:v>
                </c:pt>
                <c:pt idx="21">
                  <c:v>0.14647023000000001</c:v>
                </c:pt>
                <c:pt idx="22">
                  <c:v>0.17573010999999999</c:v>
                </c:pt>
                <c:pt idx="23">
                  <c:v>0.21044057999999999</c:v>
                </c:pt>
                <c:pt idx="24">
                  <c:v>0.24515018999999999</c:v>
                </c:pt>
                <c:pt idx="25">
                  <c:v>0.27985855999999998</c:v>
                </c:pt>
                <c:pt idx="26">
                  <c:v>0.31456648999999998</c:v>
                </c:pt>
                <c:pt idx="27">
                  <c:v>0.34927355999999998</c:v>
                </c:pt>
                <c:pt idx="28">
                  <c:v>0.38398020999999999</c:v>
                </c:pt>
                <c:pt idx="29">
                  <c:v>0.41868602999999999</c:v>
                </c:pt>
                <c:pt idx="30">
                  <c:v>0.45339059999999998</c:v>
                </c:pt>
                <c:pt idx="31">
                  <c:v>0.48809259999999999</c:v>
                </c:pt>
                <c:pt idx="32">
                  <c:v>0.52275020000000005</c:v>
                </c:pt>
                <c:pt idx="33">
                  <c:v>0.52279209999999998</c:v>
                </c:pt>
                <c:pt idx="34">
                  <c:v>0.55748903999999999</c:v>
                </c:pt>
                <c:pt idx="35">
                  <c:v>0.59218298999999996</c:v>
                </c:pt>
                <c:pt idx="36">
                  <c:v>0.62687444999999997</c:v>
                </c:pt>
                <c:pt idx="37">
                  <c:v>0.66156417000000001</c:v>
                </c:pt>
                <c:pt idx="38">
                  <c:v>0.69625139000000003</c:v>
                </c:pt>
                <c:pt idx="39">
                  <c:v>0.73093693999999998</c:v>
                </c:pt>
                <c:pt idx="40">
                  <c:v>0.76561986999999998</c:v>
                </c:pt>
                <c:pt idx="41">
                  <c:v>0.80030327999999995</c:v>
                </c:pt>
                <c:pt idx="42">
                  <c:v>0.83498715999999995</c:v>
                </c:pt>
                <c:pt idx="43">
                  <c:v>0.86967057000000003</c:v>
                </c:pt>
                <c:pt idx="44">
                  <c:v>0.89021379</c:v>
                </c:pt>
                <c:pt idx="45">
                  <c:v>0.90435480999999995</c:v>
                </c:pt>
                <c:pt idx="46">
                  <c:v>0.92771888000000002</c:v>
                </c:pt>
                <c:pt idx="47">
                  <c:v>0.94345760000000001</c:v>
                </c:pt>
                <c:pt idx="48">
                  <c:v>0.95405941999999999</c:v>
                </c:pt>
                <c:pt idx="49">
                  <c:v>0.96120119000000004</c:v>
                </c:pt>
                <c:pt idx="50">
                  <c:v>0.96601205999999995</c:v>
                </c:pt>
                <c:pt idx="51">
                  <c:v>0.96925276999999999</c:v>
                </c:pt>
                <c:pt idx="52">
                  <c:v>0.97143601999999996</c:v>
                </c:pt>
                <c:pt idx="53">
                  <c:v>0.97290646999999997</c:v>
                </c:pt>
                <c:pt idx="54">
                  <c:v>0.97389661999999999</c:v>
                </c:pt>
                <c:pt idx="55">
                  <c:v>0.97456425000000002</c:v>
                </c:pt>
                <c:pt idx="56">
                  <c:v>0.97501367000000005</c:v>
                </c:pt>
                <c:pt idx="57">
                  <c:v>0.97531635000000005</c:v>
                </c:pt>
                <c:pt idx="58">
                  <c:v>0.97552055000000004</c:v>
                </c:pt>
                <c:pt idx="59">
                  <c:v>0.97565800000000003</c:v>
                </c:pt>
                <c:pt idx="60">
                  <c:v>0.97575014999999998</c:v>
                </c:pt>
                <c:pt idx="61">
                  <c:v>0.97581273000000002</c:v>
                </c:pt>
                <c:pt idx="62">
                  <c:v>0.97585458000000003</c:v>
                </c:pt>
                <c:pt idx="63">
                  <c:v>0.97588288999999995</c:v>
                </c:pt>
                <c:pt idx="64">
                  <c:v>0.97591125999999995</c:v>
                </c:pt>
                <c:pt idx="65">
                  <c:v>0.97595226999999996</c:v>
                </c:pt>
                <c:pt idx="66">
                  <c:v>0.97601146000000005</c:v>
                </c:pt>
                <c:pt idx="67">
                  <c:v>0.97609769999999996</c:v>
                </c:pt>
                <c:pt idx="68">
                  <c:v>0.97622240000000005</c:v>
                </c:pt>
                <c:pt idx="69">
                  <c:v>0.97640336000000005</c:v>
                </c:pt>
                <c:pt idx="70">
                  <c:v>0.97666591000000003</c:v>
                </c:pt>
                <c:pt idx="71">
                  <c:v>0.97704601000000002</c:v>
                </c:pt>
                <c:pt idx="72">
                  <c:v>0.97759688</c:v>
                </c:pt>
                <c:pt idx="73">
                  <c:v>0.97839551999999996</c:v>
                </c:pt>
                <c:pt idx="74">
                  <c:v>0.97955309999999995</c:v>
                </c:pt>
              </c:numCache>
              <c:extLst xmlns:c15="http://schemas.microsoft.com/office/drawing/2012/chart"/>
            </c:numRef>
          </c:yVal>
          <c:smooth val="1"/>
          <c:extLst xmlns:c15="http://schemas.microsoft.com/office/drawing/2012/chart">
            <c:ext xmlns:c16="http://schemas.microsoft.com/office/drawing/2014/chart" uri="{C3380CC4-5D6E-409C-BE32-E72D297353CC}">
              <c16:uniqueId val="{00000002-DF04-4793-9EE6-7BA7B79837EB}"/>
            </c:ext>
          </c:extLst>
        </c:ser>
        <c:ser>
          <c:idx val="5"/>
          <c:order val="5"/>
          <c:tx>
            <c:strRef>
              <c:f>Лист1!$BC$3</c:f>
              <c:strCache>
                <c:ptCount val="1"/>
                <c:pt idx="0">
                  <c:v>средняя сетка KE</c:v>
                </c:pt>
              </c:strCache>
              <c:extLst xmlns:c15="http://schemas.microsoft.com/office/drawing/2012/chart"/>
            </c:strRef>
          </c:tx>
          <c:spPr>
            <a:ln w="25400" cap="rnd" cmpd="sng">
              <a:solidFill>
                <a:srgbClr val="00B050"/>
              </a:solidFill>
              <a:prstDash val="solid"/>
              <a:round/>
              <a:headEnd type="none"/>
              <a:tailEnd type="none"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  <a:effectLst/>
            </c:spPr>
          </c:marker>
          <c:xVal>
            <c:numRef>
              <c:f>Лист1!$BC$4:$BC$101</c:f>
              <c:numCache>
                <c:formatCode>0.000000</c:formatCode>
                <c:ptCount val="98"/>
                <c:pt idx="0">
                  <c:v>89.281336899999999</c:v>
                </c:pt>
                <c:pt idx="1">
                  <c:v>55.768616000000002</c:v>
                </c:pt>
                <c:pt idx="2">
                  <c:v>53.672412999999999</c:v>
                </c:pt>
                <c:pt idx="3">
                  <c:v>51.893692000000001</c:v>
                </c:pt>
                <c:pt idx="4">
                  <c:v>49.656669999999998</c:v>
                </c:pt>
                <c:pt idx="5">
                  <c:v>47.076363000000001</c:v>
                </c:pt>
                <c:pt idx="6">
                  <c:v>44.458877999999999</c:v>
                </c:pt>
                <c:pt idx="7">
                  <c:v>42.198517000000002</c:v>
                </c:pt>
                <c:pt idx="8">
                  <c:v>40.398380000000003</c:v>
                </c:pt>
                <c:pt idx="9">
                  <c:v>39.057395999999997</c:v>
                </c:pt>
                <c:pt idx="10">
                  <c:v>38.050697</c:v>
                </c:pt>
                <c:pt idx="11">
                  <c:v>37.233390999999997</c:v>
                </c:pt>
                <c:pt idx="12">
                  <c:v>36.489680999999997</c:v>
                </c:pt>
                <c:pt idx="13">
                  <c:v>35.766250999999997</c:v>
                </c:pt>
                <c:pt idx="14">
                  <c:v>35.070301000000001</c:v>
                </c:pt>
                <c:pt idx="15">
                  <c:v>34.464644999999997</c:v>
                </c:pt>
                <c:pt idx="16">
                  <c:v>34.051788000000002</c:v>
                </c:pt>
                <c:pt idx="17">
                  <c:v>33.932518000000002</c:v>
                </c:pt>
                <c:pt idx="18">
                  <c:v>34.181807999999997</c:v>
                </c:pt>
                <c:pt idx="19">
                  <c:v>34.842438000000001</c:v>
                </c:pt>
                <c:pt idx="20">
                  <c:v>35.956116000000002</c:v>
                </c:pt>
                <c:pt idx="21">
                  <c:v>36.211838</c:v>
                </c:pt>
                <c:pt idx="22">
                  <c:v>37.585045000000001</c:v>
                </c:pt>
                <c:pt idx="23">
                  <c:v>39.702415000000002</c:v>
                </c:pt>
                <c:pt idx="24">
                  <c:v>42.091797</c:v>
                </c:pt>
                <c:pt idx="25">
                  <c:v>44.34507</c:v>
                </c:pt>
                <c:pt idx="26">
                  <c:v>46.036453000000002</c:v>
                </c:pt>
                <c:pt idx="27">
                  <c:v>46.834586999999999</c:v>
                </c:pt>
                <c:pt idx="28">
                  <c:v>46.801231000000001</c:v>
                </c:pt>
                <c:pt idx="29">
                  <c:v>46.372036000000001</c:v>
                </c:pt>
                <c:pt idx="30">
                  <c:v>46.102432</c:v>
                </c:pt>
                <c:pt idx="31">
                  <c:v>46.392924999999998</c:v>
                </c:pt>
                <c:pt idx="32">
                  <c:v>47.357605</c:v>
                </c:pt>
                <c:pt idx="33">
                  <c:v>47.358764999999998</c:v>
                </c:pt>
                <c:pt idx="34">
                  <c:v>48.837722999999997</c:v>
                </c:pt>
                <c:pt idx="35">
                  <c:v>50.491698999999997</c:v>
                </c:pt>
                <c:pt idx="36">
                  <c:v>51.914776000000003</c:v>
                </c:pt>
                <c:pt idx="37">
                  <c:v>52.733275999999996</c:v>
                </c:pt>
                <c:pt idx="38">
                  <c:v>52.772216999999998</c:v>
                </c:pt>
                <c:pt idx="39">
                  <c:v>52.435360000000003</c:v>
                </c:pt>
                <c:pt idx="40">
                  <c:v>53.298126000000003</c:v>
                </c:pt>
                <c:pt idx="41">
                  <c:v>59.011268999999999</c:v>
                </c:pt>
                <c:pt idx="42">
                  <c:v>74.748726000000005</c:v>
                </c:pt>
                <c:pt idx="43">
                  <c:v>96.014252200000001</c:v>
                </c:pt>
                <c:pt idx="44">
                  <c:v>102.166725</c:v>
                </c:pt>
                <c:pt idx="45">
                  <c:v>106.39652100000001</c:v>
                </c:pt>
                <c:pt idx="46">
                  <c:v>108.057642</c:v>
                </c:pt>
                <c:pt idx="47">
                  <c:v>104.947501</c:v>
                </c:pt>
                <c:pt idx="48">
                  <c:v>100.22112799999999</c:v>
                </c:pt>
                <c:pt idx="49">
                  <c:v>96.118185999999994</c:v>
                </c:pt>
                <c:pt idx="50">
                  <c:v>93.353406199999995</c:v>
                </c:pt>
                <c:pt idx="51">
                  <c:v>91.682851799999995</c:v>
                </c:pt>
                <c:pt idx="52">
                  <c:v>90.692258179999996</c:v>
                </c:pt>
                <c:pt idx="53">
                  <c:v>90.082991837999998</c:v>
                </c:pt>
                <c:pt idx="54">
                  <c:v>89.696552130000001</c:v>
                </c:pt>
                <c:pt idx="55">
                  <c:v>89.439890379999994</c:v>
                </c:pt>
                <c:pt idx="56">
                  <c:v>89.264084220000001</c:v>
                </c:pt>
                <c:pt idx="57">
                  <c:v>89.141871449999996</c:v>
                </c:pt>
                <c:pt idx="58">
                  <c:v>89.054552079999993</c:v>
                </c:pt>
                <c:pt idx="59">
                  <c:v>88.994070899999997</c:v>
                </c:pt>
                <c:pt idx="60">
                  <c:v>88.952046800000005</c:v>
                </c:pt>
                <c:pt idx="61">
                  <c:v>88.922357099999999</c:v>
                </c:pt>
                <c:pt idx="62">
                  <c:v>88.902713800000001</c:v>
                </c:pt>
                <c:pt idx="63">
                  <c:v>88.887998199999998</c:v>
                </c:pt>
                <c:pt idx="64">
                  <c:v>88.873366399999995</c:v>
                </c:pt>
                <c:pt idx="65">
                  <c:v>88.853654300000002</c:v>
                </c:pt>
                <c:pt idx="66">
                  <c:v>88.825153099999994</c:v>
                </c:pt>
                <c:pt idx="67">
                  <c:v>88.783038099999999</c:v>
                </c:pt>
                <c:pt idx="68">
                  <c:v>88.721359500000005</c:v>
                </c:pt>
                <c:pt idx="69">
                  <c:v>88.630276800000004</c:v>
                </c:pt>
                <c:pt idx="70">
                  <c:v>88.497214</c:v>
                </c:pt>
                <c:pt idx="71">
                  <c:v>88.301919100000006</c:v>
                </c:pt>
                <c:pt idx="72">
                  <c:v>88.017171399999995</c:v>
                </c:pt>
                <c:pt idx="73">
                  <c:v>87.612470400000007</c:v>
                </c:pt>
                <c:pt idx="74">
                  <c:v>87.070540199999996</c:v>
                </c:pt>
                <c:pt idx="75">
                  <c:v>86.417370300000002</c:v>
                </c:pt>
                <c:pt idx="76">
                  <c:v>85.720181499999995</c:v>
                </c:pt>
                <c:pt idx="77">
                  <c:v>85.029276800000005</c:v>
                </c:pt>
                <c:pt idx="78">
                  <c:v>84.355805399999994</c:v>
                </c:pt>
                <c:pt idx="79">
                  <c:v>83.695577099999994</c:v>
                </c:pt>
                <c:pt idx="80">
                  <c:v>83.047512999999995</c:v>
                </c:pt>
                <c:pt idx="81">
                  <c:v>82.424180000000007</c:v>
                </c:pt>
                <c:pt idx="82">
                  <c:v>81.854880300000005</c:v>
                </c:pt>
                <c:pt idx="83">
                  <c:v>81.388345700000002</c:v>
                </c:pt>
                <c:pt idx="84">
                  <c:v>81.081733700000001</c:v>
                </c:pt>
                <c:pt idx="85">
                  <c:v>80.986679100000003</c:v>
                </c:pt>
                <c:pt idx="86">
                  <c:v>81.1008396</c:v>
                </c:pt>
                <c:pt idx="87">
                  <c:v>81.362980800000003</c:v>
                </c:pt>
                <c:pt idx="88">
                  <c:v>81.701803200000001</c:v>
                </c:pt>
                <c:pt idx="89">
                  <c:v>82.056782699999999</c:v>
                </c:pt>
                <c:pt idx="90">
                  <c:v>82.380013500000004</c:v>
                </c:pt>
                <c:pt idx="91">
                  <c:v>82.6468816</c:v>
                </c:pt>
                <c:pt idx="92">
                  <c:v>82.843334200000001</c:v>
                </c:pt>
                <c:pt idx="93">
                  <c:v>82.981311300000002</c:v>
                </c:pt>
                <c:pt idx="94">
                  <c:v>83.090582799999993</c:v>
                </c:pt>
                <c:pt idx="95">
                  <c:v>90.150203500000003</c:v>
                </c:pt>
                <c:pt idx="96">
                  <c:v>90</c:v>
                </c:pt>
                <c:pt idx="97">
                  <c:v>90</c:v>
                </c:pt>
              </c:numCache>
              <c:extLst xmlns:c15="http://schemas.microsoft.com/office/drawing/2012/chart"/>
            </c:numRef>
          </c:xVal>
          <c:yVal>
            <c:numRef>
              <c:f>Лист1!$AZ$3:$AZ$98</c:f>
              <c:numCache>
                <c:formatCode>0.000000</c:formatCode>
                <c:ptCount val="96"/>
                <c:pt idx="0">
                  <c:v>0</c:v>
                </c:pt>
                <c:pt idx="1">
                  <c:v>2.7904003000000001E-5</c:v>
                </c:pt>
                <c:pt idx="2">
                  <c:v>7.0182796000000004E-5</c:v>
                </c:pt>
                <c:pt idx="3">
                  <c:v>1.3275540999999999E-4</c:v>
                </c:pt>
                <c:pt idx="4">
                  <c:v>2.2534597000000001E-4</c:v>
                </c:pt>
                <c:pt idx="5">
                  <c:v>3.6232924000000001E-4</c:v>
                </c:pt>
                <c:pt idx="6">
                  <c:v>5.6695862000000002E-4</c:v>
                </c:pt>
                <c:pt idx="7">
                  <c:v>8.6967478E-4</c:v>
                </c:pt>
                <c:pt idx="8">
                  <c:v>1.3199438999999999E-3</c:v>
                </c:pt>
                <c:pt idx="9">
                  <c:v>1.9875259999999999E-3</c:v>
                </c:pt>
                <c:pt idx="10">
                  <c:v>2.9785409999999999E-3</c:v>
                </c:pt>
                <c:pt idx="11">
                  <c:v>4.4506885999999997E-3</c:v>
                </c:pt>
                <c:pt idx="12">
                  <c:v>6.6352338000000002E-3</c:v>
                </c:pt>
                <c:pt idx="13">
                  <c:v>9.8784397999999995E-3</c:v>
                </c:pt>
                <c:pt idx="14">
                  <c:v>1.4693572E-2</c:v>
                </c:pt>
                <c:pt idx="15">
                  <c:v>2.1841646999999999E-2</c:v>
                </c:pt>
                <c:pt idx="16">
                  <c:v>3.2452777000000002E-2</c:v>
                </c:pt>
                <c:pt idx="17">
                  <c:v>4.8205434999999998E-2</c:v>
                </c:pt>
                <c:pt idx="18">
                  <c:v>7.1590260000000003E-2</c:v>
                </c:pt>
                <c:pt idx="19">
                  <c:v>0.10630452999999999</c:v>
                </c:pt>
                <c:pt idx="20">
                  <c:v>0.14101838</c:v>
                </c:pt>
                <c:pt idx="21">
                  <c:v>0.14647023000000001</c:v>
                </c:pt>
                <c:pt idx="22">
                  <c:v>0.17573010999999999</c:v>
                </c:pt>
                <c:pt idx="23">
                  <c:v>0.21044057999999999</c:v>
                </c:pt>
                <c:pt idx="24">
                  <c:v>0.24515018999999999</c:v>
                </c:pt>
                <c:pt idx="25">
                  <c:v>0.27985855999999998</c:v>
                </c:pt>
                <c:pt idx="26">
                  <c:v>0.31456648999999998</c:v>
                </c:pt>
                <c:pt idx="27">
                  <c:v>0.34927355999999998</c:v>
                </c:pt>
                <c:pt idx="28">
                  <c:v>0.38398020999999999</c:v>
                </c:pt>
                <c:pt idx="29">
                  <c:v>0.41868602999999999</c:v>
                </c:pt>
                <c:pt idx="30">
                  <c:v>0.45339059999999998</c:v>
                </c:pt>
                <c:pt idx="31">
                  <c:v>0.48809259999999999</c:v>
                </c:pt>
                <c:pt idx="32">
                  <c:v>0.52275020000000005</c:v>
                </c:pt>
                <c:pt idx="33">
                  <c:v>0.52279209999999998</c:v>
                </c:pt>
                <c:pt idx="34">
                  <c:v>0.55748903999999999</c:v>
                </c:pt>
                <c:pt idx="35">
                  <c:v>0.59218298999999996</c:v>
                </c:pt>
                <c:pt idx="36">
                  <c:v>0.62687444999999997</c:v>
                </c:pt>
                <c:pt idx="37">
                  <c:v>0.66156417000000001</c:v>
                </c:pt>
                <c:pt idx="38">
                  <c:v>0.69625139000000003</c:v>
                </c:pt>
                <c:pt idx="39">
                  <c:v>0.73093693999999998</c:v>
                </c:pt>
                <c:pt idx="40">
                  <c:v>0.76561986999999998</c:v>
                </c:pt>
                <c:pt idx="41">
                  <c:v>0.80030327999999995</c:v>
                </c:pt>
                <c:pt idx="42">
                  <c:v>0.83498715999999995</c:v>
                </c:pt>
                <c:pt idx="43">
                  <c:v>0.86967057000000003</c:v>
                </c:pt>
                <c:pt idx="44">
                  <c:v>0.89021379</c:v>
                </c:pt>
                <c:pt idx="45">
                  <c:v>0.90435480999999995</c:v>
                </c:pt>
                <c:pt idx="46">
                  <c:v>0.92771888000000002</c:v>
                </c:pt>
                <c:pt idx="47">
                  <c:v>0.94345760000000001</c:v>
                </c:pt>
                <c:pt idx="48">
                  <c:v>0.95405941999999999</c:v>
                </c:pt>
                <c:pt idx="49">
                  <c:v>0.96120119000000004</c:v>
                </c:pt>
                <c:pt idx="50">
                  <c:v>0.96601205999999995</c:v>
                </c:pt>
                <c:pt idx="51">
                  <c:v>0.96925276999999999</c:v>
                </c:pt>
                <c:pt idx="52">
                  <c:v>0.97143601999999996</c:v>
                </c:pt>
                <c:pt idx="53">
                  <c:v>0.97290646999999997</c:v>
                </c:pt>
                <c:pt idx="54">
                  <c:v>0.97389661999999999</c:v>
                </c:pt>
                <c:pt idx="55">
                  <c:v>0.97456425000000002</c:v>
                </c:pt>
                <c:pt idx="56">
                  <c:v>0.97501367000000005</c:v>
                </c:pt>
                <c:pt idx="57">
                  <c:v>0.97531635000000005</c:v>
                </c:pt>
                <c:pt idx="58">
                  <c:v>0.97552055000000004</c:v>
                </c:pt>
                <c:pt idx="59">
                  <c:v>0.97565800000000003</c:v>
                </c:pt>
                <c:pt idx="60">
                  <c:v>0.97575014999999998</c:v>
                </c:pt>
                <c:pt idx="61">
                  <c:v>0.97581273000000002</c:v>
                </c:pt>
                <c:pt idx="62">
                  <c:v>0.97585458000000003</c:v>
                </c:pt>
                <c:pt idx="63">
                  <c:v>0.97588288999999995</c:v>
                </c:pt>
                <c:pt idx="64">
                  <c:v>0.97591125999999995</c:v>
                </c:pt>
                <c:pt idx="65">
                  <c:v>0.97595226999999996</c:v>
                </c:pt>
                <c:pt idx="66">
                  <c:v>0.97601146000000005</c:v>
                </c:pt>
                <c:pt idx="67">
                  <c:v>0.97609769999999996</c:v>
                </c:pt>
                <c:pt idx="68">
                  <c:v>0.97622240000000005</c:v>
                </c:pt>
                <c:pt idx="69">
                  <c:v>0.97640336000000005</c:v>
                </c:pt>
                <c:pt idx="70">
                  <c:v>0.97666591000000003</c:v>
                </c:pt>
                <c:pt idx="71">
                  <c:v>0.97704601000000002</c:v>
                </c:pt>
                <c:pt idx="72">
                  <c:v>0.97759688</c:v>
                </c:pt>
                <c:pt idx="73">
                  <c:v>0.97839551999999996</c:v>
                </c:pt>
                <c:pt idx="74">
                  <c:v>0.97955309999999995</c:v>
                </c:pt>
                <c:pt idx="75">
                  <c:v>0.98123073999999999</c:v>
                </c:pt>
                <c:pt idx="76">
                  <c:v>0.98290836999999998</c:v>
                </c:pt>
                <c:pt idx="77">
                  <c:v>0.98458599999999996</c:v>
                </c:pt>
                <c:pt idx="78">
                  <c:v>0.98626362999999995</c:v>
                </c:pt>
                <c:pt idx="79">
                  <c:v>0.98794126999999998</c:v>
                </c:pt>
                <c:pt idx="80">
                  <c:v>0.98961931000000003</c:v>
                </c:pt>
                <c:pt idx="81">
                  <c:v>0.99129646999999999</c:v>
                </c:pt>
                <c:pt idx="82">
                  <c:v>0.99297451999999997</c:v>
                </c:pt>
                <c:pt idx="83">
                  <c:v>0.99465214999999996</c:v>
                </c:pt>
                <c:pt idx="84">
                  <c:v>0.99632978000000005</c:v>
                </c:pt>
                <c:pt idx="85">
                  <c:v>0.99748736999999998</c:v>
                </c:pt>
                <c:pt idx="86">
                  <c:v>0.99828558999999994</c:v>
                </c:pt>
                <c:pt idx="87">
                  <c:v>0.99883652000000001</c:v>
                </c:pt>
                <c:pt idx="88">
                  <c:v>0.99921696999999998</c:v>
                </c:pt>
                <c:pt idx="89">
                  <c:v>0.99947912000000005</c:v>
                </c:pt>
                <c:pt idx="90">
                  <c:v>0.99966007000000001</c:v>
                </c:pt>
                <c:pt idx="91">
                  <c:v>0.99978482999999996</c:v>
                </c:pt>
                <c:pt idx="92">
                  <c:v>0.99987108000000002</c:v>
                </c:pt>
                <c:pt idx="93">
                  <c:v>0.99993067999999996</c:v>
                </c:pt>
                <c:pt idx="94">
                  <c:v>0.99997126999999997</c:v>
                </c:pt>
                <c:pt idx="95">
                  <c:v>1</c:v>
                </c:pt>
              </c:numCache>
              <c:extLst xmlns:c15="http://schemas.microsoft.com/office/drawing/2012/chart"/>
            </c:numRef>
          </c:yVal>
          <c:smooth val="1"/>
          <c:extLst xmlns:c15="http://schemas.microsoft.com/office/drawing/2012/chart">
            <c:ext xmlns:c16="http://schemas.microsoft.com/office/drawing/2014/chart" uri="{C3380CC4-5D6E-409C-BE32-E72D297353CC}">
              <c16:uniqueId val="{00000003-DF04-4793-9EE6-7BA7B79837EB}"/>
            </c:ext>
          </c:extLst>
        </c:ser>
        <c:ser>
          <c:idx val="7"/>
          <c:order val="7"/>
          <c:tx>
            <c:strRef>
              <c:f>Лист1!$BW$3</c:f>
              <c:strCache>
                <c:ptCount val="1"/>
                <c:pt idx="0">
                  <c:v>средняя сетка EARMS</c:v>
                </c:pt>
              </c:strCache>
              <c:extLst xmlns:c15="http://schemas.microsoft.com/office/drawing/2012/chart"/>
            </c:strRef>
          </c:tx>
          <c:spPr>
            <a:ln w="25400" cap="rnd" cmpd="sng">
              <a:solidFill>
                <a:srgbClr val="7030A0">
                  <a:alpha val="95000"/>
                </a:srgbClr>
              </a:solidFill>
              <a:prstDash val="solid"/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  <a:effectLst/>
            </c:spPr>
          </c:marker>
          <c:xVal>
            <c:numRef>
              <c:f>Лист1!$BW$4:$BW$101</c:f>
              <c:numCache>
                <c:formatCode>0.000000</c:formatCode>
                <c:ptCount val="98"/>
                <c:pt idx="0">
                  <c:v>89.288608069999995</c:v>
                </c:pt>
                <c:pt idx="1">
                  <c:v>49.922851999999999</c:v>
                </c:pt>
                <c:pt idx="2">
                  <c:v>47.155875999999999</c:v>
                </c:pt>
                <c:pt idx="3">
                  <c:v>45.240242000000002</c:v>
                </c:pt>
                <c:pt idx="4">
                  <c:v>43.213912999999998</c:v>
                </c:pt>
                <c:pt idx="5">
                  <c:v>41.290230000000001</c:v>
                </c:pt>
                <c:pt idx="6">
                  <c:v>39.629562</c:v>
                </c:pt>
                <c:pt idx="7">
                  <c:v>38.321216999999997</c:v>
                </c:pt>
                <c:pt idx="8">
                  <c:v>37.313332000000003</c:v>
                </c:pt>
                <c:pt idx="9">
                  <c:v>36.559395000000002</c:v>
                </c:pt>
                <c:pt idx="10">
                  <c:v>36.004371999999996</c:v>
                </c:pt>
                <c:pt idx="11">
                  <c:v>35.602443999999998</c:v>
                </c:pt>
                <c:pt idx="12">
                  <c:v>35.314957</c:v>
                </c:pt>
                <c:pt idx="13">
                  <c:v>35.111656000000004</c:v>
                </c:pt>
                <c:pt idx="14">
                  <c:v>34.978637999999997</c:v>
                </c:pt>
                <c:pt idx="15">
                  <c:v>34.928168999999997</c:v>
                </c:pt>
                <c:pt idx="16">
                  <c:v>35.004058999999998</c:v>
                </c:pt>
                <c:pt idx="17">
                  <c:v>35.279434000000002</c:v>
                </c:pt>
                <c:pt idx="18">
                  <c:v>35.847152999999999</c:v>
                </c:pt>
                <c:pt idx="19">
                  <c:v>36.753692999999998</c:v>
                </c:pt>
                <c:pt idx="20">
                  <c:v>37.952731999999997</c:v>
                </c:pt>
                <c:pt idx="21">
                  <c:v>38.175933999999998</c:v>
                </c:pt>
                <c:pt idx="22">
                  <c:v>39.373024000000001</c:v>
                </c:pt>
                <c:pt idx="23">
                  <c:v>40.928649999999998</c:v>
                </c:pt>
                <c:pt idx="24">
                  <c:v>42.490704000000001</c:v>
                </c:pt>
                <c:pt idx="25">
                  <c:v>43.910415999999998</c:v>
                </c:pt>
                <c:pt idx="26">
                  <c:v>45.060417000000001</c:v>
                </c:pt>
                <c:pt idx="27">
                  <c:v>45.883933999999996</c:v>
                </c:pt>
                <c:pt idx="28">
                  <c:v>46.439307999999997</c:v>
                </c:pt>
                <c:pt idx="29">
                  <c:v>46.873055000000001</c:v>
                </c:pt>
                <c:pt idx="30">
                  <c:v>47.354945999999998</c:v>
                </c:pt>
                <c:pt idx="31">
                  <c:v>47.998900999999996</c:v>
                </c:pt>
                <c:pt idx="32">
                  <c:v>48.798591999999999</c:v>
                </c:pt>
                <c:pt idx="33">
                  <c:v>48.799557</c:v>
                </c:pt>
                <c:pt idx="34">
                  <c:v>49.626185999999997</c:v>
                </c:pt>
                <c:pt idx="35">
                  <c:v>50.299121999999997</c:v>
                </c:pt>
                <c:pt idx="36">
                  <c:v>50.704441000000003</c:v>
                </c:pt>
                <c:pt idx="37">
                  <c:v>50.907783999999999</c:v>
                </c:pt>
                <c:pt idx="38">
                  <c:v>51.311439999999997</c:v>
                </c:pt>
                <c:pt idx="39">
                  <c:v>52.807727999999997</c:v>
                </c:pt>
                <c:pt idx="40">
                  <c:v>57.092117000000002</c:v>
                </c:pt>
                <c:pt idx="41">
                  <c:v>66.446791000000005</c:v>
                </c:pt>
                <c:pt idx="42">
                  <c:v>81.213355100000001</c:v>
                </c:pt>
                <c:pt idx="43">
                  <c:v>94.896433400000006</c:v>
                </c:pt>
                <c:pt idx="44">
                  <c:v>98.496837599999992</c:v>
                </c:pt>
                <c:pt idx="45">
                  <c:v>100.96990599999999</c:v>
                </c:pt>
                <c:pt idx="46">
                  <c:v>101.158456</c:v>
                </c:pt>
                <c:pt idx="47">
                  <c:v>98.717937500000005</c:v>
                </c:pt>
                <c:pt idx="48">
                  <c:v>95.767818500000004</c:v>
                </c:pt>
                <c:pt idx="49">
                  <c:v>93.329914099999996</c:v>
                </c:pt>
                <c:pt idx="50">
                  <c:v>91.6537699</c:v>
                </c:pt>
                <c:pt idx="51">
                  <c:v>90.603119019999994</c:v>
                </c:pt>
                <c:pt idx="52">
                  <c:v>89.955459882</c:v>
                </c:pt>
                <c:pt idx="53">
                  <c:v>89.546553020000005</c:v>
                </c:pt>
                <c:pt idx="54">
                  <c:v>89.280690730000003</c:v>
                </c:pt>
                <c:pt idx="55">
                  <c:v>89.104531589999993</c:v>
                </c:pt>
                <c:pt idx="56">
                  <c:v>88.986977199999998</c:v>
                </c:pt>
                <c:pt idx="57">
                  <c:v>88.9082121</c:v>
                </c:pt>
                <c:pt idx="58">
                  <c:v>88.854709</c:v>
                </c:pt>
                <c:pt idx="59">
                  <c:v>88.819621299999994</c:v>
                </c:pt>
                <c:pt idx="60">
                  <c:v>88.796441400000006</c:v>
                </c:pt>
                <c:pt idx="61">
                  <c:v>88.780430600000003</c:v>
                </c:pt>
                <c:pt idx="62">
                  <c:v>88.770045600000003</c:v>
                </c:pt>
                <c:pt idx="63">
                  <c:v>88.762001999999995</c:v>
                </c:pt>
                <c:pt idx="64">
                  <c:v>88.753792799999999</c:v>
                </c:pt>
                <c:pt idx="65">
                  <c:v>88.742831100000004</c:v>
                </c:pt>
                <c:pt idx="66">
                  <c:v>88.727272400000004</c:v>
                </c:pt>
                <c:pt idx="67">
                  <c:v>88.704817700000007</c:v>
                </c:pt>
                <c:pt idx="68">
                  <c:v>88.672248600000003</c:v>
                </c:pt>
                <c:pt idx="69">
                  <c:v>88.624555299999997</c:v>
                </c:pt>
                <c:pt idx="70">
                  <c:v>88.554844399999993</c:v>
                </c:pt>
                <c:pt idx="71">
                  <c:v>88.452134599999994</c:v>
                </c:pt>
                <c:pt idx="72">
                  <c:v>88.301126999999994</c:v>
                </c:pt>
                <c:pt idx="73">
                  <c:v>88.080640799999998</c:v>
                </c:pt>
                <c:pt idx="74">
                  <c:v>87.767152999999993</c:v>
                </c:pt>
                <c:pt idx="75">
                  <c:v>87.363476800000001</c:v>
                </c:pt>
                <c:pt idx="76">
                  <c:v>86.909881400000003</c:v>
                </c:pt>
                <c:pt idx="77">
                  <c:v>86.437808500000003</c:v>
                </c:pt>
                <c:pt idx="78">
                  <c:v>85.953596099999999</c:v>
                </c:pt>
                <c:pt idx="79">
                  <c:v>85.455241700000002</c:v>
                </c:pt>
                <c:pt idx="80">
                  <c:v>84.936232099999998</c:v>
                </c:pt>
                <c:pt idx="81">
                  <c:v>84.387343400000006</c:v>
                </c:pt>
                <c:pt idx="82">
                  <c:v>83.797882099999995</c:v>
                </c:pt>
                <c:pt idx="83">
                  <c:v>83.164457299999995</c:v>
                </c:pt>
                <c:pt idx="84">
                  <c:v>82.505637199999995</c:v>
                </c:pt>
                <c:pt idx="85">
                  <c:v>81.8674927</c:v>
                </c:pt>
                <c:pt idx="86">
                  <c:v>81.299634900000001</c:v>
                </c:pt>
                <c:pt idx="87">
                  <c:v>80.834396400000003</c:v>
                </c:pt>
                <c:pt idx="88">
                  <c:v>80.480975200000003</c:v>
                </c:pt>
                <c:pt idx="89">
                  <c:v>80.229318599999999</c:v>
                </c:pt>
                <c:pt idx="90">
                  <c:v>80.0569773</c:v>
                </c:pt>
                <c:pt idx="91">
                  <c:v>79.938410000000005</c:v>
                </c:pt>
                <c:pt idx="92">
                  <c:v>79.857731999999999</c:v>
                </c:pt>
                <c:pt idx="93">
                  <c:v>79.806933999999998</c:v>
                </c:pt>
                <c:pt idx="94">
                  <c:v>79.767745000000005</c:v>
                </c:pt>
                <c:pt idx="95">
                  <c:v>90.135435970000003</c:v>
                </c:pt>
                <c:pt idx="96">
                  <c:v>90</c:v>
                </c:pt>
                <c:pt idx="97">
                  <c:v>90</c:v>
                </c:pt>
              </c:numCache>
              <c:extLst xmlns:c15="http://schemas.microsoft.com/office/drawing/2012/chart"/>
            </c:numRef>
          </c:xVal>
          <c:yVal>
            <c:numRef>
              <c:f>Лист1!$BT$3:$BT$98</c:f>
              <c:numCache>
                <c:formatCode>0.000000</c:formatCode>
                <c:ptCount val="96"/>
                <c:pt idx="0">
                  <c:v>0</c:v>
                </c:pt>
                <c:pt idx="1">
                  <c:v>2.7904003000000001E-5</c:v>
                </c:pt>
                <c:pt idx="2">
                  <c:v>7.0182796000000004E-5</c:v>
                </c:pt>
                <c:pt idx="3">
                  <c:v>1.3275540999999999E-4</c:v>
                </c:pt>
                <c:pt idx="4">
                  <c:v>2.2534597000000001E-4</c:v>
                </c:pt>
                <c:pt idx="5">
                  <c:v>3.6232924000000001E-4</c:v>
                </c:pt>
                <c:pt idx="6">
                  <c:v>5.6695862000000002E-4</c:v>
                </c:pt>
                <c:pt idx="7">
                  <c:v>8.6967478E-4</c:v>
                </c:pt>
                <c:pt idx="8">
                  <c:v>1.3199438999999999E-3</c:v>
                </c:pt>
                <c:pt idx="9">
                  <c:v>1.9875259999999999E-3</c:v>
                </c:pt>
                <c:pt idx="10">
                  <c:v>2.9785409999999999E-3</c:v>
                </c:pt>
                <c:pt idx="11">
                  <c:v>4.4506885999999997E-3</c:v>
                </c:pt>
                <c:pt idx="12">
                  <c:v>6.6352338000000002E-3</c:v>
                </c:pt>
                <c:pt idx="13">
                  <c:v>9.8784397999999995E-3</c:v>
                </c:pt>
                <c:pt idx="14">
                  <c:v>1.4693572E-2</c:v>
                </c:pt>
                <c:pt idx="15">
                  <c:v>2.1841646999999999E-2</c:v>
                </c:pt>
                <c:pt idx="16">
                  <c:v>3.2452777000000002E-2</c:v>
                </c:pt>
                <c:pt idx="17">
                  <c:v>4.8205434999999998E-2</c:v>
                </c:pt>
                <c:pt idx="18">
                  <c:v>7.1590260000000003E-2</c:v>
                </c:pt>
                <c:pt idx="19">
                  <c:v>0.10630452999999999</c:v>
                </c:pt>
                <c:pt idx="20">
                  <c:v>0.14101838</c:v>
                </c:pt>
                <c:pt idx="21">
                  <c:v>0.14647023000000001</c:v>
                </c:pt>
                <c:pt idx="22">
                  <c:v>0.17573010999999999</c:v>
                </c:pt>
                <c:pt idx="23">
                  <c:v>0.21044057999999999</c:v>
                </c:pt>
                <c:pt idx="24">
                  <c:v>0.24515018999999999</c:v>
                </c:pt>
                <c:pt idx="25">
                  <c:v>0.27985855999999998</c:v>
                </c:pt>
                <c:pt idx="26">
                  <c:v>0.31456648999999998</c:v>
                </c:pt>
                <c:pt idx="27">
                  <c:v>0.34927355999999998</c:v>
                </c:pt>
                <c:pt idx="28">
                  <c:v>0.38398020999999999</c:v>
                </c:pt>
                <c:pt idx="29">
                  <c:v>0.41868602999999999</c:v>
                </c:pt>
                <c:pt idx="30">
                  <c:v>0.45339059999999998</c:v>
                </c:pt>
                <c:pt idx="31">
                  <c:v>0.48809259999999999</c:v>
                </c:pt>
                <c:pt idx="32">
                  <c:v>0.52275020000000005</c:v>
                </c:pt>
                <c:pt idx="33">
                  <c:v>0.52279209999999998</c:v>
                </c:pt>
                <c:pt idx="34">
                  <c:v>0.55748903999999999</c:v>
                </c:pt>
                <c:pt idx="35">
                  <c:v>0.59218298999999996</c:v>
                </c:pt>
                <c:pt idx="36">
                  <c:v>0.62687444999999997</c:v>
                </c:pt>
                <c:pt idx="37">
                  <c:v>0.66156417000000001</c:v>
                </c:pt>
                <c:pt idx="38">
                  <c:v>0.69625139000000003</c:v>
                </c:pt>
                <c:pt idx="39">
                  <c:v>0.73093693999999998</c:v>
                </c:pt>
                <c:pt idx="40">
                  <c:v>0.76561986999999998</c:v>
                </c:pt>
                <c:pt idx="41">
                  <c:v>0.80030327999999995</c:v>
                </c:pt>
                <c:pt idx="42">
                  <c:v>0.83498715999999995</c:v>
                </c:pt>
                <c:pt idx="43">
                  <c:v>0.86967057000000003</c:v>
                </c:pt>
                <c:pt idx="44">
                  <c:v>0.89021379</c:v>
                </c:pt>
                <c:pt idx="45">
                  <c:v>0.90435480999999995</c:v>
                </c:pt>
                <c:pt idx="46">
                  <c:v>0.92771888000000002</c:v>
                </c:pt>
                <c:pt idx="47">
                  <c:v>0.94345760000000001</c:v>
                </c:pt>
                <c:pt idx="48">
                  <c:v>0.95405941999999999</c:v>
                </c:pt>
                <c:pt idx="49">
                  <c:v>0.96120119000000004</c:v>
                </c:pt>
                <c:pt idx="50">
                  <c:v>0.96601205999999995</c:v>
                </c:pt>
                <c:pt idx="51">
                  <c:v>0.96925276999999999</c:v>
                </c:pt>
                <c:pt idx="52">
                  <c:v>0.97143601999999996</c:v>
                </c:pt>
                <c:pt idx="53">
                  <c:v>0.97290646999999997</c:v>
                </c:pt>
                <c:pt idx="54">
                  <c:v>0.97389661999999999</c:v>
                </c:pt>
                <c:pt idx="55">
                  <c:v>0.97456425000000002</c:v>
                </c:pt>
                <c:pt idx="56">
                  <c:v>0.97501367000000005</c:v>
                </c:pt>
                <c:pt idx="57">
                  <c:v>0.97531635000000005</c:v>
                </c:pt>
                <c:pt idx="58">
                  <c:v>0.97552055000000004</c:v>
                </c:pt>
                <c:pt idx="59">
                  <c:v>0.97565800000000003</c:v>
                </c:pt>
                <c:pt idx="60">
                  <c:v>0.97575014999999998</c:v>
                </c:pt>
                <c:pt idx="61">
                  <c:v>0.97581273000000002</c:v>
                </c:pt>
                <c:pt idx="62">
                  <c:v>0.97585458000000003</c:v>
                </c:pt>
                <c:pt idx="63">
                  <c:v>0.97588288999999995</c:v>
                </c:pt>
                <c:pt idx="64">
                  <c:v>0.97591125999999995</c:v>
                </c:pt>
                <c:pt idx="65">
                  <c:v>0.97595226999999996</c:v>
                </c:pt>
                <c:pt idx="66">
                  <c:v>0.97601146000000005</c:v>
                </c:pt>
                <c:pt idx="67">
                  <c:v>0.97609769999999996</c:v>
                </c:pt>
                <c:pt idx="68">
                  <c:v>0.97622240000000005</c:v>
                </c:pt>
                <c:pt idx="69">
                  <c:v>0.97640336000000005</c:v>
                </c:pt>
                <c:pt idx="70">
                  <c:v>0.97666591000000003</c:v>
                </c:pt>
                <c:pt idx="71">
                  <c:v>0.97704601000000002</c:v>
                </c:pt>
                <c:pt idx="72">
                  <c:v>0.97759688</c:v>
                </c:pt>
                <c:pt idx="73">
                  <c:v>0.97839551999999996</c:v>
                </c:pt>
                <c:pt idx="74">
                  <c:v>0.97955309999999995</c:v>
                </c:pt>
                <c:pt idx="75">
                  <c:v>0.98123073999999999</c:v>
                </c:pt>
                <c:pt idx="76">
                  <c:v>0.98290836999999998</c:v>
                </c:pt>
                <c:pt idx="77">
                  <c:v>0.98458599999999996</c:v>
                </c:pt>
                <c:pt idx="78">
                  <c:v>0.98626362999999995</c:v>
                </c:pt>
                <c:pt idx="79">
                  <c:v>0.98794126999999998</c:v>
                </c:pt>
                <c:pt idx="80">
                  <c:v>0.98961931000000003</c:v>
                </c:pt>
                <c:pt idx="81">
                  <c:v>0.99129646999999999</c:v>
                </c:pt>
                <c:pt idx="82">
                  <c:v>0.99297451999999997</c:v>
                </c:pt>
                <c:pt idx="83">
                  <c:v>0.99465214999999996</c:v>
                </c:pt>
                <c:pt idx="84">
                  <c:v>0.99632978000000005</c:v>
                </c:pt>
                <c:pt idx="85">
                  <c:v>0.99748736999999998</c:v>
                </c:pt>
                <c:pt idx="86">
                  <c:v>0.99828558999999994</c:v>
                </c:pt>
                <c:pt idx="87">
                  <c:v>0.99883652000000001</c:v>
                </c:pt>
                <c:pt idx="88">
                  <c:v>0.99921696999999998</c:v>
                </c:pt>
                <c:pt idx="89">
                  <c:v>0.99947912000000005</c:v>
                </c:pt>
                <c:pt idx="90">
                  <c:v>0.99966007000000001</c:v>
                </c:pt>
                <c:pt idx="91">
                  <c:v>0.99978482999999996</c:v>
                </c:pt>
                <c:pt idx="92">
                  <c:v>0.99987108000000002</c:v>
                </c:pt>
                <c:pt idx="93">
                  <c:v>0.99993067999999996</c:v>
                </c:pt>
                <c:pt idx="94">
                  <c:v>0.99997126999999997</c:v>
                </c:pt>
                <c:pt idx="95">
                  <c:v>1</c:v>
                </c:pt>
              </c:numCache>
              <c:extLst xmlns:c15="http://schemas.microsoft.com/office/drawing/2012/chart"/>
            </c:numRef>
          </c:yVal>
          <c:smooth val="1"/>
          <c:extLst xmlns:c15="http://schemas.microsoft.com/office/drawing/2012/chart">
            <c:ext xmlns:c16="http://schemas.microsoft.com/office/drawing/2014/chart" uri="{C3380CC4-5D6E-409C-BE32-E72D297353CC}">
              <c16:uniqueId val="{00000004-DF04-4793-9EE6-7BA7B79837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32991096"/>
        <c:axId val="478442576"/>
        <c:extLst>
          <c:ext xmlns:c15="http://schemas.microsoft.com/office/drawing/2012/chart" uri="{02D57815-91ED-43cb-92C2-25804820EDAC}">
            <c15:filteredScatterSeries>
              <c15:ser>
                <c:idx val="1"/>
                <c:order val="2"/>
                <c:tx>
                  <c:strRef>
                    <c:extLst>
                      <c:ext uri="{02D57815-91ED-43cb-92C2-25804820EDAC}">
                        <c15:formulaRef>
                          <c15:sqref>Лист1!$Q$3</c15:sqref>
                        </c15:formulaRef>
                      </c:ext>
                    </c:extLst>
                    <c:strCache>
                      <c:ptCount val="1"/>
                      <c:pt idx="0">
                        <c:v>грубая сетка SA</c:v>
                      </c:pt>
                    </c:strCache>
                  </c:strRef>
                </c:tx>
                <c:spPr>
                  <a:ln w="53975" cap="rnd">
                    <a:solidFill>
                      <a:srgbClr val="FF0000"/>
                    </a:solidFill>
                    <a:prstDash val="sysDot"/>
                    <a:round/>
                  </a:ln>
                  <a:effectLst/>
                </c:spPr>
                <c:marker>
                  <c:symbol val="circle"/>
                  <c:size val="5"/>
                  <c:spPr>
                    <a:noFill/>
                    <a:ln w="9525">
                      <a:noFill/>
                    </a:ln>
                    <a:effectLst/>
                  </c:spPr>
                </c:marker>
                <c:xVal>
                  <c:numRef>
                    <c:extLst>
                      <c:ext uri="{02D57815-91ED-43cb-92C2-25804820EDAC}">
                        <c15:formulaRef>
                          <c15:sqref>Лист1!$Q$4:$Q$101</c15:sqref>
                        </c15:formulaRef>
                      </c:ext>
                    </c:extLst>
                    <c:numCache>
                      <c:formatCode>0.000000</c:formatCode>
                      <c:ptCount val="98"/>
                      <c:pt idx="0">
                        <c:v>90.557399509999996</c:v>
                      </c:pt>
                      <c:pt idx="1">
                        <c:v>58.796778000000003</c:v>
                      </c:pt>
                      <c:pt idx="2">
                        <c:v>56.193668000000002</c:v>
                      </c:pt>
                      <c:pt idx="3">
                        <c:v>53.816372000000001</c:v>
                      </c:pt>
                      <c:pt idx="4">
                        <c:v>50.958195000000003</c:v>
                      </c:pt>
                      <c:pt idx="5">
                        <c:v>47.966887999999997</c:v>
                      </c:pt>
                      <c:pt idx="6">
                        <c:v>45.246670000000002</c:v>
                      </c:pt>
                      <c:pt idx="7">
                        <c:v>43.02599</c:v>
                      </c:pt>
                      <c:pt idx="8">
                        <c:v>41.308551999999999</c:v>
                      </c:pt>
                      <c:pt idx="9">
                        <c:v>39.962715000000003</c:v>
                      </c:pt>
                      <c:pt idx="10">
                        <c:v>38.847411999999998</c:v>
                      </c:pt>
                      <c:pt idx="11">
                        <c:v>37.877495000000003</c:v>
                      </c:pt>
                      <c:pt idx="12">
                        <c:v>37.001671000000002</c:v>
                      </c:pt>
                      <c:pt idx="13">
                        <c:v>36.195877000000003</c:v>
                      </c:pt>
                      <c:pt idx="14">
                        <c:v>35.489654999999999</c:v>
                      </c:pt>
                      <c:pt idx="15">
                        <c:v>35.349452999999997</c:v>
                      </c:pt>
                      <c:pt idx="16">
                        <c:v>34.986877</c:v>
                      </c:pt>
                      <c:pt idx="17">
                        <c:v>34.834857999999997</c:v>
                      </c:pt>
                      <c:pt idx="18">
                        <c:v>35.172336999999999</c:v>
                      </c:pt>
                      <c:pt idx="19">
                        <c:v>36.055405</c:v>
                      </c:pt>
                      <c:pt idx="20">
                        <c:v>37.438133000000001</c:v>
                      </c:pt>
                      <c:pt idx="21">
                        <c:v>39.241343999999998</c:v>
                      </c:pt>
                      <c:pt idx="22">
                        <c:v>41.321609000000002</c:v>
                      </c:pt>
                      <c:pt idx="23">
                        <c:v>43.416030999999997</c:v>
                      </c:pt>
                      <c:pt idx="24">
                        <c:v>45.206524000000002</c:v>
                      </c:pt>
                      <c:pt idx="25">
                        <c:v>46.449492999999997</c:v>
                      </c:pt>
                      <c:pt idx="26">
                        <c:v>47.100101000000002</c:v>
                      </c:pt>
                      <c:pt idx="27">
                        <c:v>47.357726999999997</c:v>
                      </c:pt>
                      <c:pt idx="28">
                        <c:v>47.596564999999998</c:v>
                      </c:pt>
                      <c:pt idx="29">
                        <c:v>48.199337</c:v>
                      </c:pt>
                      <c:pt idx="30">
                        <c:v>49.350211999999999</c:v>
                      </c:pt>
                      <c:pt idx="31">
                        <c:v>50.872718999999996</c:v>
                      </c:pt>
                      <c:pt idx="32">
                        <c:v>52.243408000000002</c:v>
                      </c:pt>
                      <c:pt idx="33">
                        <c:v>52.867859000000003</c:v>
                      </c:pt>
                      <c:pt idx="34">
                        <c:v>52.492336000000002</c:v>
                      </c:pt>
                      <c:pt idx="35">
                        <c:v>51.528191</c:v>
                      </c:pt>
                      <c:pt idx="36">
                        <c:v>51.459251000000002</c:v>
                      </c:pt>
                      <c:pt idx="37">
                        <c:v>51.315769000000003</c:v>
                      </c:pt>
                      <c:pt idx="38">
                        <c:v>54.618808999999999</c:v>
                      </c:pt>
                      <c:pt idx="39">
                        <c:v>65.664410000000004</c:v>
                      </c:pt>
                      <c:pt idx="40">
                        <c:v>85.469607800000006</c:v>
                      </c:pt>
                      <c:pt idx="41">
                        <c:v>101.03246300000001</c:v>
                      </c:pt>
                      <c:pt idx="42">
                        <c:v>106.242619</c:v>
                      </c:pt>
                      <c:pt idx="43">
                        <c:v>105.97099799999999</c:v>
                      </c:pt>
                      <c:pt idx="44">
                        <c:v>103.830713</c:v>
                      </c:pt>
                      <c:pt idx="45">
                        <c:v>101.667849</c:v>
                      </c:pt>
                      <c:pt idx="46">
                        <c:v>100.037378</c:v>
                      </c:pt>
                      <c:pt idx="47">
                        <c:v>98.916327499999994</c:v>
                      </c:pt>
                      <c:pt idx="48">
                        <c:v>98.162357299999996</c:v>
                      </c:pt>
                      <c:pt idx="49">
                        <c:v>97.656590499999993</c:v>
                      </c:pt>
                      <c:pt idx="50">
                        <c:v>97.318016499999999</c:v>
                      </c:pt>
                      <c:pt idx="51">
                        <c:v>97.092532199999994</c:v>
                      </c:pt>
                      <c:pt idx="52">
                        <c:v>96.942781400000001</c:v>
                      </c:pt>
                      <c:pt idx="53">
                        <c:v>96.844212999999996</c:v>
                      </c:pt>
                      <c:pt idx="54">
                        <c:v>96.778823900000006</c:v>
                      </c:pt>
                      <c:pt idx="55">
                        <c:v>96.7358732</c:v>
                      </c:pt>
                      <c:pt idx="56">
                        <c:v>96.707744599999998</c:v>
                      </c:pt>
                      <c:pt idx="57">
                        <c:v>96.689374400000005</c:v>
                      </c:pt>
                      <c:pt idx="58">
                        <c:v>96.675873800000005</c:v>
                      </c:pt>
                      <c:pt idx="59">
                        <c:v>96.659922100000003</c:v>
                      </c:pt>
                      <c:pt idx="60">
                        <c:v>96.626520200000002</c:v>
                      </c:pt>
                      <c:pt idx="61">
                        <c:v>96.546572699999999</c:v>
                      </c:pt>
                      <c:pt idx="62">
                        <c:v>96.352531400000004</c:v>
                      </c:pt>
                      <c:pt idx="63">
                        <c:v>95.877448099999995</c:v>
                      </c:pt>
                      <c:pt idx="64">
                        <c:v>94.856257900000003</c:v>
                      </c:pt>
                      <c:pt idx="65">
                        <c:v>93.2489688</c:v>
                      </c:pt>
                      <c:pt idx="66">
                        <c:v>91.405049300000002</c:v>
                      </c:pt>
                      <c:pt idx="67">
                        <c:v>89.728801099999998</c:v>
                      </c:pt>
                      <c:pt idx="68">
                        <c:v>88.443365900000003</c:v>
                      </c:pt>
                      <c:pt idx="69">
                        <c:v>87.594810499999994</c:v>
                      </c:pt>
                      <c:pt idx="70">
                        <c:v>87.073124399999998</c:v>
                      </c:pt>
                      <c:pt idx="71">
                        <c:v>86.713991199999995</c:v>
                      </c:pt>
                      <c:pt idx="72">
                        <c:v>86.421908400000007</c:v>
                      </c:pt>
                      <c:pt idx="73">
                        <c:v>86.154376299999996</c:v>
                      </c:pt>
                      <c:pt idx="74">
                        <c:v>91.467775599999996</c:v>
                      </c:pt>
                      <c:pt idx="75">
                        <c:v>90</c:v>
                      </c:pt>
                      <c:pt idx="76">
                        <c:v>90</c:v>
                      </c:pt>
                      <c:pt idx="77">
                        <c:v>90</c:v>
                      </c:pt>
                      <c:pt idx="78">
                        <c:v>90</c:v>
                      </c:pt>
                      <c:pt idx="79">
                        <c:v>90</c:v>
                      </c:pt>
                      <c:pt idx="80">
                        <c:v>90</c:v>
                      </c:pt>
                      <c:pt idx="81">
                        <c:v>90</c:v>
                      </c:pt>
                      <c:pt idx="82">
                        <c:v>90</c:v>
                      </c:pt>
                      <c:pt idx="83">
                        <c:v>90</c:v>
                      </c:pt>
                      <c:pt idx="84">
                        <c:v>90</c:v>
                      </c:pt>
                      <c:pt idx="85">
                        <c:v>90</c:v>
                      </c:pt>
                      <c:pt idx="86">
                        <c:v>90</c:v>
                      </c:pt>
                      <c:pt idx="87">
                        <c:v>90</c:v>
                      </c:pt>
                      <c:pt idx="88">
                        <c:v>90</c:v>
                      </c:pt>
                      <c:pt idx="89">
                        <c:v>90</c:v>
                      </c:pt>
                      <c:pt idx="90">
                        <c:v>90</c:v>
                      </c:pt>
                      <c:pt idx="91">
                        <c:v>90</c:v>
                      </c:pt>
                      <c:pt idx="92">
                        <c:v>90</c:v>
                      </c:pt>
                      <c:pt idx="93">
                        <c:v>90</c:v>
                      </c:pt>
                      <c:pt idx="94">
                        <c:v>90</c:v>
                      </c:pt>
                      <c:pt idx="95">
                        <c:v>90</c:v>
                      </c:pt>
                      <c:pt idx="96">
                        <c:v>90</c:v>
                      </c:pt>
                      <c:pt idx="97">
                        <c:v>90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Лист1!$E$3:$E$85</c15:sqref>
                        </c15:formulaRef>
                      </c:ext>
                    </c:extLst>
                    <c:numCache>
                      <c:formatCode>0.000000</c:formatCode>
                      <c:ptCount val="83"/>
                      <c:pt idx="0">
                        <c:v>0</c:v>
                      </c:pt>
                      <c:pt idx="1">
                        <c:v>2.7904016E-5</c:v>
                      </c:pt>
                      <c:pt idx="2">
                        <c:v>7.1451191999999996E-5</c:v>
                      </c:pt>
                      <c:pt idx="3">
                        <c:v>1.3740614E-4</c:v>
                      </c:pt>
                      <c:pt idx="4">
                        <c:v>2.3802970999999999E-4</c:v>
                      </c:pt>
                      <c:pt idx="5">
                        <c:v>3.9234737000000002E-4</c:v>
                      </c:pt>
                      <c:pt idx="6">
                        <c:v>6.2741757999999997E-4</c:v>
                      </c:pt>
                      <c:pt idx="7">
                        <c:v>9.8636466999999992E-4</c:v>
                      </c:pt>
                      <c:pt idx="8">
                        <c:v>1.5351436000000001E-3</c:v>
                      </c:pt>
                      <c:pt idx="9">
                        <c:v>2.3726870000000001E-3</c:v>
                      </c:pt>
                      <c:pt idx="10">
                        <c:v>3.6520436E-3</c:v>
                      </c:pt>
                      <c:pt idx="11">
                        <c:v>5.6057475000000001E-3</c:v>
                      </c:pt>
                      <c:pt idx="12">
                        <c:v>8.5897865E-3</c:v>
                      </c:pt>
                      <c:pt idx="13">
                        <c:v>1.3146596E-2</c:v>
                      </c:pt>
                      <c:pt idx="14">
                        <c:v>2.0106110999999999E-2</c:v>
                      </c:pt>
                      <c:pt idx="15">
                        <c:v>2.3063937E-2</c:v>
                      </c:pt>
                      <c:pt idx="16">
                        <c:v>3.0734582E-2</c:v>
                      </c:pt>
                      <c:pt idx="17">
                        <c:v>4.6965841000000001E-2</c:v>
                      </c:pt>
                      <c:pt idx="18">
                        <c:v>7.1754329000000006E-2</c:v>
                      </c:pt>
                      <c:pt idx="19">
                        <c:v>0.10961036</c:v>
                      </c:pt>
                      <c:pt idx="20">
                        <c:v>0.14746384000000001</c:v>
                      </c:pt>
                      <c:pt idx="21">
                        <c:v>0.18531606</c:v>
                      </c:pt>
                      <c:pt idx="22">
                        <c:v>0.22316701999999999</c:v>
                      </c:pt>
                      <c:pt idx="23">
                        <c:v>0.26101627999999999</c:v>
                      </c:pt>
                      <c:pt idx="24">
                        <c:v>0.29886468999999999</c:v>
                      </c:pt>
                      <c:pt idx="25">
                        <c:v>0.33671268999999998</c:v>
                      </c:pt>
                      <c:pt idx="26">
                        <c:v>0.37455981999999999</c:v>
                      </c:pt>
                      <c:pt idx="27">
                        <c:v>0.41240611999999999</c:v>
                      </c:pt>
                      <c:pt idx="28">
                        <c:v>0.45025073999999998</c:v>
                      </c:pt>
                      <c:pt idx="29">
                        <c:v>0.48809322999999999</c:v>
                      </c:pt>
                      <c:pt idx="30">
                        <c:v>0.52593148000000001</c:v>
                      </c:pt>
                      <c:pt idx="31">
                        <c:v>0.56376725000000005</c:v>
                      </c:pt>
                      <c:pt idx="32">
                        <c:v>0.60159956999999997</c:v>
                      </c:pt>
                      <c:pt idx="33">
                        <c:v>0.63942980999999999</c:v>
                      </c:pt>
                      <c:pt idx="34">
                        <c:v>0.67725705999999997</c:v>
                      </c:pt>
                      <c:pt idx="35">
                        <c:v>0.71508139000000004</c:v>
                      </c:pt>
                      <c:pt idx="36">
                        <c:v>0.72698837999999999</c:v>
                      </c:pt>
                      <c:pt idx="37">
                        <c:v>0.75290358000000002</c:v>
                      </c:pt>
                      <c:pt idx="38">
                        <c:v>0.79072540999999996</c:v>
                      </c:pt>
                      <c:pt idx="39">
                        <c:v>0.82854718000000005</c:v>
                      </c:pt>
                      <c:pt idx="40">
                        <c:v>0.86636895000000003</c:v>
                      </c:pt>
                      <c:pt idx="41">
                        <c:v>0.90419114</c:v>
                      </c:pt>
                      <c:pt idx="42">
                        <c:v>0.92895764000000003</c:v>
                      </c:pt>
                      <c:pt idx="43">
                        <c:v>0.94517452000000002</c:v>
                      </c:pt>
                      <c:pt idx="44">
                        <c:v>0.95579367999999998</c:v>
                      </c:pt>
                      <c:pt idx="45">
                        <c:v>0.96274727999999998</c:v>
                      </c:pt>
                      <c:pt idx="46">
                        <c:v>0.9673003</c:v>
                      </c:pt>
                      <c:pt idx="47">
                        <c:v>0.97028177999999998</c:v>
                      </c:pt>
                      <c:pt idx="48">
                        <c:v>0.97223382999999997</c:v>
                      </c:pt>
                      <c:pt idx="49">
                        <c:v>0.97351235000000003</c:v>
                      </c:pt>
                      <c:pt idx="50">
                        <c:v>0.97434944000000001</c:v>
                      </c:pt>
                      <c:pt idx="51">
                        <c:v>0.97489738000000004</c:v>
                      </c:pt>
                      <c:pt idx="52">
                        <c:v>0.97525631999999995</c:v>
                      </c:pt>
                      <c:pt idx="53">
                        <c:v>0.97549140000000001</c:v>
                      </c:pt>
                      <c:pt idx="54">
                        <c:v>0.97564530000000005</c:v>
                      </c:pt>
                      <c:pt idx="55">
                        <c:v>0.97574592000000004</c:v>
                      </c:pt>
                      <c:pt idx="56">
                        <c:v>0.97581189999999995</c:v>
                      </c:pt>
                      <c:pt idx="57">
                        <c:v>0.97585540999999998</c:v>
                      </c:pt>
                      <c:pt idx="58">
                        <c:v>0.97588330999999995</c:v>
                      </c:pt>
                      <c:pt idx="59">
                        <c:v>0.97591167999999995</c:v>
                      </c:pt>
                      <c:pt idx="60">
                        <c:v>0.97597718</c:v>
                      </c:pt>
                      <c:pt idx="61">
                        <c:v>0.97612893999999994</c:v>
                      </c:pt>
                      <c:pt idx="62">
                        <c:v>0.97648113999999997</c:v>
                      </c:pt>
                      <c:pt idx="63">
                        <c:v>0.97729628999999996</c:v>
                      </c:pt>
                      <c:pt idx="64">
                        <c:v>0.97918612000000005</c:v>
                      </c:pt>
                      <c:pt idx="65">
                        <c:v>0.98356365999999995</c:v>
                      </c:pt>
                      <c:pt idx="66">
                        <c:v>0.98794168000000004</c:v>
                      </c:pt>
                      <c:pt idx="67">
                        <c:v>0.99231963999999995</c:v>
                      </c:pt>
                      <c:pt idx="68">
                        <c:v>0.99669759999999996</c:v>
                      </c:pt>
                      <c:pt idx="69">
                        <c:v>0.99858749000000002</c:v>
                      </c:pt>
                      <c:pt idx="70">
                        <c:v>0.99940258000000004</c:v>
                      </c:pt>
                      <c:pt idx="71">
                        <c:v>0.99975437</c:v>
                      </c:pt>
                      <c:pt idx="72">
                        <c:v>0.99990612000000001</c:v>
                      </c:pt>
                      <c:pt idx="73">
                        <c:v>0.99997210999999997</c:v>
                      </c:pt>
                      <c:pt idx="74">
                        <c:v>1</c:v>
                      </c:pt>
                    </c:numCache>
                  </c:numRef>
                </c:yVal>
                <c:smooth val="0"/>
                <c:extLst>
                  <c:ext xmlns:c16="http://schemas.microsoft.com/office/drawing/2014/chart" uri="{C3380CC4-5D6E-409C-BE32-E72D297353CC}">
                    <c16:uniqueId val="{00000005-DF04-4793-9EE6-7BA7B79837EB}"/>
                  </c:ext>
                </c:extLst>
              </c15:ser>
            </c15:filteredScatterSeries>
            <c15:filteredScatterSeries>
              <c15:ser>
                <c:idx val="4"/>
                <c:order val="4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Лист1!$AK$3</c15:sqref>
                        </c15:formulaRef>
                      </c:ext>
                    </c:extLst>
                    <c:strCache>
                      <c:ptCount val="1"/>
                      <c:pt idx="0">
                        <c:v>грубая сетка SST</c:v>
                      </c:pt>
                    </c:strCache>
                  </c:strRef>
                </c:tx>
                <c:spPr>
                  <a:ln w="53975" cap="rnd">
                    <a:solidFill>
                      <a:schemeClr val="accent6">
                        <a:lumMod val="75000"/>
                      </a:schemeClr>
                    </a:solidFill>
                    <a:prstDash val="sysDot"/>
                    <a:round/>
                  </a:ln>
                  <a:effectLst/>
                </c:spPr>
                <c:marker>
                  <c:symbol val="none"/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Лист1!$AK$4:$AK$101</c15:sqref>
                        </c15:formulaRef>
                      </c:ext>
                    </c:extLst>
                    <c:numCache>
                      <c:formatCode>0.000000</c:formatCode>
                      <c:ptCount val="98"/>
                      <c:pt idx="0">
                        <c:v>90.54174501</c:v>
                      </c:pt>
                      <c:pt idx="1">
                        <c:v>58.623407</c:v>
                      </c:pt>
                      <c:pt idx="2">
                        <c:v>56.536735999999998</c:v>
                      </c:pt>
                      <c:pt idx="3">
                        <c:v>54.506062</c:v>
                      </c:pt>
                      <c:pt idx="4">
                        <c:v>51.870327000000003</c:v>
                      </c:pt>
                      <c:pt idx="5">
                        <c:v>48.838462999999997</c:v>
                      </c:pt>
                      <c:pt idx="6">
                        <c:v>45.768841000000002</c:v>
                      </c:pt>
                      <c:pt idx="7">
                        <c:v>43.049385000000001</c:v>
                      </c:pt>
                      <c:pt idx="8">
                        <c:v>40.880172999999999</c:v>
                      </c:pt>
                      <c:pt idx="9">
                        <c:v>39.243523000000003</c:v>
                      </c:pt>
                      <c:pt idx="10">
                        <c:v>38.030247000000003</c:v>
                      </c:pt>
                      <c:pt idx="11">
                        <c:v>37.133564</c:v>
                      </c:pt>
                      <c:pt idx="12">
                        <c:v>36.462803000000001</c:v>
                      </c:pt>
                      <c:pt idx="13">
                        <c:v>35.957538999999997</c:v>
                      </c:pt>
                      <c:pt idx="14">
                        <c:v>35.607776999999999</c:v>
                      </c:pt>
                      <c:pt idx="15">
                        <c:v>35.565865000000002</c:v>
                      </c:pt>
                      <c:pt idx="16">
                        <c:v>35.457886000000002</c:v>
                      </c:pt>
                      <c:pt idx="17">
                        <c:v>35.574027999999998</c:v>
                      </c:pt>
                      <c:pt idx="18">
                        <c:v>36.011077999999998</c:v>
                      </c:pt>
                      <c:pt idx="19">
                        <c:v>36.764977000000002</c:v>
                      </c:pt>
                      <c:pt idx="20">
                        <c:v>37.786704999999998</c:v>
                      </c:pt>
                      <c:pt idx="21">
                        <c:v>39.077164000000003</c:v>
                      </c:pt>
                      <c:pt idx="22">
                        <c:v>40.645690999999999</c:v>
                      </c:pt>
                      <c:pt idx="23">
                        <c:v>42.398476000000002</c:v>
                      </c:pt>
                      <c:pt idx="24">
                        <c:v>44.123702999999999</c:v>
                      </c:pt>
                      <c:pt idx="25">
                        <c:v>45.570853999999997</c:v>
                      </c:pt>
                      <c:pt idx="26">
                        <c:v>46.585293</c:v>
                      </c:pt>
                      <c:pt idx="27">
                        <c:v>47.209217000000002</c:v>
                      </c:pt>
                      <c:pt idx="28">
                        <c:v>47.674576000000002</c:v>
                      </c:pt>
                      <c:pt idx="29">
                        <c:v>48.277523000000002</c:v>
                      </c:pt>
                      <c:pt idx="30">
                        <c:v>49.186508000000003</c:v>
                      </c:pt>
                      <c:pt idx="31">
                        <c:v>50.287689</c:v>
                      </c:pt>
                      <c:pt idx="32">
                        <c:v>51.206668999999998</c:v>
                      </c:pt>
                      <c:pt idx="33">
                        <c:v>51.558822999999997</c:v>
                      </c:pt>
                      <c:pt idx="34">
                        <c:v>51.277011999999999</c:v>
                      </c:pt>
                      <c:pt idx="35">
                        <c:v>50.869762000000001</c:v>
                      </c:pt>
                      <c:pt idx="36">
                        <c:v>51.150215000000003</c:v>
                      </c:pt>
                      <c:pt idx="37">
                        <c:v>51.765579000000002</c:v>
                      </c:pt>
                      <c:pt idx="38">
                        <c:v>57.046264999999998</c:v>
                      </c:pt>
                      <c:pt idx="39">
                        <c:v>71.312827999999996</c:v>
                      </c:pt>
                      <c:pt idx="40">
                        <c:v>92.737714800000006</c:v>
                      </c:pt>
                      <c:pt idx="41">
                        <c:v>104.838336</c:v>
                      </c:pt>
                      <c:pt idx="42">
                        <c:v>107.224211</c:v>
                      </c:pt>
                      <c:pt idx="43">
                        <c:v>104.847283</c:v>
                      </c:pt>
                      <c:pt idx="44">
                        <c:v>101.19940199999999</c:v>
                      </c:pt>
                      <c:pt idx="45">
                        <c:v>98.103756000000004</c:v>
                      </c:pt>
                      <c:pt idx="46">
                        <c:v>95.985558499999996</c:v>
                      </c:pt>
                      <c:pt idx="47">
                        <c:v>94.631879800000007</c:v>
                      </c:pt>
                      <c:pt idx="48">
                        <c:v>93.760294400000006</c:v>
                      </c:pt>
                      <c:pt idx="49">
                        <c:v>93.183827199999996</c:v>
                      </c:pt>
                      <c:pt idx="50">
                        <c:v>92.797517799999994</c:v>
                      </c:pt>
                      <c:pt idx="51">
                        <c:v>92.539176699999999</c:v>
                      </c:pt>
                      <c:pt idx="52">
                        <c:v>92.367106899999996</c:v>
                      </c:pt>
                      <c:pt idx="53">
                        <c:v>92.253264000000001</c:v>
                      </c:pt>
                      <c:pt idx="54">
                        <c:v>92.177976799999996</c:v>
                      </c:pt>
                      <c:pt idx="55">
                        <c:v>92.1277027</c:v>
                      </c:pt>
                      <c:pt idx="56">
                        <c:v>92.094094799999993</c:v>
                      </c:pt>
                      <c:pt idx="57">
                        <c:v>92.069618500000004</c:v>
                      </c:pt>
                      <c:pt idx="58">
                        <c:v>92.046420799999993</c:v>
                      </c:pt>
                      <c:pt idx="59">
                        <c:v>92.0102701</c:v>
                      </c:pt>
                      <c:pt idx="60">
                        <c:v>91.934854299999998</c:v>
                      </c:pt>
                      <c:pt idx="61">
                        <c:v>91.772221999999999</c:v>
                      </c:pt>
                      <c:pt idx="62">
                        <c:v>91.437197400000002</c:v>
                      </c:pt>
                      <c:pt idx="63">
                        <c:v>90.772066589999994</c:v>
                      </c:pt>
                      <c:pt idx="64">
                        <c:v>89.605663539999995</c:v>
                      </c:pt>
                      <c:pt idx="65">
                        <c:v>87.971894300000002</c:v>
                      </c:pt>
                      <c:pt idx="66">
                        <c:v>86.183689099999995</c:v>
                      </c:pt>
                      <c:pt idx="67">
                        <c:v>84.572173599999999</c:v>
                      </c:pt>
                      <c:pt idx="68">
                        <c:v>83.275052099999996</c:v>
                      </c:pt>
                      <c:pt idx="69">
                        <c:v>82.288170800000003</c:v>
                      </c:pt>
                      <c:pt idx="70">
                        <c:v>81.550661099999999</c:v>
                      </c:pt>
                      <c:pt idx="71">
                        <c:v>80.995331800000002</c:v>
                      </c:pt>
                      <c:pt idx="72">
                        <c:v>80.568206799999999</c:v>
                      </c:pt>
                      <c:pt idx="73">
                        <c:v>80.175196599999992</c:v>
                      </c:pt>
                      <c:pt idx="74">
                        <c:v>91.208253600000006</c:v>
                      </c:pt>
                      <c:pt idx="75">
                        <c:v>90</c:v>
                      </c:pt>
                      <c:pt idx="76">
                        <c:v>90</c:v>
                      </c:pt>
                      <c:pt idx="77">
                        <c:v>90</c:v>
                      </c:pt>
                      <c:pt idx="78">
                        <c:v>90</c:v>
                      </c:pt>
                      <c:pt idx="79">
                        <c:v>90</c:v>
                      </c:pt>
                      <c:pt idx="80">
                        <c:v>90</c:v>
                      </c:pt>
                      <c:pt idx="81">
                        <c:v>90</c:v>
                      </c:pt>
                      <c:pt idx="82">
                        <c:v>90</c:v>
                      </c:pt>
                      <c:pt idx="83">
                        <c:v>90</c:v>
                      </c:pt>
                      <c:pt idx="84">
                        <c:v>90</c:v>
                      </c:pt>
                      <c:pt idx="85">
                        <c:v>90</c:v>
                      </c:pt>
                      <c:pt idx="86">
                        <c:v>90</c:v>
                      </c:pt>
                      <c:pt idx="87">
                        <c:v>90</c:v>
                      </c:pt>
                      <c:pt idx="88">
                        <c:v>90</c:v>
                      </c:pt>
                      <c:pt idx="89">
                        <c:v>90</c:v>
                      </c:pt>
                      <c:pt idx="90">
                        <c:v>90</c:v>
                      </c:pt>
                      <c:pt idx="91">
                        <c:v>90</c:v>
                      </c:pt>
                      <c:pt idx="92">
                        <c:v>90</c:v>
                      </c:pt>
                      <c:pt idx="93">
                        <c:v>90</c:v>
                      </c:pt>
                      <c:pt idx="94">
                        <c:v>90</c:v>
                      </c:pt>
                      <c:pt idx="95">
                        <c:v>90</c:v>
                      </c:pt>
                      <c:pt idx="96">
                        <c:v>90</c:v>
                      </c:pt>
                      <c:pt idx="97">
                        <c:v>90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Лист1!$Z$3:$Z$77</c15:sqref>
                        </c15:formulaRef>
                      </c:ext>
                    </c:extLst>
                    <c:numCache>
                      <c:formatCode>0.000000</c:formatCode>
                      <c:ptCount val="75"/>
                      <c:pt idx="0">
                        <c:v>0</c:v>
                      </c:pt>
                      <c:pt idx="1">
                        <c:v>2.7904016E-5</c:v>
                      </c:pt>
                      <c:pt idx="2">
                        <c:v>7.1451191999999996E-5</c:v>
                      </c:pt>
                      <c:pt idx="3">
                        <c:v>1.3740614E-4</c:v>
                      </c:pt>
                      <c:pt idx="4">
                        <c:v>2.3802970999999999E-4</c:v>
                      </c:pt>
                      <c:pt idx="5">
                        <c:v>3.9234737000000002E-4</c:v>
                      </c:pt>
                      <c:pt idx="6">
                        <c:v>6.2741757999999997E-4</c:v>
                      </c:pt>
                      <c:pt idx="7">
                        <c:v>9.8636466999999992E-4</c:v>
                      </c:pt>
                      <c:pt idx="8">
                        <c:v>1.5351436000000001E-3</c:v>
                      </c:pt>
                      <c:pt idx="9">
                        <c:v>2.3726870000000001E-3</c:v>
                      </c:pt>
                      <c:pt idx="10">
                        <c:v>3.6520436E-3</c:v>
                      </c:pt>
                      <c:pt idx="11">
                        <c:v>5.6057475000000001E-3</c:v>
                      </c:pt>
                      <c:pt idx="12">
                        <c:v>8.5897865E-3</c:v>
                      </c:pt>
                      <c:pt idx="13">
                        <c:v>1.3146596E-2</c:v>
                      </c:pt>
                      <c:pt idx="14">
                        <c:v>2.0106110999999999E-2</c:v>
                      </c:pt>
                      <c:pt idx="15">
                        <c:v>2.3063937E-2</c:v>
                      </c:pt>
                      <c:pt idx="16">
                        <c:v>3.0734582E-2</c:v>
                      </c:pt>
                      <c:pt idx="17">
                        <c:v>4.6965841000000001E-2</c:v>
                      </c:pt>
                      <c:pt idx="18">
                        <c:v>7.1754329000000006E-2</c:v>
                      </c:pt>
                      <c:pt idx="19">
                        <c:v>0.10961036</c:v>
                      </c:pt>
                      <c:pt idx="20">
                        <c:v>0.14746384000000001</c:v>
                      </c:pt>
                      <c:pt idx="21">
                        <c:v>0.18531606</c:v>
                      </c:pt>
                      <c:pt idx="22">
                        <c:v>0.22316701999999999</c:v>
                      </c:pt>
                      <c:pt idx="23">
                        <c:v>0.26101627999999999</c:v>
                      </c:pt>
                      <c:pt idx="24">
                        <c:v>0.29886468999999999</c:v>
                      </c:pt>
                      <c:pt idx="25">
                        <c:v>0.33671268999999998</c:v>
                      </c:pt>
                      <c:pt idx="26">
                        <c:v>0.37455981999999999</c:v>
                      </c:pt>
                      <c:pt idx="27">
                        <c:v>0.41240611999999999</c:v>
                      </c:pt>
                      <c:pt idx="28">
                        <c:v>0.45025073999999998</c:v>
                      </c:pt>
                      <c:pt idx="29">
                        <c:v>0.48809322999999999</c:v>
                      </c:pt>
                      <c:pt idx="30">
                        <c:v>0.52593148000000001</c:v>
                      </c:pt>
                      <c:pt idx="31">
                        <c:v>0.56376725000000005</c:v>
                      </c:pt>
                      <c:pt idx="32">
                        <c:v>0.60159956999999997</c:v>
                      </c:pt>
                      <c:pt idx="33">
                        <c:v>0.63942980999999999</c:v>
                      </c:pt>
                      <c:pt idx="34">
                        <c:v>0.67725705999999997</c:v>
                      </c:pt>
                      <c:pt idx="35">
                        <c:v>0.71508139000000004</c:v>
                      </c:pt>
                      <c:pt idx="36">
                        <c:v>0.72698837999999999</c:v>
                      </c:pt>
                      <c:pt idx="37">
                        <c:v>0.75290358000000002</c:v>
                      </c:pt>
                      <c:pt idx="38">
                        <c:v>0.79072540999999996</c:v>
                      </c:pt>
                      <c:pt idx="39">
                        <c:v>0.82854718000000005</c:v>
                      </c:pt>
                      <c:pt idx="40">
                        <c:v>0.86636895000000003</c:v>
                      </c:pt>
                      <c:pt idx="41">
                        <c:v>0.90419114</c:v>
                      </c:pt>
                      <c:pt idx="42">
                        <c:v>0.92895764000000003</c:v>
                      </c:pt>
                      <c:pt idx="43">
                        <c:v>0.94517452000000002</c:v>
                      </c:pt>
                      <c:pt idx="44">
                        <c:v>0.95579367999999998</c:v>
                      </c:pt>
                      <c:pt idx="45">
                        <c:v>0.96274727999999998</c:v>
                      </c:pt>
                      <c:pt idx="46">
                        <c:v>0.9673003</c:v>
                      </c:pt>
                      <c:pt idx="47">
                        <c:v>0.97028177999999998</c:v>
                      </c:pt>
                      <c:pt idx="48">
                        <c:v>0.97223382999999997</c:v>
                      </c:pt>
                      <c:pt idx="49">
                        <c:v>0.97351235000000003</c:v>
                      </c:pt>
                      <c:pt idx="50">
                        <c:v>0.97434944000000001</c:v>
                      </c:pt>
                      <c:pt idx="51">
                        <c:v>0.97489738000000004</c:v>
                      </c:pt>
                      <c:pt idx="52">
                        <c:v>0.97525631999999995</c:v>
                      </c:pt>
                      <c:pt idx="53">
                        <c:v>0.97549140000000001</c:v>
                      </c:pt>
                      <c:pt idx="54">
                        <c:v>0.97564530000000005</c:v>
                      </c:pt>
                      <c:pt idx="55">
                        <c:v>0.97574592000000004</c:v>
                      </c:pt>
                      <c:pt idx="56">
                        <c:v>0.97581189999999995</c:v>
                      </c:pt>
                      <c:pt idx="57">
                        <c:v>0.97585540999999998</c:v>
                      </c:pt>
                      <c:pt idx="58">
                        <c:v>0.97588330999999995</c:v>
                      </c:pt>
                      <c:pt idx="59">
                        <c:v>0.97591167999999995</c:v>
                      </c:pt>
                      <c:pt idx="60">
                        <c:v>0.97597718</c:v>
                      </c:pt>
                      <c:pt idx="61">
                        <c:v>0.97612893999999994</c:v>
                      </c:pt>
                      <c:pt idx="62">
                        <c:v>0.97648113999999997</c:v>
                      </c:pt>
                      <c:pt idx="63">
                        <c:v>0.97729628999999996</c:v>
                      </c:pt>
                      <c:pt idx="64">
                        <c:v>0.97918612000000005</c:v>
                      </c:pt>
                      <c:pt idx="65">
                        <c:v>0.98356365999999995</c:v>
                      </c:pt>
                      <c:pt idx="66">
                        <c:v>0.98794168000000004</c:v>
                      </c:pt>
                      <c:pt idx="67">
                        <c:v>0.99231963999999995</c:v>
                      </c:pt>
                      <c:pt idx="68">
                        <c:v>0.99669759999999996</c:v>
                      </c:pt>
                      <c:pt idx="69">
                        <c:v>0.99858749000000002</c:v>
                      </c:pt>
                      <c:pt idx="70">
                        <c:v>0.99940258000000004</c:v>
                      </c:pt>
                      <c:pt idx="71">
                        <c:v>0.99975437</c:v>
                      </c:pt>
                      <c:pt idx="72">
                        <c:v>0.99990612000000001</c:v>
                      </c:pt>
                      <c:pt idx="73">
                        <c:v>0.99997210999999997</c:v>
                      </c:pt>
                      <c:pt idx="74">
                        <c:v>1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6-DF04-4793-9EE6-7BA7B79837EB}"/>
                  </c:ext>
                </c:extLst>
              </c15:ser>
            </c15:filteredScatterSeries>
            <c15:filteredScatterSeries>
              <c15:ser>
                <c:idx val="6"/>
                <c:order val="6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Лист1!$BD$3</c15:sqref>
                        </c15:formulaRef>
                      </c:ext>
                    </c:extLst>
                    <c:strCache>
                      <c:ptCount val="1"/>
                      <c:pt idx="0">
                        <c:v>грубая сетка KE</c:v>
                      </c:pt>
                    </c:strCache>
                  </c:strRef>
                </c:tx>
                <c:spPr>
                  <a:ln w="57150" cap="rnd">
                    <a:solidFill>
                      <a:srgbClr val="EC7728"/>
                    </a:solidFill>
                    <a:prstDash val="sysDot"/>
                    <a:round/>
                  </a:ln>
                  <a:effectLst/>
                </c:spPr>
                <c:marker>
                  <c:symbol val="circle"/>
                  <c:size val="5"/>
                  <c:spPr>
                    <a:noFill/>
                    <a:ln w="9525">
                      <a:noFill/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Лист1!$BD$4:$BD$101</c15:sqref>
                        </c15:formulaRef>
                      </c:ext>
                    </c:extLst>
                    <c:numCache>
                      <c:formatCode>0.000000</c:formatCode>
                      <c:ptCount val="98"/>
                      <c:pt idx="0">
                        <c:v>90.554240879999995</c:v>
                      </c:pt>
                      <c:pt idx="1">
                        <c:v>58.542924999999997</c:v>
                      </c:pt>
                      <c:pt idx="2">
                        <c:v>56.172825000000003</c:v>
                      </c:pt>
                      <c:pt idx="3">
                        <c:v>54.041775000000001</c:v>
                      </c:pt>
                      <c:pt idx="4">
                        <c:v>51.480339000000001</c:v>
                      </c:pt>
                      <c:pt idx="5">
                        <c:v>48.788048000000003</c:v>
                      </c:pt>
                      <c:pt idx="6">
                        <c:v>46.306849999999997</c:v>
                      </c:pt>
                      <c:pt idx="7">
                        <c:v>44.226517000000001</c:v>
                      </c:pt>
                      <c:pt idx="8">
                        <c:v>42.569054000000001</c:v>
                      </c:pt>
                      <c:pt idx="9">
                        <c:v>41.256245</c:v>
                      </c:pt>
                      <c:pt idx="10">
                        <c:v>40.150008999999997</c:v>
                      </c:pt>
                      <c:pt idx="11">
                        <c:v>39.091254999999997</c:v>
                      </c:pt>
                      <c:pt idx="12">
                        <c:v>37.974601999999997</c:v>
                      </c:pt>
                      <c:pt idx="13">
                        <c:v>36.801983</c:v>
                      </c:pt>
                      <c:pt idx="14">
                        <c:v>35.681632999999998</c:v>
                      </c:pt>
                      <c:pt idx="15">
                        <c:v>35.436954</c:v>
                      </c:pt>
                      <c:pt idx="16">
                        <c:v>34.803513000000002</c:v>
                      </c:pt>
                      <c:pt idx="17">
                        <c:v>34.366356000000003</c:v>
                      </c:pt>
                      <c:pt idx="18">
                        <c:v>34.519817000000003</c:v>
                      </c:pt>
                      <c:pt idx="19">
                        <c:v>35.311912999999997</c:v>
                      </c:pt>
                      <c:pt idx="20">
                        <c:v>36.689968</c:v>
                      </c:pt>
                      <c:pt idx="21">
                        <c:v>38.573802999999998</c:v>
                      </c:pt>
                      <c:pt idx="22">
                        <c:v>40.811011999999998</c:v>
                      </c:pt>
                      <c:pt idx="23">
                        <c:v>43.108643000000001</c:v>
                      </c:pt>
                      <c:pt idx="24">
                        <c:v>45.100147</c:v>
                      </c:pt>
                      <c:pt idx="25">
                        <c:v>46.491698999999997</c:v>
                      </c:pt>
                      <c:pt idx="26">
                        <c:v>47.206364000000001</c:v>
                      </c:pt>
                      <c:pt idx="27">
                        <c:v>47.442711000000003</c:v>
                      </c:pt>
                      <c:pt idx="28">
                        <c:v>47.606014000000002</c:v>
                      </c:pt>
                      <c:pt idx="29">
                        <c:v>48.133758999999998</c:v>
                      </c:pt>
                      <c:pt idx="30">
                        <c:v>49.276108000000001</c:v>
                      </c:pt>
                      <c:pt idx="31">
                        <c:v>50.909267</c:v>
                      </c:pt>
                      <c:pt idx="32">
                        <c:v>52.501323999999997</c:v>
                      </c:pt>
                      <c:pt idx="33">
                        <c:v>53.344161999999997</c:v>
                      </c:pt>
                      <c:pt idx="34">
                        <c:v>52.977566000000003</c:v>
                      </c:pt>
                      <c:pt idx="35">
                        <c:v>51.573433000000001</c:v>
                      </c:pt>
                      <c:pt idx="36">
                        <c:v>51.154167000000001</c:v>
                      </c:pt>
                      <c:pt idx="37">
                        <c:v>50.243831999999998</c:v>
                      </c:pt>
                      <c:pt idx="38">
                        <c:v>51.646442</c:v>
                      </c:pt>
                      <c:pt idx="39">
                        <c:v>60.799369999999996</c:v>
                      </c:pt>
                      <c:pt idx="40">
                        <c:v>82.103690599999993</c:v>
                      </c:pt>
                      <c:pt idx="41">
                        <c:v>101.826443</c:v>
                      </c:pt>
                      <c:pt idx="42">
                        <c:v>108.519077</c:v>
                      </c:pt>
                      <c:pt idx="43">
                        <c:v>108.28252000000001</c:v>
                      </c:pt>
                      <c:pt idx="44">
                        <c:v>105.591188</c:v>
                      </c:pt>
                      <c:pt idx="45">
                        <c:v>102.981506</c:v>
                      </c:pt>
                      <c:pt idx="46">
                        <c:v>101.15491</c:v>
                      </c:pt>
                      <c:pt idx="47">
                        <c:v>99.968274100000002</c:v>
                      </c:pt>
                      <c:pt idx="48">
                        <c:v>99.174177200000003</c:v>
                      </c:pt>
                      <c:pt idx="49">
                        <c:v>98.626596500000005</c:v>
                      </c:pt>
                      <c:pt idx="50">
                        <c:v>98.251362799999995</c:v>
                      </c:pt>
                      <c:pt idx="51">
                        <c:v>98.000490200000002</c:v>
                      </c:pt>
                      <c:pt idx="52">
                        <c:v>97.835773900000007</c:v>
                      </c:pt>
                      <c:pt idx="53">
                        <c:v>97.729545599999994</c:v>
                      </c:pt>
                      <c:pt idx="54">
                        <c:v>97.660854299999997</c:v>
                      </c:pt>
                      <c:pt idx="55">
                        <c:v>97.616812699999997</c:v>
                      </c:pt>
                      <c:pt idx="56">
                        <c:v>97.588610599999996</c:v>
                      </c:pt>
                      <c:pt idx="57">
                        <c:v>97.570343500000007</c:v>
                      </c:pt>
                      <c:pt idx="58">
                        <c:v>97.5569177</c:v>
                      </c:pt>
                      <c:pt idx="59">
                        <c:v>97.540944600000003</c:v>
                      </c:pt>
                      <c:pt idx="60">
                        <c:v>97.504971499999996</c:v>
                      </c:pt>
                      <c:pt idx="61">
                        <c:v>97.397211999999996</c:v>
                      </c:pt>
                      <c:pt idx="62">
                        <c:v>97.065979999999996</c:v>
                      </c:pt>
                      <c:pt idx="63">
                        <c:v>96.206555800000004</c:v>
                      </c:pt>
                      <c:pt idx="64">
                        <c:v>94.549804699999996</c:v>
                      </c:pt>
                      <c:pt idx="65">
                        <c:v>92.218510600000002</c:v>
                      </c:pt>
                      <c:pt idx="66">
                        <c:v>89.784451989999994</c:v>
                      </c:pt>
                      <c:pt idx="67">
                        <c:v>87.809477999999999</c:v>
                      </c:pt>
                      <c:pt idx="68">
                        <c:v>86.429195399999998</c:v>
                      </c:pt>
                      <c:pt idx="69">
                        <c:v>85.497195199999993</c:v>
                      </c:pt>
                      <c:pt idx="70">
                        <c:v>84.824575400000001</c:v>
                      </c:pt>
                      <c:pt idx="71">
                        <c:v>84.295761099999993</c:v>
                      </c:pt>
                      <c:pt idx="72">
                        <c:v>83.866416900000004</c:v>
                      </c:pt>
                      <c:pt idx="73">
                        <c:v>83.464983000000004</c:v>
                      </c:pt>
                      <c:pt idx="74">
                        <c:v>91.432610999999994</c:v>
                      </c:pt>
                      <c:pt idx="75">
                        <c:v>90</c:v>
                      </c:pt>
                      <c:pt idx="76">
                        <c:v>90</c:v>
                      </c:pt>
                      <c:pt idx="77">
                        <c:v>90</c:v>
                      </c:pt>
                      <c:pt idx="78">
                        <c:v>90</c:v>
                      </c:pt>
                      <c:pt idx="79">
                        <c:v>90</c:v>
                      </c:pt>
                      <c:pt idx="80">
                        <c:v>90</c:v>
                      </c:pt>
                      <c:pt idx="81">
                        <c:v>90</c:v>
                      </c:pt>
                      <c:pt idx="82">
                        <c:v>90</c:v>
                      </c:pt>
                      <c:pt idx="83">
                        <c:v>90</c:v>
                      </c:pt>
                      <c:pt idx="84">
                        <c:v>90</c:v>
                      </c:pt>
                      <c:pt idx="85">
                        <c:v>90</c:v>
                      </c:pt>
                      <c:pt idx="86">
                        <c:v>90</c:v>
                      </c:pt>
                      <c:pt idx="87">
                        <c:v>90</c:v>
                      </c:pt>
                      <c:pt idx="88">
                        <c:v>90</c:v>
                      </c:pt>
                      <c:pt idx="89">
                        <c:v>90</c:v>
                      </c:pt>
                      <c:pt idx="90">
                        <c:v>90</c:v>
                      </c:pt>
                      <c:pt idx="91">
                        <c:v>90</c:v>
                      </c:pt>
                      <c:pt idx="92">
                        <c:v>90</c:v>
                      </c:pt>
                      <c:pt idx="93">
                        <c:v>90</c:v>
                      </c:pt>
                      <c:pt idx="94">
                        <c:v>90</c:v>
                      </c:pt>
                      <c:pt idx="95">
                        <c:v>90</c:v>
                      </c:pt>
                      <c:pt idx="96">
                        <c:v>90</c:v>
                      </c:pt>
                      <c:pt idx="97">
                        <c:v>90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Лист1!$AS$3:$AS$77</c15:sqref>
                        </c15:formulaRef>
                      </c:ext>
                    </c:extLst>
                    <c:numCache>
                      <c:formatCode>0.000000</c:formatCode>
                      <c:ptCount val="75"/>
                      <c:pt idx="0">
                        <c:v>0</c:v>
                      </c:pt>
                      <c:pt idx="1">
                        <c:v>2.7904016E-5</c:v>
                      </c:pt>
                      <c:pt idx="2">
                        <c:v>7.1451191999999996E-5</c:v>
                      </c:pt>
                      <c:pt idx="3">
                        <c:v>1.3740614E-4</c:v>
                      </c:pt>
                      <c:pt idx="4">
                        <c:v>2.3802970999999999E-4</c:v>
                      </c:pt>
                      <c:pt idx="5">
                        <c:v>3.9234737000000002E-4</c:v>
                      </c:pt>
                      <c:pt idx="6">
                        <c:v>6.2741757999999997E-4</c:v>
                      </c:pt>
                      <c:pt idx="7">
                        <c:v>9.8636466999999992E-4</c:v>
                      </c:pt>
                      <c:pt idx="8">
                        <c:v>1.5351436000000001E-3</c:v>
                      </c:pt>
                      <c:pt idx="9">
                        <c:v>2.3726870000000001E-3</c:v>
                      </c:pt>
                      <c:pt idx="10">
                        <c:v>3.6520436E-3</c:v>
                      </c:pt>
                      <c:pt idx="11">
                        <c:v>5.6057475000000001E-3</c:v>
                      </c:pt>
                      <c:pt idx="12">
                        <c:v>8.5897865E-3</c:v>
                      </c:pt>
                      <c:pt idx="13">
                        <c:v>1.3146596E-2</c:v>
                      </c:pt>
                      <c:pt idx="14">
                        <c:v>2.0106110999999999E-2</c:v>
                      </c:pt>
                      <c:pt idx="15">
                        <c:v>2.3063937E-2</c:v>
                      </c:pt>
                      <c:pt idx="16">
                        <c:v>3.0734582E-2</c:v>
                      </c:pt>
                      <c:pt idx="17">
                        <c:v>4.6965841000000001E-2</c:v>
                      </c:pt>
                      <c:pt idx="18">
                        <c:v>7.1754329000000006E-2</c:v>
                      </c:pt>
                      <c:pt idx="19">
                        <c:v>0.10961036</c:v>
                      </c:pt>
                      <c:pt idx="20">
                        <c:v>0.14746384000000001</c:v>
                      </c:pt>
                      <c:pt idx="21">
                        <c:v>0.18531606</c:v>
                      </c:pt>
                      <c:pt idx="22">
                        <c:v>0.22316701999999999</c:v>
                      </c:pt>
                      <c:pt idx="23">
                        <c:v>0.26101627999999999</c:v>
                      </c:pt>
                      <c:pt idx="24">
                        <c:v>0.29886468999999999</c:v>
                      </c:pt>
                      <c:pt idx="25">
                        <c:v>0.33671268999999998</c:v>
                      </c:pt>
                      <c:pt idx="26">
                        <c:v>0.37455981999999999</c:v>
                      </c:pt>
                      <c:pt idx="27">
                        <c:v>0.41240611999999999</c:v>
                      </c:pt>
                      <c:pt idx="28">
                        <c:v>0.45025073999999998</c:v>
                      </c:pt>
                      <c:pt idx="29">
                        <c:v>0.48809322999999999</c:v>
                      </c:pt>
                      <c:pt idx="30">
                        <c:v>0.52593148000000001</c:v>
                      </c:pt>
                      <c:pt idx="31">
                        <c:v>0.56376725000000005</c:v>
                      </c:pt>
                      <c:pt idx="32">
                        <c:v>0.60159956999999997</c:v>
                      </c:pt>
                      <c:pt idx="33">
                        <c:v>0.63942980999999999</c:v>
                      </c:pt>
                      <c:pt idx="34">
                        <c:v>0.67725705999999997</c:v>
                      </c:pt>
                      <c:pt idx="35">
                        <c:v>0.71508139000000004</c:v>
                      </c:pt>
                      <c:pt idx="36">
                        <c:v>0.72698837999999999</c:v>
                      </c:pt>
                      <c:pt idx="37">
                        <c:v>0.75290358000000002</c:v>
                      </c:pt>
                      <c:pt idx="38">
                        <c:v>0.79072540999999996</c:v>
                      </c:pt>
                      <c:pt idx="39">
                        <c:v>0.82854718000000005</c:v>
                      </c:pt>
                      <c:pt idx="40">
                        <c:v>0.86636895000000003</c:v>
                      </c:pt>
                      <c:pt idx="41">
                        <c:v>0.90419114</c:v>
                      </c:pt>
                      <c:pt idx="42">
                        <c:v>0.92895764000000003</c:v>
                      </c:pt>
                      <c:pt idx="43">
                        <c:v>0.94517452000000002</c:v>
                      </c:pt>
                      <c:pt idx="44">
                        <c:v>0.95579367999999998</c:v>
                      </c:pt>
                      <c:pt idx="45">
                        <c:v>0.96274727999999998</c:v>
                      </c:pt>
                      <c:pt idx="46">
                        <c:v>0.9673003</c:v>
                      </c:pt>
                      <c:pt idx="47">
                        <c:v>0.97028177999999998</c:v>
                      </c:pt>
                      <c:pt idx="48">
                        <c:v>0.97223382999999997</c:v>
                      </c:pt>
                      <c:pt idx="49">
                        <c:v>0.97351235000000003</c:v>
                      </c:pt>
                      <c:pt idx="50">
                        <c:v>0.97434944000000001</c:v>
                      </c:pt>
                      <c:pt idx="51">
                        <c:v>0.97489738000000004</c:v>
                      </c:pt>
                      <c:pt idx="52">
                        <c:v>0.97525631999999995</c:v>
                      </c:pt>
                      <c:pt idx="53">
                        <c:v>0.97549140000000001</c:v>
                      </c:pt>
                      <c:pt idx="54">
                        <c:v>0.97564530000000005</c:v>
                      </c:pt>
                      <c:pt idx="55">
                        <c:v>0.97574592000000004</c:v>
                      </c:pt>
                      <c:pt idx="56">
                        <c:v>0.97581189999999995</c:v>
                      </c:pt>
                      <c:pt idx="57">
                        <c:v>0.97585540999999998</c:v>
                      </c:pt>
                      <c:pt idx="58">
                        <c:v>0.97588330999999995</c:v>
                      </c:pt>
                      <c:pt idx="59">
                        <c:v>0.97591167999999995</c:v>
                      </c:pt>
                      <c:pt idx="60">
                        <c:v>0.97597718</c:v>
                      </c:pt>
                      <c:pt idx="61">
                        <c:v>0.97612893999999994</c:v>
                      </c:pt>
                      <c:pt idx="62">
                        <c:v>0.97648113999999997</c:v>
                      </c:pt>
                      <c:pt idx="63">
                        <c:v>0.97729628999999996</c:v>
                      </c:pt>
                      <c:pt idx="64">
                        <c:v>0.97918612000000005</c:v>
                      </c:pt>
                      <c:pt idx="65">
                        <c:v>0.98356365999999995</c:v>
                      </c:pt>
                      <c:pt idx="66">
                        <c:v>0.98794168000000004</c:v>
                      </c:pt>
                      <c:pt idx="67">
                        <c:v>0.99231963999999995</c:v>
                      </c:pt>
                      <c:pt idx="68">
                        <c:v>0.99669759999999996</c:v>
                      </c:pt>
                      <c:pt idx="69">
                        <c:v>0.99858749000000002</c:v>
                      </c:pt>
                      <c:pt idx="70">
                        <c:v>0.99940258000000004</c:v>
                      </c:pt>
                      <c:pt idx="71">
                        <c:v>0.99975437</c:v>
                      </c:pt>
                      <c:pt idx="72">
                        <c:v>0.99990612000000001</c:v>
                      </c:pt>
                      <c:pt idx="73">
                        <c:v>0.99997210999999997</c:v>
                      </c:pt>
                      <c:pt idx="74">
                        <c:v>1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DF04-4793-9EE6-7BA7B79837EB}"/>
                  </c:ext>
                </c:extLst>
              </c15:ser>
            </c15:filteredScatterSeries>
            <c15:filteredScatterSeries>
              <c15:ser>
                <c:idx val="8"/>
                <c:order val="8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Лист1!$BX$3</c15:sqref>
                        </c15:formulaRef>
                      </c:ext>
                    </c:extLst>
                    <c:strCache>
                      <c:ptCount val="1"/>
                      <c:pt idx="0">
                        <c:v>грубая сетка EARMS</c:v>
                      </c:pt>
                    </c:strCache>
                  </c:strRef>
                </c:tx>
                <c:spPr>
                  <a:ln w="38100" cap="rnd">
                    <a:solidFill>
                      <a:srgbClr val="1270FA"/>
                    </a:solidFill>
                    <a:prstDash val="sysDot"/>
                    <a:round/>
                  </a:ln>
                  <a:effectLst/>
                </c:spPr>
                <c:marker>
                  <c:symbol val="circle"/>
                  <c:size val="5"/>
                  <c:spPr>
                    <a:noFill/>
                    <a:ln w="9525">
                      <a:noFill/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Лист1!$BX$4:$BX$101</c15:sqref>
                        </c15:formulaRef>
                      </c:ext>
                    </c:extLst>
                    <c:numCache>
                      <c:formatCode>0.000000</c:formatCode>
                      <c:ptCount val="98"/>
                      <c:pt idx="0">
                        <c:v>90.4023155</c:v>
                      </c:pt>
                      <c:pt idx="1">
                        <c:v>53.054240999999998</c:v>
                      </c:pt>
                      <c:pt idx="2">
                        <c:v>50.500647999999998</c:v>
                      </c:pt>
                      <c:pt idx="3">
                        <c:v>48.441181</c:v>
                      </c:pt>
                      <c:pt idx="4">
                        <c:v>46.143310999999997</c:v>
                      </c:pt>
                      <c:pt idx="5">
                        <c:v>43.904507000000002</c:v>
                      </c:pt>
                      <c:pt idx="6">
                        <c:v>41.961722999999999</c:v>
                      </c:pt>
                      <c:pt idx="7">
                        <c:v>40.390006999999997</c:v>
                      </c:pt>
                      <c:pt idx="8">
                        <c:v>39.159897000000001</c:v>
                      </c:pt>
                      <c:pt idx="9">
                        <c:v>38.208809000000002</c:v>
                      </c:pt>
                      <c:pt idx="10">
                        <c:v>37.470931999999998</c:v>
                      </c:pt>
                      <c:pt idx="11">
                        <c:v>36.89188</c:v>
                      </c:pt>
                      <c:pt idx="12">
                        <c:v>36.4268</c:v>
                      </c:pt>
                      <c:pt idx="13">
                        <c:v>36.048752</c:v>
                      </c:pt>
                      <c:pt idx="14">
                        <c:v>35.765799999999999</c:v>
                      </c:pt>
                      <c:pt idx="15">
                        <c:v>35.728713999999997</c:v>
                      </c:pt>
                      <c:pt idx="16">
                        <c:v>35.633358000000001</c:v>
                      </c:pt>
                      <c:pt idx="17">
                        <c:v>35.744788999999997</c:v>
                      </c:pt>
                      <c:pt idx="18">
                        <c:v>36.210780999999997</c:v>
                      </c:pt>
                      <c:pt idx="19">
                        <c:v>37.083221000000002</c:v>
                      </c:pt>
                      <c:pt idx="20">
                        <c:v>38.309871999999999</c:v>
                      </c:pt>
                      <c:pt idx="21">
                        <c:v>39.810471</c:v>
                      </c:pt>
                      <c:pt idx="22">
                        <c:v>41.481667000000002</c:v>
                      </c:pt>
                      <c:pt idx="23">
                        <c:v>43.157165999999997</c:v>
                      </c:pt>
                      <c:pt idx="24">
                        <c:v>44.645569000000002</c:v>
                      </c:pt>
                      <c:pt idx="25">
                        <c:v>45.802661999999998</c:v>
                      </c:pt>
                      <c:pt idx="26">
                        <c:v>46.603146000000002</c:v>
                      </c:pt>
                      <c:pt idx="27">
                        <c:v>47.167625000000001</c:v>
                      </c:pt>
                      <c:pt idx="28">
                        <c:v>47.717979</c:v>
                      </c:pt>
                      <c:pt idx="29">
                        <c:v>48.467582999999998</c:v>
                      </c:pt>
                      <c:pt idx="30">
                        <c:v>49.484741</c:v>
                      </c:pt>
                      <c:pt idx="31">
                        <c:v>50.602238</c:v>
                      </c:pt>
                      <c:pt idx="32">
                        <c:v>51.465350999999998</c:v>
                      </c:pt>
                      <c:pt idx="33">
                        <c:v>51.746952</c:v>
                      </c:pt>
                      <c:pt idx="34">
                        <c:v>51.426704000000001</c:v>
                      </c:pt>
                      <c:pt idx="35">
                        <c:v>51.023293000000002</c:v>
                      </c:pt>
                      <c:pt idx="36">
                        <c:v>51.279701000000003</c:v>
                      </c:pt>
                      <c:pt idx="37">
                        <c:v>51.847842999999997</c:v>
                      </c:pt>
                      <c:pt idx="38">
                        <c:v>56.426898999999999</c:v>
                      </c:pt>
                      <c:pt idx="39">
                        <c:v>68.309613999999996</c:v>
                      </c:pt>
                      <c:pt idx="40">
                        <c:v>87.361445399999994</c:v>
                      </c:pt>
                      <c:pt idx="41">
                        <c:v>101.421791</c:v>
                      </c:pt>
                      <c:pt idx="42">
                        <c:v>105.779229</c:v>
                      </c:pt>
                      <c:pt idx="43">
                        <c:v>104.838915</c:v>
                      </c:pt>
                      <c:pt idx="44">
                        <c:v>102.167011</c:v>
                      </c:pt>
                      <c:pt idx="45">
                        <c:v>99.660126700000006</c:v>
                      </c:pt>
                      <c:pt idx="46">
                        <c:v>97.856905900000001</c:v>
                      </c:pt>
                      <c:pt idx="47">
                        <c:v>96.6833472</c:v>
                      </c:pt>
                      <c:pt idx="48">
                        <c:v>95.936453799999995</c:v>
                      </c:pt>
                      <c:pt idx="49">
                        <c:v>95.455210699999995</c:v>
                      </c:pt>
                      <c:pt idx="50">
                        <c:v>95.139452000000006</c:v>
                      </c:pt>
                      <c:pt idx="51">
                        <c:v>94.929789099999994</c:v>
                      </c:pt>
                      <c:pt idx="52">
                        <c:v>94.789173099999999</c:v>
                      </c:pt>
                      <c:pt idx="53">
                        <c:v>94.694802300000006</c:v>
                      </c:pt>
                      <c:pt idx="54">
                        <c:v>94.630554200000006</c:v>
                      </c:pt>
                      <c:pt idx="55">
                        <c:v>94.586934600000006</c:v>
                      </c:pt>
                      <c:pt idx="56">
                        <c:v>94.557036400000001</c:v>
                      </c:pt>
                      <c:pt idx="57">
                        <c:v>94.536046499999998</c:v>
                      </c:pt>
                      <c:pt idx="58">
                        <c:v>94.518108799999993</c:v>
                      </c:pt>
                      <c:pt idx="59">
                        <c:v>94.492836499999996</c:v>
                      </c:pt>
                      <c:pt idx="60">
                        <c:v>94.437372699999997</c:v>
                      </c:pt>
                      <c:pt idx="61">
                        <c:v>94.308680499999994</c:v>
                      </c:pt>
                      <c:pt idx="62">
                        <c:v>94.039800200000002</c:v>
                      </c:pt>
                      <c:pt idx="63">
                        <c:v>93.532934699999998</c:v>
                      </c:pt>
                      <c:pt idx="64">
                        <c:v>92.684134200000003</c:v>
                      </c:pt>
                      <c:pt idx="65">
                        <c:v>91.483806400000006</c:v>
                      </c:pt>
                      <c:pt idx="66">
                        <c:v>90.084298684999993</c:v>
                      </c:pt>
                      <c:pt idx="67">
                        <c:v>88.678315999999995</c:v>
                      </c:pt>
                      <c:pt idx="68">
                        <c:v>87.412767400000007</c:v>
                      </c:pt>
                      <c:pt idx="69">
                        <c:v>86.382269899999997</c:v>
                      </c:pt>
                      <c:pt idx="70">
                        <c:v>85.585936099999998</c:v>
                      </c:pt>
                      <c:pt idx="71">
                        <c:v>84.972946199999996</c:v>
                      </c:pt>
                      <c:pt idx="72">
                        <c:v>84.493845500000006</c:v>
                      </c:pt>
                      <c:pt idx="73">
                        <c:v>84.039767299999994</c:v>
                      </c:pt>
                      <c:pt idx="74">
                        <c:v>91.355537999999996</c:v>
                      </c:pt>
                      <c:pt idx="75">
                        <c:v>90</c:v>
                      </c:pt>
                      <c:pt idx="76">
                        <c:v>90</c:v>
                      </c:pt>
                      <c:pt idx="77">
                        <c:v>90</c:v>
                      </c:pt>
                      <c:pt idx="78">
                        <c:v>90</c:v>
                      </c:pt>
                      <c:pt idx="79">
                        <c:v>90</c:v>
                      </c:pt>
                      <c:pt idx="80">
                        <c:v>90</c:v>
                      </c:pt>
                      <c:pt idx="81">
                        <c:v>90</c:v>
                      </c:pt>
                      <c:pt idx="82">
                        <c:v>90</c:v>
                      </c:pt>
                      <c:pt idx="83">
                        <c:v>90</c:v>
                      </c:pt>
                      <c:pt idx="84">
                        <c:v>90</c:v>
                      </c:pt>
                      <c:pt idx="85">
                        <c:v>90</c:v>
                      </c:pt>
                      <c:pt idx="86">
                        <c:v>90</c:v>
                      </c:pt>
                      <c:pt idx="87">
                        <c:v>90</c:v>
                      </c:pt>
                      <c:pt idx="88">
                        <c:v>90</c:v>
                      </c:pt>
                      <c:pt idx="89">
                        <c:v>90</c:v>
                      </c:pt>
                      <c:pt idx="90">
                        <c:v>90</c:v>
                      </c:pt>
                      <c:pt idx="91">
                        <c:v>90</c:v>
                      </c:pt>
                      <c:pt idx="92">
                        <c:v>90</c:v>
                      </c:pt>
                      <c:pt idx="93">
                        <c:v>90</c:v>
                      </c:pt>
                      <c:pt idx="94">
                        <c:v>90</c:v>
                      </c:pt>
                      <c:pt idx="95">
                        <c:v>90</c:v>
                      </c:pt>
                      <c:pt idx="96">
                        <c:v>90</c:v>
                      </c:pt>
                      <c:pt idx="97">
                        <c:v>90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Лист1!$BM$3:$BM$77</c15:sqref>
                        </c15:formulaRef>
                      </c:ext>
                    </c:extLst>
                    <c:numCache>
                      <c:formatCode>0.000000</c:formatCode>
                      <c:ptCount val="75"/>
                      <c:pt idx="0">
                        <c:v>0</c:v>
                      </c:pt>
                      <c:pt idx="1">
                        <c:v>2.7904016E-5</c:v>
                      </c:pt>
                      <c:pt idx="2">
                        <c:v>7.1451191999999996E-5</c:v>
                      </c:pt>
                      <c:pt idx="3">
                        <c:v>1.3740614E-4</c:v>
                      </c:pt>
                      <c:pt idx="4">
                        <c:v>2.3802970999999999E-4</c:v>
                      </c:pt>
                      <c:pt idx="5">
                        <c:v>3.9234737000000002E-4</c:v>
                      </c:pt>
                      <c:pt idx="6">
                        <c:v>6.2741757999999997E-4</c:v>
                      </c:pt>
                      <c:pt idx="7">
                        <c:v>9.8636466999999992E-4</c:v>
                      </c:pt>
                      <c:pt idx="8">
                        <c:v>1.5351436000000001E-3</c:v>
                      </c:pt>
                      <c:pt idx="9">
                        <c:v>2.3726870000000001E-3</c:v>
                      </c:pt>
                      <c:pt idx="10">
                        <c:v>3.6520436E-3</c:v>
                      </c:pt>
                      <c:pt idx="11">
                        <c:v>5.6057475000000001E-3</c:v>
                      </c:pt>
                      <c:pt idx="12">
                        <c:v>8.5897865E-3</c:v>
                      </c:pt>
                      <c:pt idx="13">
                        <c:v>1.3146596E-2</c:v>
                      </c:pt>
                      <c:pt idx="14">
                        <c:v>2.0106110999999999E-2</c:v>
                      </c:pt>
                      <c:pt idx="15">
                        <c:v>2.3063937E-2</c:v>
                      </c:pt>
                      <c:pt idx="16">
                        <c:v>3.0734582E-2</c:v>
                      </c:pt>
                      <c:pt idx="17">
                        <c:v>4.6965841000000001E-2</c:v>
                      </c:pt>
                      <c:pt idx="18">
                        <c:v>7.1754329000000006E-2</c:v>
                      </c:pt>
                      <c:pt idx="19">
                        <c:v>0.10961036</c:v>
                      </c:pt>
                      <c:pt idx="20">
                        <c:v>0.14746384000000001</c:v>
                      </c:pt>
                      <c:pt idx="21">
                        <c:v>0.18531606</c:v>
                      </c:pt>
                      <c:pt idx="22">
                        <c:v>0.22316701999999999</c:v>
                      </c:pt>
                      <c:pt idx="23">
                        <c:v>0.26101627999999999</c:v>
                      </c:pt>
                      <c:pt idx="24">
                        <c:v>0.29886468999999999</c:v>
                      </c:pt>
                      <c:pt idx="25">
                        <c:v>0.33671268999999998</c:v>
                      </c:pt>
                      <c:pt idx="26">
                        <c:v>0.37455981999999999</c:v>
                      </c:pt>
                      <c:pt idx="27">
                        <c:v>0.41240611999999999</c:v>
                      </c:pt>
                      <c:pt idx="28">
                        <c:v>0.45025073999999998</c:v>
                      </c:pt>
                      <c:pt idx="29">
                        <c:v>0.48809322999999999</c:v>
                      </c:pt>
                      <c:pt idx="30">
                        <c:v>0.52593148000000001</c:v>
                      </c:pt>
                      <c:pt idx="31">
                        <c:v>0.56376725000000005</c:v>
                      </c:pt>
                      <c:pt idx="32">
                        <c:v>0.60159956999999997</c:v>
                      </c:pt>
                      <c:pt idx="33">
                        <c:v>0.63942980999999999</c:v>
                      </c:pt>
                      <c:pt idx="34">
                        <c:v>0.67725705999999997</c:v>
                      </c:pt>
                      <c:pt idx="35">
                        <c:v>0.71508139000000004</c:v>
                      </c:pt>
                      <c:pt idx="36">
                        <c:v>0.72698837999999999</c:v>
                      </c:pt>
                      <c:pt idx="37">
                        <c:v>0.75290358000000002</c:v>
                      </c:pt>
                      <c:pt idx="38">
                        <c:v>0.79072540999999996</c:v>
                      </c:pt>
                      <c:pt idx="39">
                        <c:v>0.82854718000000005</c:v>
                      </c:pt>
                      <c:pt idx="40">
                        <c:v>0.86636895000000003</c:v>
                      </c:pt>
                      <c:pt idx="41">
                        <c:v>0.90419114</c:v>
                      </c:pt>
                      <c:pt idx="42">
                        <c:v>0.92895764000000003</c:v>
                      </c:pt>
                      <c:pt idx="43">
                        <c:v>0.94517452000000002</c:v>
                      </c:pt>
                      <c:pt idx="44">
                        <c:v>0.95579367999999998</c:v>
                      </c:pt>
                      <c:pt idx="45">
                        <c:v>0.96274727999999998</c:v>
                      </c:pt>
                      <c:pt idx="46">
                        <c:v>0.9673003</c:v>
                      </c:pt>
                      <c:pt idx="47">
                        <c:v>0.97028177999999998</c:v>
                      </c:pt>
                      <c:pt idx="48">
                        <c:v>0.97223382999999997</c:v>
                      </c:pt>
                      <c:pt idx="49">
                        <c:v>0.97351235000000003</c:v>
                      </c:pt>
                      <c:pt idx="50">
                        <c:v>0.97434944000000001</c:v>
                      </c:pt>
                      <c:pt idx="51">
                        <c:v>0.97489738000000004</c:v>
                      </c:pt>
                      <c:pt idx="52">
                        <c:v>0.97525631999999995</c:v>
                      </c:pt>
                      <c:pt idx="53">
                        <c:v>0.97549140000000001</c:v>
                      </c:pt>
                      <c:pt idx="54">
                        <c:v>0.97564530000000005</c:v>
                      </c:pt>
                      <c:pt idx="55">
                        <c:v>0.97574592000000004</c:v>
                      </c:pt>
                      <c:pt idx="56">
                        <c:v>0.97581189999999995</c:v>
                      </c:pt>
                      <c:pt idx="57">
                        <c:v>0.97585540999999998</c:v>
                      </c:pt>
                      <c:pt idx="58">
                        <c:v>0.97588330999999995</c:v>
                      </c:pt>
                      <c:pt idx="59">
                        <c:v>0.97591167999999995</c:v>
                      </c:pt>
                      <c:pt idx="60">
                        <c:v>0.97597718</c:v>
                      </c:pt>
                      <c:pt idx="61">
                        <c:v>0.97612893999999994</c:v>
                      </c:pt>
                      <c:pt idx="62">
                        <c:v>0.97648113999999997</c:v>
                      </c:pt>
                      <c:pt idx="63">
                        <c:v>0.97729628999999996</c:v>
                      </c:pt>
                      <c:pt idx="64">
                        <c:v>0.97918612000000005</c:v>
                      </c:pt>
                      <c:pt idx="65">
                        <c:v>0.98356365999999995</c:v>
                      </c:pt>
                      <c:pt idx="66">
                        <c:v>0.98794168000000004</c:v>
                      </c:pt>
                      <c:pt idx="67">
                        <c:v>0.99231963999999995</c:v>
                      </c:pt>
                      <c:pt idx="68">
                        <c:v>0.99669759999999996</c:v>
                      </c:pt>
                      <c:pt idx="69">
                        <c:v>0.99858749000000002</c:v>
                      </c:pt>
                      <c:pt idx="70">
                        <c:v>0.99940258000000004</c:v>
                      </c:pt>
                      <c:pt idx="71">
                        <c:v>0.99975437</c:v>
                      </c:pt>
                      <c:pt idx="72">
                        <c:v>0.99990612000000001</c:v>
                      </c:pt>
                      <c:pt idx="73">
                        <c:v>0.99997210999999997</c:v>
                      </c:pt>
                      <c:pt idx="74">
                        <c:v>1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8-DF04-4793-9EE6-7BA7B79837EB}"/>
                  </c:ext>
                </c:extLst>
              </c15:ser>
            </c15:filteredScatterSeries>
            <c15:filteredScatterSeries>
              <c15:ser>
                <c:idx val="9"/>
                <c:order val="9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Лист1!$AQ$3</c15:sqref>
                        </c15:formulaRef>
                      </c:ext>
                    </c:extLst>
                    <c:strCache>
                      <c:ptCount val="1"/>
                      <c:pt idx="0">
                        <c:v>SST подробная сетка</c:v>
                      </c:pt>
                    </c:strCache>
                  </c:strRef>
                </c:tx>
                <c:spPr>
                  <a:ln w="25400" cap="rnd">
                    <a:solidFill>
                      <a:schemeClr val="accent6">
                        <a:lumMod val="75000"/>
                      </a:schemeClr>
                    </a:solidFill>
                    <a:prstDash val="dash"/>
                    <a:round/>
                  </a:ln>
                  <a:effectLst/>
                </c:spPr>
                <c:marker>
                  <c:symbol val="circle"/>
                  <c:size val="5"/>
                  <c:spPr>
                    <a:noFill/>
                    <a:ln w="9525">
                      <a:noFill/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Лист1!$AQ$4:$AQ$101</c15:sqref>
                        </c15:formulaRef>
                      </c:ext>
                    </c:extLst>
                    <c:numCache>
                      <c:formatCode>0.000000</c:formatCode>
                      <c:ptCount val="98"/>
                      <c:pt idx="0">
                        <c:v>89.270571469999993</c:v>
                      </c:pt>
                      <c:pt idx="1">
                        <c:v>55.826900000000002</c:v>
                      </c:pt>
                      <c:pt idx="2">
                        <c:v>52.555636999999997</c:v>
                      </c:pt>
                      <c:pt idx="3">
                        <c:v>51.172446999999998</c:v>
                      </c:pt>
                      <c:pt idx="4">
                        <c:v>49.686394</c:v>
                      </c:pt>
                      <c:pt idx="5">
                        <c:v>47.619461000000001</c:v>
                      </c:pt>
                      <c:pt idx="6">
                        <c:v>45.042236000000003</c:v>
                      </c:pt>
                      <c:pt idx="7">
                        <c:v>42.287216000000001</c:v>
                      </c:pt>
                      <c:pt idx="8">
                        <c:v>39.778098999999997</c:v>
                      </c:pt>
                      <c:pt idx="9">
                        <c:v>37.862354000000003</c:v>
                      </c:pt>
                      <c:pt idx="10">
                        <c:v>36.537909999999997</c:v>
                      </c:pt>
                      <c:pt idx="11">
                        <c:v>35.661544999999997</c:v>
                      </c:pt>
                      <c:pt idx="12">
                        <c:v>35.102027999999997</c:v>
                      </c:pt>
                      <c:pt idx="13">
                        <c:v>34.764259000000003</c:v>
                      </c:pt>
                      <c:pt idx="14">
                        <c:v>34.595633999999997</c:v>
                      </c:pt>
                      <c:pt idx="15">
                        <c:v>34.591171000000003</c:v>
                      </c:pt>
                      <c:pt idx="16">
                        <c:v>34.777335999999998</c:v>
                      </c:pt>
                      <c:pt idx="17">
                        <c:v>35.17944</c:v>
                      </c:pt>
                      <c:pt idx="18">
                        <c:v>35.806854000000001</c:v>
                      </c:pt>
                      <c:pt idx="19">
                        <c:v>36.637206999999997</c:v>
                      </c:pt>
                      <c:pt idx="20">
                        <c:v>37.641101999999997</c:v>
                      </c:pt>
                      <c:pt idx="21">
                        <c:v>37.832062000000001</c:v>
                      </c:pt>
                      <c:pt idx="22">
                        <c:v>38.856430000000003</c:v>
                      </c:pt>
                      <c:pt idx="23">
                        <c:v>40.336959999999998</c:v>
                      </c:pt>
                      <c:pt idx="24">
                        <c:v>42.047728999999997</c:v>
                      </c:pt>
                      <c:pt idx="25">
                        <c:v>43.810631000000001</c:v>
                      </c:pt>
                      <c:pt idx="26">
                        <c:v>45.372397999999997</c:v>
                      </c:pt>
                      <c:pt idx="27">
                        <c:v>46.474918000000002</c:v>
                      </c:pt>
                      <c:pt idx="28">
                        <c:v>47.050423000000002</c:v>
                      </c:pt>
                      <c:pt idx="29">
                        <c:v>47.264290000000003</c:v>
                      </c:pt>
                      <c:pt idx="30">
                        <c:v>47.427883000000001</c:v>
                      </c:pt>
                      <c:pt idx="31">
                        <c:v>47.820552999999997</c:v>
                      </c:pt>
                      <c:pt idx="32">
                        <c:v>48.520640999999998</c:v>
                      </c:pt>
                      <c:pt idx="33">
                        <c:v>48.521481000000001</c:v>
                      </c:pt>
                      <c:pt idx="34">
                        <c:v>49.357745999999999</c:v>
                      </c:pt>
                      <c:pt idx="35">
                        <c:v>50.037987000000001</c:v>
                      </c:pt>
                      <c:pt idx="36">
                        <c:v>50.364578000000002</c:v>
                      </c:pt>
                      <c:pt idx="37">
                        <c:v>50.441803</c:v>
                      </c:pt>
                      <c:pt idx="38">
                        <c:v>50.858482000000002</c:v>
                      </c:pt>
                      <c:pt idx="39">
                        <c:v>53.129944000000002</c:v>
                      </c:pt>
                      <c:pt idx="40">
                        <c:v>60.421065999999996</c:v>
                      </c:pt>
                      <c:pt idx="41">
                        <c:v>76.167219000000003</c:v>
                      </c:pt>
                      <c:pt idx="42">
                        <c:v>93.539199800000006</c:v>
                      </c:pt>
                      <c:pt idx="43">
                        <c:v>101.400576</c:v>
                      </c:pt>
                      <c:pt idx="44">
                        <c:v>101.456726</c:v>
                      </c:pt>
                      <c:pt idx="45">
                        <c:v>101.493956</c:v>
                      </c:pt>
                      <c:pt idx="46">
                        <c:v>97.631516000000005</c:v>
                      </c:pt>
                      <c:pt idx="47">
                        <c:v>92.775772799999999</c:v>
                      </c:pt>
                      <c:pt idx="48">
                        <c:v>88.628220299999995</c:v>
                      </c:pt>
                      <c:pt idx="49">
                        <c:v>85.799159000000003</c:v>
                      </c:pt>
                      <c:pt idx="50">
                        <c:v>84.083337799999995</c:v>
                      </c:pt>
                      <c:pt idx="51">
                        <c:v>83.0326424</c:v>
                      </c:pt>
                      <c:pt idx="52">
                        <c:v>82.349942200000001</c:v>
                      </c:pt>
                      <c:pt idx="53">
                        <c:v>81.890165300000007</c:v>
                      </c:pt>
                      <c:pt idx="54">
                        <c:v>81.578285199999996</c:v>
                      </c:pt>
                      <c:pt idx="55">
                        <c:v>81.3670063</c:v>
                      </c:pt>
                      <c:pt idx="56">
                        <c:v>81.224508299999997</c:v>
                      </c:pt>
                      <c:pt idx="57">
                        <c:v>81.128475199999997</c:v>
                      </c:pt>
                      <c:pt idx="58">
                        <c:v>81.061880099999996</c:v>
                      </c:pt>
                      <c:pt idx="59">
                        <c:v>81.019442600000005</c:v>
                      </c:pt>
                      <c:pt idx="60">
                        <c:v>80.991054500000004</c:v>
                      </c:pt>
                      <c:pt idx="61">
                        <c:v>80.970655399999998</c:v>
                      </c:pt>
                      <c:pt idx="62">
                        <c:v>80.957652999999993</c:v>
                      </c:pt>
                      <c:pt idx="63">
                        <c:v>80.947560299999992</c:v>
                      </c:pt>
                      <c:pt idx="64">
                        <c:v>80.936948799999996</c:v>
                      </c:pt>
                      <c:pt idx="65">
                        <c:v>80.921278999999998</c:v>
                      </c:pt>
                      <c:pt idx="66">
                        <c:v>80.897156699999996</c:v>
                      </c:pt>
                      <c:pt idx="67">
                        <c:v>80.861015300000005</c:v>
                      </c:pt>
                      <c:pt idx="68">
                        <c:v>80.809621800000002</c:v>
                      </c:pt>
                      <c:pt idx="69">
                        <c:v>80.738386200000008</c:v>
                      </c:pt>
                      <c:pt idx="70">
                        <c:v>80.641505199999997</c:v>
                      </c:pt>
                      <c:pt idx="71">
                        <c:v>80.509145700000005</c:v>
                      </c:pt>
                      <c:pt idx="72">
                        <c:v>80.324805299999994</c:v>
                      </c:pt>
                      <c:pt idx="73">
                        <c:v>80.063591000000002</c:v>
                      </c:pt>
                      <c:pt idx="74">
                        <c:v>79.693849</c:v>
                      </c:pt>
                      <c:pt idx="75">
                        <c:v>79.213873000000007</c:v>
                      </c:pt>
                      <c:pt idx="76">
                        <c:v>78.668706</c:v>
                      </c:pt>
                      <c:pt idx="77">
                        <c:v>78.097031999999999</c:v>
                      </c:pt>
                      <c:pt idx="78">
                        <c:v>77.509394999999998</c:v>
                      </c:pt>
                      <c:pt idx="79">
                        <c:v>76.905642</c:v>
                      </c:pt>
                      <c:pt idx="80">
                        <c:v>76.281644</c:v>
                      </c:pt>
                      <c:pt idx="81">
                        <c:v>75.632862000000003</c:v>
                      </c:pt>
                      <c:pt idx="82">
                        <c:v>74.958246000000003</c:v>
                      </c:pt>
                      <c:pt idx="83">
                        <c:v>74.270503000000005</c:v>
                      </c:pt>
                      <c:pt idx="84">
                        <c:v>73.603343999999993</c:v>
                      </c:pt>
                      <c:pt idx="85">
                        <c:v>73.006270999999998</c:v>
                      </c:pt>
                      <c:pt idx="86">
                        <c:v>72.514066999999997</c:v>
                      </c:pt>
                      <c:pt idx="87">
                        <c:v>72.135898999999995</c:v>
                      </c:pt>
                      <c:pt idx="88">
                        <c:v>71.866014000000007</c:v>
                      </c:pt>
                      <c:pt idx="89">
                        <c:v>71.691407999999996</c:v>
                      </c:pt>
                      <c:pt idx="90">
                        <c:v>71.589657000000003</c:v>
                      </c:pt>
                      <c:pt idx="91">
                        <c:v>71.531970999999999</c:v>
                      </c:pt>
                      <c:pt idx="92">
                        <c:v>71.497687999999997</c:v>
                      </c:pt>
                      <c:pt idx="93">
                        <c:v>71.478549999999998</c:v>
                      </c:pt>
                      <c:pt idx="94">
                        <c:v>71.477551000000005</c:v>
                      </c:pt>
                      <c:pt idx="95">
                        <c:v>90.347012280000001</c:v>
                      </c:pt>
                      <c:pt idx="96">
                        <c:v>90</c:v>
                      </c:pt>
                      <c:pt idx="97">
                        <c:v>90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Лист1!$AL$3:$AL$98</c15:sqref>
                        </c15:formulaRef>
                      </c:ext>
                    </c:extLst>
                    <c:numCache>
                      <c:formatCode>0.000000</c:formatCode>
                      <c:ptCount val="96"/>
                      <c:pt idx="0">
                        <c:v>0</c:v>
                      </c:pt>
                      <c:pt idx="1">
                        <c:v>2.7904003000000001E-5</c:v>
                      </c:pt>
                      <c:pt idx="2">
                        <c:v>7.0182796000000004E-5</c:v>
                      </c:pt>
                      <c:pt idx="3">
                        <c:v>1.3275540999999999E-4</c:v>
                      </c:pt>
                      <c:pt idx="4">
                        <c:v>2.2534597000000001E-4</c:v>
                      </c:pt>
                      <c:pt idx="5">
                        <c:v>3.6232924000000001E-4</c:v>
                      </c:pt>
                      <c:pt idx="6">
                        <c:v>5.6695862000000002E-4</c:v>
                      </c:pt>
                      <c:pt idx="7">
                        <c:v>8.6967478E-4</c:v>
                      </c:pt>
                      <c:pt idx="8">
                        <c:v>1.3199438999999999E-3</c:v>
                      </c:pt>
                      <c:pt idx="9">
                        <c:v>1.9875259999999999E-3</c:v>
                      </c:pt>
                      <c:pt idx="10">
                        <c:v>2.9785409999999999E-3</c:v>
                      </c:pt>
                      <c:pt idx="11">
                        <c:v>4.4506885999999997E-3</c:v>
                      </c:pt>
                      <c:pt idx="12">
                        <c:v>6.6352338000000002E-3</c:v>
                      </c:pt>
                      <c:pt idx="13">
                        <c:v>9.8784397999999995E-3</c:v>
                      </c:pt>
                      <c:pt idx="14">
                        <c:v>1.4693572E-2</c:v>
                      </c:pt>
                      <c:pt idx="15">
                        <c:v>2.1841646999999999E-2</c:v>
                      </c:pt>
                      <c:pt idx="16">
                        <c:v>3.2452777000000002E-2</c:v>
                      </c:pt>
                      <c:pt idx="17">
                        <c:v>4.8205434999999998E-2</c:v>
                      </c:pt>
                      <c:pt idx="18">
                        <c:v>7.1590260000000003E-2</c:v>
                      </c:pt>
                      <c:pt idx="19">
                        <c:v>0.10630452999999999</c:v>
                      </c:pt>
                      <c:pt idx="20">
                        <c:v>0.14101838</c:v>
                      </c:pt>
                      <c:pt idx="21">
                        <c:v>0.14647023000000001</c:v>
                      </c:pt>
                      <c:pt idx="22">
                        <c:v>0.17573010999999999</c:v>
                      </c:pt>
                      <c:pt idx="23">
                        <c:v>0.21044057999999999</c:v>
                      </c:pt>
                      <c:pt idx="24">
                        <c:v>0.24515018999999999</c:v>
                      </c:pt>
                      <c:pt idx="25">
                        <c:v>0.27985855999999998</c:v>
                      </c:pt>
                      <c:pt idx="26">
                        <c:v>0.31456648999999998</c:v>
                      </c:pt>
                      <c:pt idx="27">
                        <c:v>0.34927355999999998</c:v>
                      </c:pt>
                      <c:pt idx="28">
                        <c:v>0.38398020999999999</c:v>
                      </c:pt>
                      <c:pt idx="29">
                        <c:v>0.41868602999999999</c:v>
                      </c:pt>
                      <c:pt idx="30">
                        <c:v>0.45339059999999998</c:v>
                      </c:pt>
                      <c:pt idx="31">
                        <c:v>0.48809259999999999</c:v>
                      </c:pt>
                      <c:pt idx="32">
                        <c:v>0.52275020000000005</c:v>
                      </c:pt>
                      <c:pt idx="33">
                        <c:v>0.52279209999999998</c:v>
                      </c:pt>
                      <c:pt idx="34">
                        <c:v>0.55748903999999999</c:v>
                      </c:pt>
                      <c:pt idx="35">
                        <c:v>0.59218298999999996</c:v>
                      </c:pt>
                      <c:pt idx="36">
                        <c:v>0.62687444999999997</c:v>
                      </c:pt>
                      <c:pt idx="37">
                        <c:v>0.66156417000000001</c:v>
                      </c:pt>
                      <c:pt idx="38">
                        <c:v>0.69625139000000003</c:v>
                      </c:pt>
                      <c:pt idx="39">
                        <c:v>0.73093693999999998</c:v>
                      </c:pt>
                      <c:pt idx="40">
                        <c:v>0.76561986999999998</c:v>
                      </c:pt>
                      <c:pt idx="41">
                        <c:v>0.80030327999999995</c:v>
                      </c:pt>
                      <c:pt idx="42">
                        <c:v>0.83498715999999995</c:v>
                      </c:pt>
                      <c:pt idx="43">
                        <c:v>0.86967057000000003</c:v>
                      </c:pt>
                      <c:pt idx="44">
                        <c:v>0.89021379</c:v>
                      </c:pt>
                      <c:pt idx="45">
                        <c:v>0.90435480999999995</c:v>
                      </c:pt>
                      <c:pt idx="46">
                        <c:v>0.92771888000000002</c:v>
                      </c:pt>
                      <c:pt idx="47">
                        <c:v>0.94345760000000001</c:v>
                      </c:pt>
                      <c:pt idx="48">
                        <c:v>0.95405941999999999</c:v>
                      </c:pt>
                      <c:pt idx="49">
                        <c:v>0.96120119000000004</c:v>
                      </c:pt>
                      <c:pt idx="50">
                        <c:v>0.96601205999999995</c:v>
                      </c:pt>
                      <c:pt idx="51">
                        <c:v>0.96925276999999999</c:v>
                      </c:pt>
                      <c:pt idx="52">
                        <c:v>0.97143601999999996</c:v>
                      </c:pt>
                      <c:pt idx="53">
                        <c:v>0.97290646999999997</c:v>
                      </c:pt>
                      <c:pt idx="54">
                        <c:v>0.97389661999999999</c:v>
                      </c:pt>
                      <c:pt idx="55">
                        <c:v>0.97456425000000002</c:v>
                      </c:pt>
                      <c:pt idx="56">
                        <c:v>0.97501367000000005</c:v>
                      </c:pt>
                      <c:pt idx="57">
                        <c:v>0.97531635000000005</c:v>
                      </c:pt>
                      <c:pt idx="58">
                        <c:v>0.97552055000000004</c:v>
                      </c:pt>
                      <c:pt idx="59">
                        <c:v>0.97565800000000003</c:v>
                      </c:pt>
                      <c:pt idx="60">
                        <c:v>0.97575014999999998</c:v>
                      </c:pt>
                      <c:pt idx="61">
                        <c:v>0.97581273000000002</c:v>
                      </c:pt>
                      <c:pt idx="62">
                        <c:v>0.97585458000000003</c:v>
                      </c:pt>
                      <c:pt idx="63">
                        <c:v>0.97588288999999995</c:v>
                      </c:pt>
                      <c:pt idx="64">
                        <c:v>0.97591125999999995</c:v>
                      </c:pt>
                      <c:pt idx="65">
                        <c:v>0.97595226999999996</c:v>
                      </c:pt>
                      <c:pt idx="66">
                        <c:v>0.97601146000000005</c:v>
                      </c:pt>
                      <c:pt idx="67">
                        <c:v>0.97609769999999996</c:v>
                      </c:pt>
                      <c:pt idx="68">
                        <c:v>0.97622240000000005</c:v>
                      </c:pt>
                      <c:pt idx="69">
                        <c:v>0.97640336000000005</c:v>
                      </c:pt>
                      <c:pt idx="70">
                        <c:v>0.97666591000000003</c:v>
                      </c:pt>
                      <c:pt idx="71">
                        <c:v>0.97704601000000002</c:v>
                      </c:pt>
                      <c:pt idx="72">
                        <c:v>0.97759688</c:v>
                      </c:pt>
                      <c:pt idx="73">
                        <c:v>0.97839551999999996</c:v>
                      </c:pt>
                      <c:pt idx="74">
                        <c:v>0.97955309999999995</c:v>
                      </c:pt>
                      <c:pt idx="75">
                        <c:v>0.98123073999999999</c:v>
                      </c:pt>
                      <c:pt idx="76">
                        <c:v>0.98290836999999998</c:v>
                      </c:pt>
                      <c:pt idx="77">
                        <c:v>0.98458599999999996</c:v>
                      </c:pt>
                      <c:pt idx="78">
                        <c:v>0.98626362999999995</c:v>
                      </c:pt>
                      <c:pt idx="79">
                        <c:v>0.98794126999999998</c:v>
                      </c:pt>
                      <c:pt idx="80">
                        <c:v>0.98961931000000003</c:v>
                      </c:pt>
                      <c:pt idx="81">
                        <c:v>0.99129646999999999</c:v>
                      </c:pt>
                      <c:pt idx="82">
                        <c:v>0.99297451999999997</c:v>
                      </c:pt>
                      <c:pt idx="83">
                        <c:v>0.99465214999999996</c:v>
                      </c:pt>
                      <c:pt idx="84">
                        <c:v>0.99632978000000005</c:v>
                      </c:pt>
                      <c:pt idx="85">
                        <c:v>0.99748736999999998</c:v>
                      </c:pt>
                      <c:pt idx="86">
                        <c:v>0.99828558999999994</c:v>
                      </c:pt>
                      <c:pt idx="87">
                        <c:v>0.99883652000000001</c:v>
                      </c:pt>
                      <c:pt idx="88">
                        <c:v>0.99921696999999998</c:v>
                      </c:pt>
                      <c:pt idx="89">
                        <c:v>0.99947912000000005</c:v>
                      </c:pt>
                      <c:pt idx="90">
                        <c:v>0.99966007000000001</c:v>
                      </c:pt>
                      <c:pt idx="91">
                        <c:v>0.99978482999999996</c:v>
                      </c:pt>
                      <c:pt idx="92">
                        <c:v>0.99987108000000002</c:v>
                      </c:pt>
                      <c:pt idx="93">
                        <c:v>0.99993067999999996</c:v>
                      </c:pt>
                      <c:pt idx="94">
                        <c:v>0.99997126999999997</c:v>
                      </c:pt>
                      <c:pt idx="95">
                        <c:v>1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9-DF04-4793-9EE6-7BA7B79837EB}"/>
                  </c:ext>
                </c:extLst>
              </c15:ser>
            </c15:filteredScatterSeries>
            <c15:filteredScatterSeries>
              <c15:ser>
                <c:idx val="11"/>
                <c:order val="10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Лист1!$BJ$3</c15:sqref>
                        </c15:formulaRef>
                      </c:ext>
                    </c:extLst>
                    <c:strCache>
                      <c:ptCount val="1"/>
                      <c:pt idx="0">
                        <c:v>KE подробная сетка</c:v>
                      </c:pt>
                    </c:strCache>
                  </c:strRef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none"/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Лист1!$BJ$4:$BJ$98</c15:sqref>
                        </c15:formulaRef>
                      </c:ext>
                    </c:extLst>
                    <c:numCache>
                      <c:formatCode>0.000000</c:formatCode>
                      <c:ptCount val="95"/>
                      <c:pt idx="0">
                        <c:v>89.282232879999995</c:v>
                      </c:pt>
                      <c:pt idx="1">
                        <c:v>55.895226000000001</c:v>
                      </c:pt>
                      <c:pt idx="2">
                        <c:v>53.780647000000002</c:v>
                      </c:pt>
                      <c:pt idx="3">
                        <c:v>51.986060999999999</c:v>
                      </c:pt>
                      <c:pt idx="4">
                        <c:v>49.738785</c:v>
                      </c:pt>
                      <c:pt idx="5">
                        <c:v>47.152622000000001</c:v>
                      </c:pt>
                      <c:pt idx="6">
                        <c:v>44.528655999999998</c:v>
                      </c:pt>
                      <c:pt idx="7">
                        <c:v>42.258826999999997</c:v>
                      </c:pt>
                      <c:pt idx="8">
                        <c:v>40.448627000000002</c:v>
                      </c:pt>
                      <c:pt idx="9">
                        <c:v>39.100845</c:v>
                      </c:pt>
                      <c:pt idx="10">
                        <c:v>38.092167000000003</c:v>
                      </c:pt>
                      <c:pt idx="11">
                        <c:v>37.276924000000001</c:v>
                      </c:pt>
                      <c:pt idx="12">
                        <c:v>36.538238999999997</c:v>
                      </c:pt>
                      <c:pt idx="13">
                        <c:v>35.821465000000003</c:v>
                      </c:pt>
                      <c:pt idx="14">
                        <c:v>35.132567999999999</c:v>
                      </c:pt>
                      <c:pt idx="15">
                        <c:v>34.533172999999998</c:v>
                      </c:pt>
                      <c:pt idx="16">
                        <c:v>34.125121999999998</c:v>
                      </c:pt>
                      <c:pt idx="17">
                        <c:v>34.009796000000001</c:v>
                      </c:pt>
                      <c:pt idx="18">
                        <c:v>34.263751999999997</c:v>
                      </c:pt>
                      <c:pt idx="19">
                        <c:v>34.933799999999998</c:v>
                      </c:pt>
                      <c:pt idx="20">
                        <c:v>36.061664999999998</c:v>
                      </c:pt>
                      <c:pt idx="21">
                        <c:v>36.319740000000003</c:v>
                      </c:pt>
                      <c:pt idx="22">
                        <c:v>37.704436999999999</c:v>
                      </c:pt>
                      <c:pt idx="23">
                        <c:v>39.829956000000003</c:v>
                      </c:pt>
                      <c:pt idx="24">
                        <c:v>42.217689999999997</c:v>
                      </c:pt>
                      <c:pt idx="25">
                        <c:v>44.456757000000003</c:v>
                      </c:pt>
                      <c:pt idx="26">
                        <c:v>46.120967999999998</c:v>
                      </c:pt>
                      <c:pt idx="27">
                        <c:v>46.883904000000001</c:v>
                      </c:pt>
                      <c:pt idx="28">
                        <c:v>46.817718999999997</c:v>
                      </c:pt>
                      <c:pt idx="29">
                        <c:v>46.364196999999997</c:v>
                      </c:pt>
                      <c:pt idx="30">
                        <c:v>46.078018</c:v>
                      </c:pt>
                      <c:pt idx="31">
                        <c:v>46.349277000000001</c:v>
                      </c:pt>
                      <c:pt idx="32">
                        <c:v>47.276038999999997</c:v>
                      </c:pt>
                      <c:pt idx="33">
                        <c:v>47.277152999999998</c:v>
                      </c:pt>
                      <c:pt idx="34">
                        <c:v>48.698208000000001</c:v>
                      </c:pt>
                      <c:pt idx="35">
                        <c:v>50.293380999999997</c:v>
                      </c:pt>
                      <c:pt idx="36">
                        <c:v>51.678024000000001</c:v>
                      </c:pt>
                      <c:pt idx="37">
                        <c:v>52.490589</c:v>
                      </c:pt>
                      <c:pt idx="38">
                        <c:v>52.545062999999999</c:v>
                      </c:pt>
                      <c:pt idx="39">
                        <c:v>52.232159000000003</c:v>
                      </c:pt>
                      <c:pt idx="40">
                        <c:v>53.119338999999997</c:v>
                      </c:pt>
                      <c:pt idx="41">
                        <c:v>58.899405999999999</c:v>
                      </c:pt>
                      <c:pt idx="42">
                        <c:v>74.920058999999995</c:v>
                      </c:pt>
                      <c:pt idx="43">
                        <c:v>96.8553529</c:v>
                      </c:pt>
                      <c:pt idx="44">
                        <c:v>103.146057</c:v>
                      </c:pt>
                      <c:pt idx="45">
                        <c:v>107.465084</c:v>
                      </c:pt>
                      <c:pt idx="46">
                        <c:v>109.207748</c:v>
                      </c:pt>
                      <c:pt idx="47">
                        <c:v>106.155602</c:v>
                      </c:pt>
                      <c:pt idx="48">
                        <c:v>101.448795</c:v>
                      </c:pt>
                      <c:pt idx="49">
                        <c:v>97.238216399999999</c:v>
                      </c:pt>
                      <c:pt idx="50">
                        <c:v>94.266660700000003</c:v>
                      </c:pt>
                      <c:pt idx="51">
                        <c:v>92.353372100000001</c:v>
                      </c:pt>
                      <c:pt idx="52">
                        <c:v>91.123846700000001</c:v>
                      </c:pt>
                      <c:pt idx="53">
                        <c:v>90.328025339999996</c:v>
                      </c:pt>
                      <c:pt idx="54">
                        <c:v>89.808267299999997</c:v>
                      </c:pt>
                      <c:pt idx="55">
                        <c:v>89.470109640000004</c:v>
                      </c:pt>
                      <c:pt idx="56">
                        <c:v>89.250432430000004</c:v>
                      </c:pt>
                      <c:pt idx="57">
                        <c:v>89.105334760000005</c:v>
                      </c:pt>
                      <c:pt idx="58">
                        <c:v>89.008219359999998</c:v>
                      </c:pt>
                      <c:pt idx="59">
                        <c:v>88.944287200000005</c:v>
                      </c:pt>
                      <c:pt idx="60">
                        <c:v>88.902184399999996</c:v>
                      </c:pt>
                      <c:pt idx="61">
                        <c:v>88.873935500000002</c:v>
                      </c:pt>
                      <c:pt idx="62">
                        <c:v>88.855878700000005</c:v>
                      </c:pt>
                      <c:pt idx="63">
                        <c:v>88.842297000000002</c:v>
                      </c:pt>
                      <c:pt idx="64">
                        <c:v>88.828876699999995</c:v>
                      </c:pt>
                      <c:pt idx="65">
                        <c:v>88.810765000000004</c:v>
                      </c:pt>
                      <c:pt idx="66">
                        <c:v>88.785212799999996</c:v>
                      </c:pt>
                      <c:pt idx="67">
                        <c:v>88.748512099999999</c:v>
                      </c:pt>
                      <c:pt idx="68">
                        <c:v>88.695013399999993</c:v>
                      </c:pt>
                      <c:pt idx="69">
                        <c:v>88.615124199999997</c:v>
                      </c:pt>
                      <c:pt idx="70">
                        <c:v>88.494565499999993</c:v>
                      </c:pt>
                      <c:pt idx="71">
                        <c:v>88.311978100000005</c:v>
                      </c:pt>
                      <c:pt idx="72">
                        <c:v>88.038623599999994</c:v>
                      </c:pt>
                      <c:pt idx="73">
                        <c:v>87.643181999999996</c:v>
                      </c:pt>
                      <c:pt idx="74">
                        <c:v>87.109053599999996</c:v>
                      </c:pt>
                      <c:pt idx="75">
                        <c:v>86.461157799999995</c:v>
                      </c:pt>
                      <c:pt idx="76">
                        <c:v>85.767501800000005</c:v>
                      </c:pt>
                      <c:pt idx="77">
                        <c:v>85.078463600000006</c:v>
                      </c:pt>
                      <c:pt idx="78">
                        <c:v>84.404268299999998</c:v>
                      </c:pt>
                      <c:pt idx="79">
                        <c:v>83.740639700000003</c:v>
                      </c:pt>
                      <c:pt idx="80">
                        <c:v>83.085678599999994</c:v>
                      </c:pt>
                      <c:pt idx="81">
                        <c:v>82.451229999999995</c:v>
                      </c:pt>
                      <c:pt idx="82">
                        <c:v>81.865463300000002</c:v>
                      </c:pt>
                      <c:pt idx="83">
                        <c:v>81.376730899999998</c:v>
                      </c:pt>
                      <c:pt idx="84">
                        <c:v>81.043307299999995</c:v>
                      </c:pt>
                      <c:pt idx="85">
                        <c:v>80.918939600000002</c:v>
                      </c:pt>
                      <c:pt idx="86">
                        <c:v>81.003378900000001</c:v>
                      </c:pt>
                      <c:pt idx="87">
                        <c:v>81.236982299999994</c:v>
                      </c:pt>
                      <c:pt idx="88">
                        <c:v>81.550724000000002</c:v>
                      </c:pt>
                      <c:pt idx="89">
                        <c:v>81.886508899999995</c:v>
                      </c:pt>
                      <c:pt idx="90">
                        <c:v>82.196387299999998</c:v>
                      </c:pt>
                      <c:pt idx="91">
                        <c:v>82.453994800000004</c:v>
                      </c:pt>
                      <c:pt idx="92">
                        <c:v>82.643377799999996</c:v>
                      </c:pt>
                      <c:pt idx="93">
                        <c:v>82.772649799999996</c:v>
                      </c:pt>
                      <c:pt idx="94">
                        <c:v>82.8661022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Лист1!$BE$3:$BE$98</c15:sqref>
                        </c15:formulaRef>
                      </c:ext>
                    </c:extLst>
                    <c:numCache>
                      <c:formatCode>0.00E+00</c:formatCode>
                      <c:ptCount val="96"/>
                      <c:pt idx="0">
                        <c:v>0</c:v>
                      </c:pt>
                      <c:pt idx="1">
                        <c:v>2.7904003000000001E-5</c:v>
                      </c:pt>
                      <c:pt idx="2">
                        <c:v>7.0182796000000004E-5</c:v>
                      </c:pt>
                      <c:pt idx="3">
                        <c:v>1.3275540999999999E-4</c:v>
                      </c:pt>
                      <c:pt idx="4">
                        <c:v>2.2534597000000001E-4</c:v>
                      </c:pt>
                      <c:pt idx="5">
                        <c:v>3.6232924000000001E-4</c:v>
                      </c:pt>
                      <c:pt idx="6">
                        <c:v>5.6695862000000002E-4</c:v>
                      </c:pt>
                      <c:pt idx="7">
                        <c:v>8.6967478E-4</c:v>
                      </c:pt>
                      <c:pt idx="8">
                        <c:v>1.3199438999999999E-3</c:v>
                      </c:pt>
                      <c:pt idx="9">
                        <c:v>1.9875259999999999E-3</c:v>
                      </c:pt>
                      <c:pt idx="10">
                        <c:v>2.9785409999999999E-3</c:v>
                      </c:pt>
                      <c:pt idx="11">
                        <c:v>4.4506885999999997E-3</c:v>
                      </c:pt>
                      <c:pt idx="12">
                        <c:v>6.6352338000000002E-3</c:v>
                      </c:pt>
                      <c:pt idx="13">
                        <c:v>9.8784397999999995E-3</c:v>
                      </c:pt>
                      <c:pt idx="14">
                        <c:v>1.4693572E-2</c:v>
                      </c:pt>
                      <c:pt idx="15">
                        <c:v>2.1841646999999999E-2</c:v>
                      </c:pt>
                      <c:pt idx="16">
                        <c:v>3.2452777000000002E-2</c:v>
                      </c:pt>
                      <c:pt idx="17">
                        <c:v>4.8205434999999998E-2</c:v>
                      </c:pt>
                      <c:pt idx="18">
                        <c:v>7.1590260000000003E-2</c:v>
                      </c:pt>
                      <c:pt idx="19">
                        <c:v>0.10630452999999999</c:v>
                      </c:pt>
                      <c:pt idx="20">
                        <c:v>0.14101838</c:v>
                      </c:pt>
                      <c:pt idx="21">
                        <c:v>0.14647023000000001</c:v>
                      </c:pt>
                      <c:pt idx="22">
                        <c:v>0.17573010999999999</c:v>
                      </c:pt>
                      <c:pt idx="23">
                        <c:v>0.21044057999999999</c:v>
                      </c:pt>
                      <c:pt idx="24">
                        <c:v>0.24515018999999999</c:v>
                      </c:pt>
                      <c:pt idx="25">
                        <c:v>0.27985855999999998</c:v>
                      </c:pt>
                      <c:pt idx="26">
                        <c:v>0.31456648999999998</c:v>
                      </c:pt>
                      <c:pt idx="27">
                        <c:v>0.34927355999999998</c:v>
                      </c:pt>
                      <c:pt idx="28">
                        <c:v>0.38398020999999999</c:v>
                      </c:pt>
                      <c:pt idx="29">
                        <c:v>0.41868602999999999</c:v>
                      </c:pt>
                      <c:pt idx="30">
                        <c:v>0.45339059999999998</c:v>
                      </c:pt>
                      <c:pt idx="31">
                        <c:v>0.48809259999999999</c:v>
                      </c:pt>
                      <c:pt idx="32">
                        <c:v>0.52275020000000005</c:v>
                      </c:pt>
                      <c:pt idx="33">
                        <c:v>0.52279209999999998</c:v>
                      </c:pt>
                      <c:pt idx="34">
                        <c:v>0.55748903999999999</c:v>
                      </c:pt>
                      <c:pt idx="35">
                        <c:v>0.59218298999999996</c:v>
                      </c:pt>
                      <c:pt idx="36">
                        <c:v>0.62687444999999997</c:v>
                      </c:pt>
                      <c:pt idx="37">
                        <c:v>0.66156417000000001</c:v>
                      </c:pt>
                      <c:pt idx="38">
                        <c:v>0.69625139000000003</c:v>
                      </c:pt>
                      <c:pt idx="39">
                        <c:v>0.73093693999999998</c:v>
                      </c:pt>
                      <c:pt idx="40">
                        <c:v>0.76561986999999998</c:v>
                      </c:pt>
                      <c:pt idx="41">
                        <c:v>0.80030327999999995</c:v>
                      </c:pt>
                      <c:pt idx="42">
                        <c:v>0.83498715999999995</c:v>
                      </c:pt>
                      <c:pt idx="43">
                        <c:v>0.86967057000000003</c:v>
                      </c:pt>
                      <c:pt idx="44">
                        <c:v>0.89021379</c:v>
                      </c:pt>
                      <c:pt idx="45">
                        <c:v>0.90435480999999995</c:v>
                      </c:pt>
                      <c:pt idx="46">
                        <c:v>0.92771888000000002</c:v>
                      </c:pt>
                      <c:pt idx="47">
                        <c:v>0.94345760000000001</c:v>
                      </c:pt>
                      <c:pt idx="48">
                        <c:v>0.95405941999999999</c:v>
                      </c:pt>
                      <c:pt idx="49">
                        <c:v>0.96120119000000004</c:v>
                      </c:pt>
                      <c:pt idx="50">
                        <c:v>0.96601205999999995</c:v>
                      </c:pt>
                      <c:pt idx="51">
                        <c:v>0.96925276999999999</c:v>
                      </c:pt>
                      <c:pt idx="52">
                        <c:v>0.97143601999999996</c:v>
                      </c:pt>
                      <c:pt idx="53">
                        <c:v>0.97290646999999997</c:v>
                      </c:pt>
                      <c:pt idx="54">
                        <c:v>0.97389661999999999</c:v>
                      </c:pt>
                      <c:pt idx="55">
                        <c:v>0.97456425000000002</c:v>
                      </c:pt>
                      <c:pt idx="56">
                        <c:v>0.97501367000000005</c:v>
                      </c:pt>
                      <c:pt idx="57">
                        <c:v>0.97531635000000005</c:v>
                      </c:pt>
                      <c:pt idx="58">
                        <c:v>0.97552055000000004</c:v>
                      </c:pt>
                      <c:pt idx="59">
                        <c:v>0.97565800000000003</c:v>
                      </c:pt>
                      <c:pt idx="60">
                        <c:v>0.97575014999999998</c:v>
                      </c:pt>
                      <c:pt idx="61">
                        <c:v>0.97581273000000002</c:v>
                      </c:pt>
                      <c:pt idx="62">
                        <c:v>0.97585458000000003</c:v>
                      </c:pt>
                      <c:pt idx="63">
                        <c:v>0.97588288999999995</c:v>
                      </c:pt>
                      <c:pt idx="64">
                        <c:v>0.97591125999999995</c:v>
                      </c:pt>
                      <c:pt idx="65">
                        <c:v>0.97595226999999996</c:v>
                      </c:pt>
                      <c:pt idx="66">
                        <c:v>0.97601146000000005</c:v>
                      </c:pt>
                      <c:pt idx="67">
                        <c:v>0.97609769999999996</c:v>
                      </c:pt>
                      <c:pt idx="68">
                        <c:v>0.97622240000000005</c:v>
                      </c:pt>
                      <c:pt idx="69">
                        <c:v>0.97640336000000005</c:v>
                      </c:pt>
                      <c:pt idx="70">
                        <c:v>0.97666591000000003</c:v>
                      </c:pt>
                      <c:pt idx="71">
                        <c:v>0.97704601000000002</c:v>
                      </c:pt>
                      <c:pt idx="72">
                        <c:v>0.97759688</c:v>
                      </c:pt>
                      <c:pt idx="73">
                        <c:v>0.97839551999999996</c:v>
                      </c:pt>
                      <c:pt idx="74">
                        <c:v>0.97955309999999995</c:v>
                      </c:pt>
                      <c:pt idx="75">
                        <c:v>0.98123073999999999</c:v>
                      </c:pt>
                      <c:pt idx="76">
                        <c:v>0.98290836999999998</c:v>
                      </c:pt>
                      <c:pt idx="77">
                        <c:v>0.98458599999999996</c:v>
                      </c:pt>
                      <c:pt idx="78">
                        <c:v>0.98626362999999995</c:v>
                      </c:pt>
                      <c:pt idx="79">
                        <c:v>0.98794126999999998</c:v>
                      </c:pt>
                      <c:pt idx="80">
                        <c:v>0.98961931000000003</c:v>
                      </c:pt>
                      <c:pt idx="81">
                        <c:v>0.99129646999999999</c:v>
                      </c:pt>
                      <c:pt idx="82">
                        <c:v>0.99297451999999997</c:v>
                      </c:pt>
                      <c:pt idx="83">
                        <c:v>0.99465214999999996</c:v>
                      </c:pt>
                      <c:pt idx="84">
                        <c:v>0.99632978000000005</c:v>
                      </c:pt>
                      <c:pt idx="85">
                        <c:v>0.99748736999999998</c:v>
                      </c:pt>
                      <c:pt idx="86">
                        <c:v>0.99828558999999994</c:v>
                      </c:pt>
                      <c:pt idx="87">
                        <c:v>0.99883652000000001</c:v>
                      </c:pt>
                      <c:pt idx="88">
                        <c:v>0.99921696999999998</c:v>
                      </c:pt>
                      <c:pt idx="89">
                        <c:v>0.99947912000000005</c:v>
                      </c:pt>
                      <c:pt idx="90">
                        <c:v>0.99966007000000001</c:v>
                      </c:pt>
                      <c:pt idx="91">
                        <c:v>0.99978482999999996</c:v>
                      </c:pt>
                      <c:pt idx="92">
                        <c:v>0.99987108000000002</c:v>
                      </c:pt>
                      <c:pt idx="93">
                        <c:v>0.99993067999999996</c:v>
                      </c:pt>
                      <c:pt idx="94">
                        <c:v>0.99997126999999997</c:v>
                      </c:pt>
                      <c:pt idx="95">
                        <c:v>1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A-DF04-4793-9EE6-7BA7B79837EB}"/>
                  </c:ext>
                </c:extLst>
              </c15:ser>
            </c15:filteredScatterSeries>
            <c15:filteredScatterSeries>
              <c15:ser>
                <c:idx val="12"/>
                <c:order val="11"/>
                <c:tx>
                  <c:v>блок о</c:v>
                </c:tx>
                <c:spPr>
                  <a:ln w="19050" cap="rnd">
                    <a:solidFill>
                      <a:schemeClr val="accent1">
                        <a:lumMod val="80000"/>
                        <a:lumOff val="20000"/>
                      </a:schemeClr>
                    </a:solidFill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1">
                        <a:lumMod val="80000"/>
                        <a:lumOff val="20000"/>
                      </a:schemeClr>
                    </a:solidFill>
                    <a:ln w="9525">
                      <a:solidFill>
                        <a:schemeClr val="accent1">
                          <a:lumMod val="80000"/>
                          <a:lumOff val="20000"/>
                        </a:schemeClr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Лист1!$CK$4:$CK$107</c15:sqref>
                        </c15:formulaRef>
                      </c:ext>
                    </c:extLst>
                    <c:numCache>
                      <c:formatCode>0.000000</c:formatCode>
                      <c:ptCount val="104"/>
                      <c:pt idx="0">
                        <c:v>89.216650610000002</c:v>
                      </c:pt>
                      <c:pt idx="1">
                        <c:v>48.130549999999999</c:v>
                      </c:pt>
                      <c:pt idx="2">
                        <c:v>46.161858000000002</c:v>
                      </c:pt>
                      <c:pt idx="3">
                        <c:v>44.367187000000001</c:v>
                      </c:pt>
                      <c:pt idx="4">
                        <c:v>42.487892000000002</c:v>
                      </c:pt>
                      <c:pt idx="5">
                        <c:v>40.693066000000002</c:v>
                      </c:pt>
                      <c:pt idx="6">
                        <c:v>39.1357</c:v>
                      </c:pt>
                      <c:pt idx="7">
                        <c:v>37.862698000000002</c:v>
                      </c:pt>
                      <c:pt idx="8">
                        <c:v>36.864516999999999</c:v>
                      </c:pt>
                      <c:pt idx="9">
                        <c:v>36.103115000000003</c:v>
                      </c:pt>
                      <c:pt idx="10">
                        <c:v>35.531120000000001</c:v>
                      </c:pt>
                      <c:pt idx="11">
                        <c:v>35.110011999999998</c:v>
                      </c:pt>
                      <c:pt idx="12">
                        <c:v>34.806148999999998</c:v>
                      </c:pt>
                      <c:pt idx="13">
                        <c:v>34.590167999999998</c:v>
                      </c:pt>
                      <c:pt idx="14">
                        <c:v>34.561965999999998</c:v>
                      </c:pt>
                      <c:pt idx="15">
                        <c:v>34.438670999999999</c:v>
                      </c:pt>
                      <c:pt idx="16">
                        <c:v>34.337479000000002</c:v>
                      </c:pt>
                      <c:pt idx="17">
                        <c:v>34.283687999999998</c:v>
                      </c:pt>
                      <c:pt idx="18">
                        <c:v>34.286181999999997</c:v>
                      </c:pt>
                      <c:pt idx="19">
                        <c:v>34.367972999999999</c:v>
                      </c:pt>
                      <c:pt idx="20">
                        <c:v>34.569355000000002</c:v>
                      </c:pt>
                      <c:pt idx="21">
                        <c:v>34.948086000000004</c:v>
                      </c:pt>
                      <c:pt idx="22">
                        <c:v>35.569637</c:v>
                      </c:pt>
                      <c:pt idx="23">
                        <c:v>36.458556999999999</c:v>
                      </c:pt>
                      <c:pt idx="24">
                        <c:v>37.570357999999999</c:v>
                      </c:pt>
                      <c:pt idx="25">
                        <c:v>38.853706000000003</c:v>
                      </c:pt>
                      <c:pt idx="26">
                        <c:v>40.258983999999998</c:v>
                      </c:pt>
                      <c:pt idx="27">
                        <c:v>41.708365999999998</c:v>
                      </c:pt>
                      <c:pt idx="28">
                        <c:v>43.102843999999997</c:v>
                      </c:pt>
                      <c:pt idx="29">
                        <c:v>43.516109</c:v>
                      </c:pt>
                      <c:pt idx="30">
                        <c:v>44.337017000000003</c:v>
                      </c:pt>
                      <c:pt idx="31">
                        <c:v>45.333683000000001</c:v>
                      </c:pt>
                      <c:pt idx="32">
                        <c:v>46.075211000000003</c:v>
                      </c:pt>
                      <c:pt idx="33">
                        <c:v>46.61618</c:v>
                      </c:pt>
                      <c:pt idx="34">
                        <c:v>47.071109999999997</c:v>
                      </c:pt>
                      <c:pt idx="35">
                        <c:v>47.568398000000002</c:v>
                      </c:pt>
                      <c:pt idx="36">
                        <c:v>48.197474999999997</c:v>
                      </c:pt>
                      <c:pt idx="37">
                        <c:v>48.963802000000001</c:v>
                      </c:pt>
                      <c:pt idx="38">
                        <c:v>49.778506999999998</c:v>
                      </c:pt>
                      <c:pt idx="39">
                        <c:v>49.863841999999998</c:v>
                      </c:pt>
                      <c:pt idx="40">
                        <c:v>50.494858000000001</c:v>
                      </c:pt>
                      <c:pt idx="41">
                        <c:v>50.980873000000003</c:v>
                      </c:pt>
                      <c:pt idx="42">
                        <c:v>51.201194999999998</c:v>
                      </c:pt>
                      <c:pt idx="43">
                        <c:v>51.289538999999998</c:v>
                      </c:pt>
                      <c:pt idx="44">
                        <c:v>51.648536999999997</c:v>
                      </c:pt>
                      <c:pt idx="45">
                        <c:v>53.133761999999997</c:v>
                      </c:pt>
                      <c:pt idx="46">
                        <c:v>57.279823</c:v>
                      </c:pt>
                      <c:pt idx="47">
                        <c:v>66.078821000000005</c:v>
                      </c:pt>
                      <c:pt idx="48">
                        <c:v>73.127666000000005</c:v>
                      </c:pt>
                      <c:pt idx="49">
                        <c:v>79.952236999999997</c:v>
                      </c:pt>
                      <c:pt idx="50">
                        <c:v>93.714578399999994</c:v>
                      </c:pt>
                      <c:pt idx="51">
                        <c:v>100.805329</c:v>
                      </c:pt>
                      <c:pt idx="52">
                        <c:v>102.017675</c:v>
                      </c:pt>
                      <c:pt idx="53">
                        <c:v>100.204149</c:v>
                      </c:pt>
                      <c:pt idx="54">
                        <c:v>97.462436699999998</c:v>
                      </c:pt>
                      <c:pt idx="55">
                        <c:v>94.900669600000001</c:v>
                      </c:pt>
                      <c:pt idx="56">
                        <c:v>92.914585099999996</c:v>
                      </c:pt>
                      <c:pt idx="57">
                        <c:v>91.519577699999999</c:v>
                      </c:pt>
                      <c:pt idx="58">
                        <c:v>90.57640773</c:v>
                      </c:pt>
                      <c:pt idx="59">
                        <c:v>89.935610100999995</c:v>
                      </c:pt>
                      <c:pt idx="60">
                        <c:v>89.492149470000001</c:v>
                      </c:pt>
                      <c:pt idx="61">
                        <c:v>89.180357099999995</c:v>
                      </c:pt>
                      <c:pt idx="62">
                        <c:v>88.959199699999999</c:v>
                      </c:pt>
                      <c:pt idx="63">
                        <c:v>88.801628500000007</c:v>
                      </c:pt>
                      <c:pt idx="64">
                        <c:v>88.689101699999995</c:v>
                      </c:pt>
                      <c:pt idx="65">
                        <c:v>88.6085384</c:v>
                      </c:pt>
                      <c:pt idx="66">
                        <c:v>88.551035200000001</c:v>
                      </c:pt>
                      <c:pt idx="67">
                        <c:v>88.509473799999995</c:v>
                      </c:pt>
                      <c:pt idx="68">
                        <c:v>88.479867200000001</c:v>
                      </c:pt>
                      <c:pt idx="69">
                        <c:v>88.458354499999999</c:v>
                      </c:pt>
                      <c:pt idx="70">
                        <c:v>88.442594499999998</c:v>
                      </c:pt>
                      <c:pt idx="71">
                        <c:v>88.430757499999999</c:v>
                      </c:pt>
                      <c:pt idx="72">
                        <c:v>88.421282399999996</c:v>
                      </c:pt>
                      <c:pt idx="73">
                        <c:v>88.411747700000006</c:v>
                      </c:pt>
                      <c:pt idx="74">
                        <c:v>88.398330700000002</c:v>
                      </c:pt>
                      <c:pt idx="75">
                        <c:v>88.379249200000004</c:v>
                      </c:pt>
                      <c:pt idx="76">
                        <c:v>88.351071200000007</c:v>
                      </c:pt>
                      <c:pt idx="77">
                        <c:v>88.309588700000006</c:v>
                      </c:pt>
                      <c:pt idx="78">
                        <c:v>88.248485700000003</c:v>
                      </c:pt>
                      <c:pt idx="79">
                        <c:v>88.159674499999994</c:v>
                      </c:pt>
                      <c:pt idx="80">
                        <c:v>88.031701600000005</c:v>
                      </c:pt>
                      <c:pt idx="81">
                        <c:v>87.849651300000005</c:v>
                      </c:pt>
                      <c:pt idx="82">
                        <c:v>87.5944772</c:v>
                      </c:pt>
                      <c:pt idx="83">
                        <c:v>87.246570300000002</c:v>
                      </c:pt>
                      <c:pt idx="84">
                        <c:v>86.815003200000007</c:v>
                      </c:pt>
                      <c:pt idx="85">
                        <c:v>86.344424200000006</c:v>
                      </c:pt>
                      <c:pt idx="86">
                        <c:v>85.866717300000005</c:v>
                      </c:pt>
                      <c:pt idx="87">
                        <c:v>85.386289099999999</c:v>
                      </c:pt>
                      <c:pt idx="88">
                        <c:v>84.8986254</c:v>
                      </c:pt>
                      <c:pt idx="89">
                        <c:v>84.395311800000002</c:v>
                      </c:pt>
                      <c:pt idx="90">
                        <c:v>83.865640600000006</c:v>
                      </c:pt>
                      <c:pt idx="91">
                        <c:v>83.299271599999997</c:v>
                      </c:pt>
                      <c:pt idx="92">
                        <c:v>82.693093300000001</c:v>
                      </c:pt>
                      <c:pt idx="93">
                        <c:v>82.066764800000001</c:v>
                      </c:pt>
                      <c:pt idx="94">
                        <c:v>81.464514699999995</c:v>
                      </c:pt>
                      <c:pt idx="95">
                        <c:v>80.930977799999994</c:v>
                      </c:pt>
                      <c:pt idx="96">
                        <c:v>80.492298099999999</c:v>
                      </c:pt>
                      <c:pt idx="97">
                        <c:v>80.156059299999995</c:v>
                      </c:pt>
                      <c:pt idx="98">
                        <c:v>79.912492</c:v>
                      </c:pt>
                      <c:pt idx="99">
                        <c:v>79.740167</c:v>
                      </c:pt>
                      <c:pt idx="100">
                        <c:v>79.615379000000004</c:v>
                      </c:pt>
                      <c:pt idx="101">
                        <c:v>79.5261</c:v>
                      </c:pt>
                      <c:pt idx="102">
                        <c:v>79.460296</c:v>
                      </c:pt>
                      <c:pt idx="103">
                        <c:v>79.434250000000006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Лист1!$CF$3:$CF$107</c15:sqref>
                        </c15:formulaRef>
                      </c:ext>
                    </c:extLst>
                    <c:numCache>
                      <c:formatCode>0.00</c:formatCode>
                      <c:ptCount val="105"/>
                      <c:pt idx="0">
                        <c:v>0</c:v>
                      </c:pt>
                      <c:pt idx="1">
                        <c:v>2.8749567999999999E-5</c:v>
                      </c:pt>
                      <c:pt idx="2">
                        <c:v>6.8068831999999995E-5</c:v>
                      </c:pt>
                      <c:pt idx="3">
                        <c:v>1.2345402999999999E-4</c:v>
                      </c:pt>
                      <c:pt idx="4">
                        <c:v>2.0040138999999999E-4</c:v>
                      </c:pt>
                      <c:pt idx="5">
                        <c:v>3.0821226999999999E-4</c:v>
                      </c:pt>
                      <c:pt idx="6">
                        <c:v>4.5830192E-4</c:v>
                      </c:pt>
                      <c:pt idx="7">
                        <c:v>6.6842743999999995E-4</c:v>
                      </c:pt>
                      <c:pt idx="8">
                        <c:v>9.6184212999999999E-4</c:v>
                      </c:pt>
                      <c:pt idx="9">
                        <c:v>1.3711006999999999E-3</c:v>
                      </c:pt>
                      <c:pt idx="10">
                        <c:v>1.9427097E-3</c:v>
                      </c:pt>
                      <c:pt idx="11">
                        <c:v>2.7413556999999998E-3</c:v>
                      </c:pt>
                      <c:pt idx="12">
                        <c:v>3.8566698999999999E-3</c:v>
                      </c:pt>
                      <c:pt idx="13">
                        <c:v>5.4137971999999998E-3</c:v>
                      </c:pt>
                      <c:pt idx="14">
                        <c:v>5.8184051999999997E-3</c:v>
                      </c:pt>
                      <c:pt idx="15">
                        <c:v>7.5881947000000002E-3</c:v>
                      </c:pt>
                      <c:pt idx="16">
                        <c:v>1.0625925E-2</c:v>
                      </c:pt>
                      <c:pt idx="17">
                        <c:v>1.4866486E-2</c:v>
                      </c:pt>
                      <c:pt idx="18">
                        <c:v>2.078932E-2</c:v>
                      </c:pt>
                      <c:pt idx="19">
                        <c:v>2.9060315E-2</c:v>
                      </c:pt>
                      <c:pt idx="20">
                        <c:v>4.0610029999999998E-2</c:v>
                      </c:pt>
                      <c:pt idx="21">
                        <c:v>5.6739807000000003E-2</c:v>
                      </c:pt>
                      <c:pt idx="22">
                        <c:v>7.9263828999999994E-2</c:v>
                      </c:pt>
                      <c:pt idx="23">
                        <c:v>0.11071754</c:v>
                      </c:pt>
                      <c:pt idx="24">
                        <c:v>0.14217041</c:v>
                      </c:pt>
                      <c:pt idx="25">
                        <c:v>0.17362200999999999</c:v>
                      </c:pt>
                      <c:pt idx="26">
                        <c:v>0.20507278000000001</c:v>
                      </c:pt>
                      <c:pt idx="27">
                        <c:v>0.23652227000000001</c:v>
                      </c:pt>
                      <c:pt idx="28">
                        <c:v>0.2679705</c:v>
                      </c:pt>
                      <c:pt idx="29">
                        <c:v>0.27850550000000002</c:v>
                      </c:pt>
                      <c:pt idx="30">
                        <c:v>0.29941872000000003</c:v>
                      </c:pt>
                      <c:pt idx="31">
                        <c:v>0.3308661</c:v>
                      </c:pt>
                      <c:pt idx="32">
                        <c:v>0.36231344999999998</c:v>
                      </c:pt>
                      <c:pt idx="33">
                        <c:v>0.39376</c:v>
                      </c:pt>
                      <c:pt idx="34">
                        <c:v>0.42520608999999998</c:v>
                      </c:pt>
                      <c:pt idx="35">
                        <c:v>0.45665053</c:v>
                      </c:pt>
                      <c:pt idx="36">
                        <c:v>0.48809280999999999</c:v>
                      </c:pt>
                      <c:pt idx="37">
                        <c:v>0.51953298000000003</c:v>
                      </c:pt>
                      <c:pt idx="38">
                        <c:v>0.55097109</c:v>
                      </c:pt>
                      <c:pt idx="39">
                        <c:v>0.55470216000000006</c:v>
                      </c:pt>
                      <c:pt idx="40">
                        <c:v>0.58240747000000004</c:v>
                      </c:pt>
                      <c:pt idx="41">
                        <c:v>0.61384130000000003</c:v>
                      </c:pt>
                      <c:pt idx="42">
                        <c:v>0.64527345000000003</c:v>
                      </c:pt>
                      <c:pt idx="43">
                        <c:v>0.6767031</c:v>
                      </c:pt>
                      <c:pt idx="44">
                        <c:v>0.70813227000000001</c:v>
                      </c:pt>
                      <c:pt idx="45">
                        <c:v>0.73955852</c:v>
                      </c:pt>
                      <c:pt idx="46">
                        <c:v>0.77098434999999998</c:v>
                      </c:pt>
                      <c:pt idx="47">
                        <c:v>0.80241013000000005</c:v>
                      </c:pt>
                      <c:pt idx="48">
                        <c:v>0.81836617</c:v>
                      </c:pt>
                      <c:pt idx="49">
                        <c:v>0.83383596000000004</c:v>
                      </c:pt>
                      <c:pt idx="50">
                        <c:v>0.86526221000000003</c:v>
                      </c:pt>
                      <c:pt idx="51">
                        <c:v>0.89668840000000005</c:v>
                      </c:pt>
                      <c:pt idx="52">
                        <c:v>0.91919255</c:v>
                      </c:pt>
                      <c:pt idx="53">
                        <c:v>0.93530756000000004</c:v>
                      </c:pt>
                      <c:pt idx="54">
                        <c:v>0.94684756000000003</c:v>
                      </c:pt>
                      <c:pt idx="55">
                        <c:v>0.95511091000000004</c:v>
                      </c:pt>
                      <c:pt idx="56">
                        <c:v>0.96102869999999996</c:v>
                      </c:pt>
                      <c:pt idx="57">
                        <c:v>0.96526628999999997</c:v>
                      </c:pt>
                      <c:pt idx="58">
                        <c:v>0.96830022000000004</c:v>
                      </c:pt>
                      <c:pt idx="59">
                        <c:v>0.97047335000000001</c:v>
                      </c:pt>
                      <c:pt idx="60">
                        <c:v>0.97202920999999998</c:v>
                      </c:pt>
                      <c:pt idx="61">
                        <c:v>0.97314369999999994</c:v>
                      </c:pt>
                      <c:pt idx="62">
                        <c:v>0.97394150000000002</c:v>
                      </c:pt>
                      <c:pt idx="63">
                        <c:v>0.97451310999999996</c:v>
                      </c:pt>
                      <c:pt idx="64">
                        <c:v>0.97492235999999999</c:v>
                      </c:pt>
                      <c:pt idx="65">
                        <c:v>0.97521532</c:v>
                      </c:pt>
                      <c:pt idx="66">
                        <c:v>0.97542505999999995</c:v>
                      </c:pt>
                      <c:pt idx="67">
                        <c:v>0.97557556999999995</c:v>
                      </c:pt>
                      <c:pt idx="68">
                        <c:v>0.97568290999999996</c:v>
                      </c:pt>
                      <c:pt idx="69">
                        <c:v>0.97575986000000003</c:v>
                      </c:pt>
                      <c:pt idx="70">
                        <c:v>0.97581488000000005</c:v>
                      </c:pt>
                      <c:pt idx="71">
                        <c:v>0.97585498999999998</c:v>
                      </c:pt>
                      <c:pt idx="72">
                        <c:v>0.97588295000000003</c:v>
                      </c:pt>
                      <c:pt idx="73">
                        <c:v>0.97591083999999995</c:v>
                      </c:pt>
                      <c:pt idx="74">
                        <c:v>0.97595226999999996</c:v>
                      </c:pt>
                      <c:pt idx="75">
                        <c:v>0.97601146000000005</c:v>
                      </c:pt>
                      <c:pt idx="76">
                        <c:v>0.97609811999999996</c:v>
                      </c:pt>
                      <c:pt idx="77">
                        <c:v>0.97622240000000005</c:v>
                      </c:pt>
                      <c:pt idx="78">
                        <c:v>0.97640377</c:v>
                      </c:pt>
                      <c:pt idx="79">
                        <c:v>0.97666591000000003</c:v>
                      </c:pt>
                      <c:pt idx="80">
                        <c:v>0.97704601000000002</c:v>
                      </c:pt>
                      <c:pt idx="81">
                        <c:v>0.9775973</c:v>
                      </c:pt>
                      <c:pt idx="82">
                        <c:v>0.97839593999999996</c:v>
                      </c:pt>
                      <c:pt idx="83">
                        <c:v>0.97955316000000003</c:v>
                      </c:pt>
                      <c:pt idx="84">
                        <c:v>0.98123073999999999</c:v>
                      </c:pt>
                      <c:pt idx="85">
                        <c:v>0.98290836999999998</c:v>
                      </c:pt>
                      <c:pt idx="86">
                        <c:v>0.98458599999999996</c:v>
                      </c:pt>
                      <c:pt idx="87">
                        <c:v>0.98626362999999995</c:v>
                      </c:pt>
                      <c:pt idx="88">
                        <c:v>0.98794126999999998</c:v>
                      </c:pt>
                      <c:pt idx="89">
                        <c:v>0.98961889999999997</c:v>
                      </c:pt>
                      <c:pt idx="90">
                        <c:v>0.99129688999999999</c:v>
                      </c:pt>
                      <c:pt idx="91">
                        <c:v>0.99297409999999997</c:v>
                      </c:pt>
                      <c:pt idx="92">
                        <c:v>0.99465214999999996</c:v>
                      </c:pt>
                      <c:pt idx="93">
                        <c:v>0.99632936999999999</c:v>
                      </c:pt>
                      <c:pt idx="94">
                        <c:v>0.99748736999999998</c:v>
                      </c:pt>
                      <c:pt idx="95">
                        <c:v>0.99828558999999994</c:v>
                      </c:pt>
                      <c:pt idx="96">
                        <c:v>0.99883692999999996</c:v>
                      </c:pt>
                      <c:pt idx="97">
                        <c:v>0.99921696999999998</c:v>
                      </c:pt>
                      <c:pt idx="98">
                        <c:v>0.99947912000000005</c:v>
                      </c:pt>
                      <c:pt idx="99">
                        <c:v>0.99966007000000001</c:v>
                      </c:pt>
                      <c:pt idx="100">
                        <c:v>0.99978524000000002</c:v>
                      </c:pt>
                      <c:pt idx="101">
                        <c:v>0.99987108000000002</c:v>
                      </c:pt>
                      <c:pt idx="102">
                        <c:v>0.99993025999999996</c:v>
                      </c:pt>
                      <c:pt idx="103">
                        <c:v>0.99997126999999997</c:v>
                      </c:pt>
                      <c:pt idx="104">
                        <c:v>1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B-DF04-4793-9EE6-7BA7B79837EB}"/>
                  </c:ext>
                </c:extLst>
              </c15:ser>
            </c15:filteredScatterSeries>
          </c:ext>
        </c:extLst>
      </c:scatterChart>
      <c:valAx>
        <c:axId val="232991096"/>
        <c:scaling>
          <c:orientation val="minMax"/>
          <c:min val="2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Угол потока, градусы</a:t>
                </a:r>
              </a:p>
            </c:rich>
          </c:tx>
          <c:layout>
            <c:manualLayout>
              <c:xMode val="edge"/>
              <c:yMode val="edge"/>
              <c:x val="0.33962515796636533"/>
              <c:y val="0.9404761904761904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78442576"/>
        <c:crosses val="autoZero"/>
        <c:crossBetween val="midCat"/>
        <c:majorUnit val="20"/>
      </c:valAx>
      <c:valAx>
        <c:axId val="478442576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Высота канала, %</a:t>
                </a:r>
              </a:p>
            </c:rich>
          </c:tx>
          <c:layout>
            <c:manualLayout>
              <c:xMode val="edge"/>
              <c:yMode val="edge"/>
              <c:x val="1.3945094701000211E-3"/>
              <c:y val="0.3655706044720102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#,##0.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3299109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4941040147759308"/>
          <c:y val="0.4375156769196954"/>
          <c:w val="0.42726003101625348"/>
          <c:h val="0.42310645063597818"/>
        </c:manualLayout>
      </c:layout>
      <c:overlay val="0"/>
      <c:spPr>
        <a:solidFill>
          <a:schemeClr val="bg1"/>
        </a:solidFill>
        <a:ln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0098135857701008"/>
          <c:y val="2.5270143118902591E-2"/>
          <c:w val="0.73693045085025799"/>
          <c:h val="0.84457738853737763"/>
        </c:manualLayout>
      </c:layout>
      <c:scatterChart>
        <c:scatterStyle val="lineMarker"/>
        <c:varyColors val="0"/>
        <c:ser>
          <c:idx val="0"/>
          <c:order val="1"/>
          <c:tx>
            <c:strRef>
              <c:f>Лист1!$P$3</c:f>
              <c:strCache>
                <c:ptCount val="1"/>
                <c:pt idx="0">
                  <c:v>средняя сетка SA</c:v>
                </c:pt>
              </c:strCache>
              <c:extLst xmlns:c15="http://schemas.microsoft.com/office/drawing/2012/chart"/>
            </c:strRef>
          </c:tx>
          <c:spPr>
            <a:ln w="25400" cap="rnd" cmpd="sng">
              <a:solidFill>
                <a:srgbClr val="FF0000"/>
              </a:solidFill>
              <a:prstDash val="solid"/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  <a:effectLst/>
            </c:spPr>
          </c:marker>
          <c:xVal>
            <c:numRef>
              <c:f>Лист1!$M$3:$M$98</c:f>
              <c:numCache>
                <c:formatCode>General</c:formatCode>
                <c:ptCount val="96"/>
                <c:pt idx="0">
                  <c:v>0.8110256718563621</c:v>
                </c:pt>
                <c:pt idx="1">
                  <c:v>0.8110263852105466</c:v>
                </c:pt>
                <c:pt idx="2">
                  <c:v>0.8109951743764473</c:v>
                </c:pt>
                <c:pt idx="3">
                  <c:v>0.81143208102656972</c:v>
                </c:pt>
                <c:pt idx="4">
                  <c:v>0.81260932580987322</c:v>
                </c:pt>
                <c:pt idx="5">
                  <c:v>0.81496389174785355</c:v>
                </c:pt>
                <c:pt idx="6">
                  <c:v>0.81886915845998565</c:v>
                </c:pt>
                <c:pt idx="7">
                  <c:v>0.82434798898980854</c:v>
                </c:pt>
                <c:pt idx="8">
                  <c:v>0.83091285080131994</c:v>
                </c:pt>
                <c:pt idx="9">
                  <c:v>0.83802653183618747</c:v>
                </c:pt>
                <c:pt idx="10">
                  <c:v>0.84559869082397487</c:v>
                </c:pt>
                <c:pt idx="11">
                  <c:v>0.85396887442543101</c:v>
                </c:pt>
                <c:pt idx="12">
                  <c:v>0.86357716902698967</c:v>
                </c:pt>
                <c:pt idx="13">
                  <c:v>0.87473210898310405</c:v>
                </c:pt>
                <c:pt idx="14">
                  <c:v>0.88742943245914885</c:v>
                </c:pt>
                <c:pt idx="15">
                  <c:v>0.90116230336191683</c:v>
                </c:pt>
                <c:pt idx="16">
                  <c:v>0.91486795796813569</c:v>
                </c:pt>
                <c:pt idx="17">
                  <c:v>0.92720155441751084</c:v>
                </c:pt>
                <c:pt idx="18">
                  <c:v>0.93693020092982449</c:v>
                </c:pt>
                <c:pt idx="19">
                  <c:v>0.94310820332618195</c:v>
                </c:pt>
                <c:pt idx="20">
                  <c:v>0.94528063238434501</c:v>
                </c:pt>
                <c:pt idx="21">
                  <c:v>0.94518691359943696</c:v>
                </c:pt>
                <c:pt idx="22">
                  <c:v>0.94344585401075765</c:v>
                </c:pt>
                <c:pt idx="23">
                  <c:v>0.93804019875639988</c:v>
                </c:pt>
                <c:pt idx="24">
                  <c:v>0.93003650233060442</c:v>
                </c:pt>
                <c:pt idx="25">
                  <c:v>0.92153218597239428</c:v>
                </c:pt>
                <c:pt idx="26">
                  <c:v>0.91453644112318244</c:v>
                </c:pt>
                <c:pt idx="27">
                  <c:v>0.91149982084567083</c:v>
                </c:pt>
                <c:pt idx="28">
                  <c:v>0.9135163343080317</c:v>
                </c:pt>
                <c:pt idx="29">
                  <c:v>0.91977380947311249</c:v>
                </c:pt>
                <c:pt idx="30">
                  <c:v>0.92794062147726974</c:v>
                </c:pt>
                <c:pt idx="31">
                  <c:v>0.93539508555633</c:v>
                </c:pt>
                <c:pt idx="32">
                  <c:v>0.93712845428385616</c:v>
                </c:pt>
                <c:pt idx="33">
                  <c:v>0.9406394417896986</c:v>
                </c:pt>
                <c:pt idx="34">
                  <c:v>0.94406292105584744</c:v>
                </c:pt>
                <c:pt idx="35">
                  <c:v>0.94752509933593365</c:v>
                </c:pt>
                <c:pt idx="36">
                  <c:v>0.95277127690281027</c:v>
                </c:pt>
                <c:pt idx="37">
                  <c:v>0.95920790990898364</c:v>
                </c:pt>
                <c:pt idx="38">
                  <c:v>0.96351699887418429</c:v>
                </c:pt>
                <c:pt idx="39">
                  <c:v>0.95870361159915385</c:v>
                </c:pt>
                <c:pt idx="40">
                  <c:v>0.93805940517307884</c:v>
                </c:pt>
                <c:pt idx="41">
                  <c:v>0.89948595715226176</c:v>
                </c:pt>
                <c:pt idx="42">
                  <c:v>0.84733583559785486</c:v>
                </c:pt>
                <c:pt idx="43">
                  <c:v>0.84594628721906728</c:v>
                </c:pt>
                <c:pt idx="44">
                  <c:v>0.79077764977082909</c:v>
                </c:pt>
                <c:pt idx="45">
                  <c:v>0.73895636990935587</c:v>
                </c:pt>
                <c:pt idx="46">
                  <c:v>0.69767602718055344</c:v>
                </c:pt>
                <c:pt idx="47">
                  <c:v>0.67095023306769308</c:v>
                </c:pt>
                <c:pt idx="48">
                  <c:v>0.65887876878580942</c:v>
                </c:pt>
                <c:pt idx="49">
                  <c:v>0.65738004641775405</c:v>
                </c:pt>
                <c:pt idx="50">
                  <c:v>0.66150778080996153</c:v>
                </c:pt>
                <c:pt idx="51">
                  <c:v>0.66821954973110542</c:v>
                </c:pt>
                <c:pt idx="52">
                  <c:v>0.67601448135060893</c:v>
                </c:pt>
                <c:pt idx="53">
                  <c:v>0.68414367936348408</c:v>
                </c:pt>
                <c:pt idx="54">
                  <c:v>0.69219986255789612</c:v>
                </c:pt>
                <c:pt idx="55">
                  <c:v>0.69995204656584287</c:v>
                </c:pt>
                <c:pt idx="56">
                  <c:v>0.70727570814557428</c:v>
                </c:pt>
                <c:pt idx="57">
                  <c:v>0.71411432360842586</c:v>
                </c:pt>
                <c:pt idx="58">
                  <c:v>0.720444809508898</c:v>
                </c:pt>
                <c:pt idx="59">
                  <c:v>0.72626874615079973</c:v>
                </c:pt>
                <c:pt idx="60">
                  <c:v>0.7316029183767212</c:v>
                </c:pt>
                <c:pt idx="61">
                  <c:v>0.73646745108341438</c:v>
                </c:pt>
                <c:pt idx="62">
                  <c:v>0.74090069881052556</c:v>
                </c:pt>
                <c:pt idx="63">
                  <c:v>0.74507182933370308</c:v>
                </c:pt>
                <c:pt idx="64">
                  <c:v>0.74922938567400243</c:v>
                </c:pt>
                <c:pt idx="65">
                  <c:v>0.75354361619002908</c:v>
                </c:pt>
                <c:pt idx="66">
                  <c:v>0.75806992871839673</c:v>
                </c:pt>
                <c:pt idx="67">
                  <c:v>0.76282657040996771</c:v>
                </c:pt>
                <c:pt idx="68">
                  <c:v>0.76784355520096881</c:v>
                </c:pt>
                <c:pt idx="69">
                  <c:v>0.77317239638365209</c:v>
                </c:pt>
                <c:pt idx="70">
                  <c:v>0.77888458408199135</c:v>
                </c:pt>
                <c:pt idx="71">
                  <c:v>0.78508665107203035</c:v>
                </c:pt>
                <c:pt idx="72">
                  <c:v>0.79192229276162096</c:v>
                </c:pt>
                <c:pt idx="73">
                  <c:v>0.79963697913426501</c:v>
                </c:pt>
                <c:pt idx="74">
                  <c:v>0.80853323900900087</c:v>
                </c:pt>
                <c:pt idx="75">
                  <c:v>0.81859853104797597</c:v>
                </c:pt>
                <c:pt idx="76">
                  <c:v>0.82941287510672124</c:v>
                </c:pt>
                <c:pt idx="77">
                  <c:v>0.84069344375999022</c:v>
                </c:pt>
                <c:pt idx="78">
                  <c:v>0.85237090579358699</c:v>
                </c:pt>
                <c:pt idx="79">
                  <c:v>0.86435043460366845</c:v>
                </c:pt>
                <c:pt idx="80">
                  <c:v>0.87637414929218083</c:v>
                </c:pt>
                <c:pt idx="81">
                  <c:v>0.88781120403850855</c:v>
                </c:pt>
                <c:pt idx="82">
                  <c:v>0.8973157046944632</c:v>
                </c:pt>
                <c:pt idx="83">
                  <c:v>0.90258775441325301</c:v>
                </c:pt>
                <c:pt idx="84">
                  <c:v>0.90113234970304756</c:v>
                </c:pt>
                <c:pt idx="85">
                  <c:v>0.89244205169327229</c:v>
                </c:pt>
                <c:pt idx="86">
                  <c:v>0.8782656625625419</c:v>
                </c:pt>
                <c:pt idx="87">
                  <c:v>0.86076761711414018</c:v>
                </c:pt>
                <c:pt idx="88">
                  <c:v>0.84144179030624366</c:v>
                </c:pt>
                <c:pt idx="89">
                  <c:v>0.82189519691999002</c:v>
                </c:pt>
                <c:pt idx="90">
                  <c:v>0.80483346606928208</c:v>
                </c:pt>
                <c:pt idx="91">
                  <c:v>0.79274959154226743</c:v>
                </c:pt>
                <c:pt idx="92">
                  <c:v>0.7859541543229841</c:v>
                </c:pt>
                <c:pt idx="93">
                  <c:v>0.78289964238609422</c:v>
                </c:pt>
                <c:pt idx="94">
                  <c:v>0.78190208321786658</c:v>
                </c:pt>
                <c:pt idx="95">
                  <c:v>0.79110659315441456</c:v>
                </c:pt>
              </c:numCache>
            </c:numRef>
          </c:xVal>
          <c:yVal>
            <c:numRef>
              <c:f>Лист1!$L$3:$L$98</c:f>
              <c:numCache>
                <c:formatCode>0.000000000</c:formatCode>
                <c:ptCount val="96"/>
                <c:pt idx="0">
                  <c:v>0</c:v>
                </c:pt>
                <c:pt idx="1">
                  <c:v>2.7904003000000001E-5</c:v>
                </c:pt>
                <c:pt idx="2">
                  <c:v>6.9760012000000002E-5</c:v>
                </c:pt>
                <c:pt idx="3">
                  <c:v>1.3064148E-4</c:v>
                </c:pt>
                <c:pt idx="4">
                  <c:v>2.2027251999999999E-4</c:v>
                </c:pt>
                <c:pt idx="5">
                  <c:v>3.5218233999999998E-4</c:v>
                </c:pt>
                <c:pt idx="6">
                  <c:v>5.4624198999999999E-4</c:v>
                </c:pt>
                <c:pt idx="7">
                  <c:v>8.3162385000000005E-4</c:v>
                </c:pt>
                <c:pt idx="8">
                  <c:v>1.2506067E-3</c:v>
                </c:pt>
                <c:pt idx="9">
                  <c:v>1.8666087000000001E-3</c:v>
                </c:pt>
                <c:pt idx="10">
                  <c:v>2.7734889E-3</c:v>
                </c:pt>
                <c:pt idx="11">
                  <c:v>4.1073849000000003E-3</c:v>
                </c:pt>
                <c:pt idx="12">
                  <c:v>6.0699661E-3</c:v>
                </c:pt>
                <c:pt idx="13">
                  <c:v>8.9584533000000004E-3</c:v>
                </c:pt>
                <c:pt idx="14">
                  <c:v>1.320874E-2</c:v>
                </c:pt>
                <c:pt idx="15">
                  <c:v>1.9465156000000001E-2</c:v>
                </c:pt>
                <c:pt idx="16">
                  <c:v>2.8671786000000001E-2</c:v>
                </c:pt>
                <c:pt idx="17">
                  <c:v>4.2219602000000002E-2</c:v>
                </c:pt>
                <c:pt idx="18">
                  <c:v>6.2148980999999999E-2</c:v>
                </c:pt>
                <c:pt idx="19">
                  <c:v>9.1446489000000006E-2</c:v>
                </c:pt>
                <c:pt idx="20">
                  <c:v>0.12419987</c:v>
                </c:pt>
                <c:pt idx="21">
                  <c:v>0.12585467</c:v>
                </c:pt>
                <c:pt idx="22">
                  <c:v>0.15692787999999999</c:v>
                </c:pt>
                <c:pt idx="23">
                  <c:v>0.18963010999999999</c:v>
                </c:pt>
                <c:pt idx="24">
                  <c:v>0.22230654999999999</c:v>
                </c:pt>
                <c:pt idx="25">
                  <c:v>0.25495762</c:v>
                </c:pt>
                <c:pt idx="26">
                  <c:v>0.28758544000000003</c:v>
                </c:pt>
                <c:pt idx="27">
                  <c:v>0.32018914999999998</c:v>
                </c:pt>
                <c:pt idx="28">
                  <c:v>0.35276833000000002</c:v>
                </c:pt>
                <c:pt idx="29">
                  <c:v>0.38532509999999998</c:v>
                </c:pt>
                <c:pt idx="30">
                  <c:v>0.41785610000000001</c:v>
                </c:pt>
                <c:pt idx="31">
                  <c:v>0.45035836000000001</c:v>
                </c:pt>
                <c:pt idx="32">
                  <c:v>0.46116525000000003</c:v>
                </c:pt>
                <c:pt idx="33">
                  <c:v>0.48283353000000001</c:v>
                </c:pt>
                <c:pt idx="34">
                  <c:v>0.51528001000000001</c:v>
                </c:pt>
                <c:pt idx="35">
                  <c:v>0.54769849999999998</c:v>
                </c:pt>
                <c:pt idx="36">
                  <c:v>0.58008873000000005</c:v>
                </c:pt>
                <c:pt idx="37">
                  <c:v>0.61245143000000002</c:v>
                </c:pt>
                <c:pt idx="38">
                  <c:v>0.64478712999999999</c:v>
                </c:pt>
                <c:pt idx="39">
                  <c:v>0.67709571000000002</c:v>
                </c:pt>
                <c:pt idx="40">
                  <c:v>0.70937771000000005</c:v>
                </c:pt>
                <c:pt idx="41">
                  <c:v>0.74163639999999997</c:v>
                </c:pt>
                <c:pt idx="42">
                  <c:v>0.77387481999999996</c:v>
                </c:pt>
                <c:pt idx="43">
                  <c:v>0.77466082999999997</c:v>
                </c:pt>
                <c:pt idx="44">
                  <c:v>0.80609297999999996</c:v>
                </c:pt>
                <c:pt idx="45">
                  <c:v>0.83675653000000005</c:v>
                </c:pt>
                <c:pt idx="46">
                  <c:v>0.85983986000000001</c:v>
                </c:pt>
                <c:pt idx="47">
                  <c:v>0.87755804999999998</c:v>
                </c:pt>
                <c:pt idx="48">
                  <c:v>0.89141959000000004</c:v>
                </c:pt>
                <c:pt idx="49">
                  <c:v>0.90246068999999995</c:v>
                </c:pt>
                <c:pt idx="50">
                  <c:v>0.91140478999999996</c:v>
                </c:pt>
                <c:pt idx="51">
                  <c:v>0.91875958000000002</c:v>
                </c:pt>
                <c:pt idx="52">
                  <c:v>0.92488921000000002</c:v>
                </c:pt>
                <c:pt idx="53">
                  <c:v>0.93005610000000005</c:v>
                </c:pt>
                <c:pt idx="54">
                  <c:v>0.93445307</c:v>
                </c:pt>
                <c:pt idx="55">
                  <c:v>0.93822521000000003</c:v>
                </c:pt>
                <c:pt idx="56">
                  <c:v>0.94148105000000004</c:v>
                </c:pt>
                <c:pt idx="57">
                  <c:v>0.94430654999999997</c:v>
                </c:pt>
                <c:pt idx="58">
                  <c:v>0.94676762999999997</c:v>
                </c:pt>
                <c:pt idx="59">
                  <c:v>0.94891833999999997</c:v>
                </c:pt>
                <c:pt idx="60">
                  <c:v>0.95080268000000001</c:v>
                </c:pt>
                <c:pt idx="61">
                  <c:v>0.95245749000000002</c:v>
                </c:pt>
                <c:pt idx="62">
                  <c:v>0.95391190000000003</c:v>
                </c:pt>
                <c:pt idx="63">
                  <c:v>0.95519209000000005</c:v>
                </c:pt>
                <c:pt idx="64">
                  <c:v>0.95647227999999995</c:v>
                </c:pt>
                <c:pt idx="65">
                  <c:v>0.95777279000000004</c:v>
                </c:pt>
                <c:pt idx="66">
                  <c:v>0.95909697000000005</c:v>
                </c:pt>
                <c:pt idx="67">
                  <c:v>0.96044861999999998</c:v>
                </c:pt>
                <c:pt idx="68">
                  <c:v>0.96183538000000002</c:v>
                </c:pt>
                <c:pt idx="69">
                  <c:v>0.96326648999999998</c:v>
                </c:pt>
                <c:pt idx="70">
                  <c:v>0.96475637000000003</c:v>
                </c:pt>
                <c:pt idx="71">
                  <c:v>0.96632624</c:v>
                </c:pt>
                <c:pt idx="72">
                  <c:v>0.96800381000000002</c:v>
                </c:pt>
                <c:pt idx="73">
                  <c:v>0.96983284000000003</c:v>
                </c:pt>
                <c:pt idx="74">
                  <c:v>0.97187531000000005</c:v>
                </c:pt>
                <c:pt idx="75">
                  <c:v>0.97422050999999998</c:v>
                </c:pt>
                <c:pt idx="76">
                  <c:v>0.97656571999999997</c:v>
                </c:pt>
                <c:pt idx="77">
                  <c:v>0.97891176000000002</c:v>
                </c:pt>
                <c:pt idx="78">
                  <c:v>0.98125779999999996</c:v>
                </c:pt>
                <c:pt idx="79">
                  <c:v>0.98360431000000004</c:v>
                </c:pt>
                <c:pt idx="80">
                  <c:v>0.98595118999999998</c:v>
                </c:pt>
                <c:pt idx="81">
                  <c:v>0.98829805999999998</c:v>
                </c:pt>
                <c:pt idx="82">
                  <c:v>0.99064582999999995</c:v>
                </c:pt>
                <c:pt idx="83">
                  <c:v>0.99299400999999998</c:v>
                </c:pt>
                <c:pt idx="84">
                  <c:v>0.99534213999999999</c:v>
                </c:pt>
                <c:pt idx="85">
                  <c:v>0.99690729</c:v>
                </c:pt>
                <c:pt idx="86">
                  <c:v>0.99795115000000001</c:v>
                </c:pt>
                <c:pt idx="87">
                  <c:v>0.99864834999999996</c:v>
                </c:pt>
                <c:pt idx="88">
                  <c:v>0.99911386000000002</c:v>
                </c:pt>
                <c:pt idx="89">
                  <c:v>0.99942498999999996</c:v>
                </c:pt>
                <c:pt idx="90">
                  <c:v>0.99963343000000005</c:v>
                </c:pt>
                <c:pt idx="91">
                  <c:v>0.99977338000000004</c:v>
                </c:pt>
                <c:pt idx="92">
                  <c:v>0.99986684000000003</c:v>
                </c:pt>
                <c:pt idx="93">
                  <c:v>0.99992937000000004</c:v>
                </c:pt>
                <c:pt idx="94">
                  <c:v>0.99997168999999997</c:v>
                </c:pt>
                <c:pt idx="95">
                  <c:v>1</c:v>
                </c:pt>
              </c:numCache>
              <c:extLst xmlns:c15="http://schemas.microsoft.com/office/drawing/2012/chart"/>
            </c:numRef>
          </c:yVal>
          <c:smooth val="1"/>
          <c:extLst xmlns:c15="http://schemas.microsoft.com/office/drawing/2012/chart">
            <c:ext xmlns:c16="http://schemas.microsoft.com/office/drawing/2014/chart" uri="{C3380CC4-5D6E-409C-BE32-E72D297353CC}">
              <c16:uniqueId val="{00000000-DF3F-4157-AB7B-9526C386B2F5}"/>
            </c:ext>
          </c:extLst>
        </c:ser>
        <c:ser>
          <c:idx val="3"/>
          <c:order val="3"/>
          <c:tx>
            <c:strRef>
              <c:f>Лист1!$AJ$3</c:f>
              <c:strCache>
                <c:ptCount val="1"/>
                <c:pt idx="0">
                  <c:v>средняя сетка SST</c:v>
                </c:pt>
              </c:strCache>
              <c:extLst xmlns:c15="http://schemas.microsoft.com/office/drawing/2012/chart"/>
            </c:strRef>
          </c:tx>
          <c:spPr>
            <a:ln w="25400" cap="rnd" cmpd="sng">
              <a:solidFill>
                <a:srgbClr val="0070C0"/>
              </a:solidFill>
              <a:prstDash val="solid"/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  <a:effectLst/>
            </c:spPr>
          </c:marker>
          <c:xVal>
            <c:numRef>
              <c:f>Лист1!$AH$3:$AH$100</c:f>
              <c:numCache>
                <c:formatCode>General</c:formatCode>
                <c:ptCount val="98"/>
                <c:pt idx="0">
                  <c:v>0.81165563170623867</c:v>
                </c:pt>
                <c:pt idx="1">
                  <c:v>0.81141993012847824</c:v>
                </c:pt>
                <c:pt idx="2">
                  <c:v>0.81168098306380543</c:v>
                </c:pt>
                <c:pt idx="3">
                  <c:v>0.81198445882223269</c:v>
                </c:pt>
                <c:pt idx="4">
                  <c:v>0.81291586369787316</c:v>
                </c:pt>
                <c:pt idx="5">
                  <c:v>0.81494910165600087</c:v>
                </c:pt>
                <c:pt idx="6">
                  <c:v>0.81846236081529289</c:v>
                </c:pt>
                <c:pt idx="7">
                  <c:v>0.82352127467074199</c:v>
                </c:pt>
                <c:pt idx="8">
                  <c:v>0.83000134786641599</c:v>
                </c:pt>
                <c:pt idx="9">
                  <c:v>0.83765285202474771</c:v>
                </c:pt>
                <c:pt idx="10">
                  <c:v>0.84633858302377352</c:v>
                </c:pt>
                <c:pt idx="11">
                  <c:v>0.8560307907073561</c:v>
                </c:pt>
                <c:pt idx="12">
                  <c:v>0.86678392020818751</c:v>
                </c:pt>
                <c:pt idx="13">
                  <c:v>0.87869064844498657</c:v>
                </c:pt>
                <c:pt idx="14">
                  <c:v>0.89172066122493998</c:v>
                </c:pt>
                <c:pt idx="15">
                  <c:v>0.90545970004625564</c:v>
                </c:pt>
                <c:pt idx="16">
                  <c:v>0.91897733268237147</c:v>
                </c:pt>
                <c:pt idx="17">
                  <c:v>0.93103488156275849</c:v>
                </c:pt>
                <c:pt idx="18">
                  <c:v>0.94049146736513556</c:v>
                </c:pt>
                <c:pt idx="19">
                  <c:v>0.94643040060158912</c:v>
                </c:pt>
                <c:pt idx="20">
                  <c:v>0.94838774188141406</c:v>
                </c:pt>
                <c:pt idx="21">
                  <c:v>0.94809011398817822</c:v>
                </c:pt>
                <c:pt idx="22">
                  <c:v>0.94648782909717633</c:v>
                </c:pt>
                <c:pt idx="23">
                  <c:v>0.94136294839513268</c:v>
                </c:pt>
                <c:pt idx="24">
                  <c:v>0.93420014806159901</c:v>
                </c:pt>
                <c:pt idx="25">
                  <c:v>0.92714935340417104</c:v>
                </c:pt>
                <c:pt idx="26">
                  <c:v>0.92201079991413759</c:v>
                </c:pt>
                <c:pt idx="27">
                  <c:v>0.9205733796028458</c:v>
                </c:pt>
                <c:pt idx="28">
                  <c:v>0.92318352253641012</c:v>
                </c:pt>
                <c:pt idx="29">
                  <c:v>0.92865453276285692</c:v>
                </c:pt>
                <c:pt idx="30">
                  <c:v>0.93503158792991392</c:v>
                </c:pt>
                <c:pt idx="31">
                  <c:v>0.9409162675742625</c:v>
                </c:pt>
                <c:pt idx="32">
                  <c:v>0.94641008339565025</c:v>
                </c:pt>
                <c:pt idx="33">
                  <c:v>0.94641671363747903</c:v>
                </c:pt>
                <c:pt idx="34">
                  <c:v>0.95266993813800582</c:v>
                </c:pt>
                <c:pt idx="35">
                  <c:v>0.95984768063177472</c:v>
                </c:pt>
                <c:pt idx="36">
                  <c:v>0.96489222142197384</c:v>
                </c:pt>
                <c:pt idx="37">
                  <c:v>0.96078666197074558</c:v>
                </c:pt>
                <c:pt idx="38">
                  <c:v>0.94052317952685538</c:v>
                </c:pt>
                <c:pt idx="39">
                  <c:v>0.90123021152055416</c:v>
                </c:pt>
                <c:pt idx="40">
                  <c:v>0.84716638207236827</c:v>
                </c:pt>
                <c:pt idx="41">
                  <c:v>0.78720441634575156</c:v>
                </c:pt>
                <c:pt idx="42">
                  <c:v>0.73053793478135054</c:v>
                </c:pt>
                <c:pt idx="43">
                  <c:v>0.69155360533675181</c:v>
                </c:pt>
                <c:pt idx="44">
                  <c:v>0.68958164797743271</c:v>
                </c:pt>
                <c:pt idx="45">
                  <c:v>0.6881386278810715</c:v>
                </c:pt>
                <c:pt idx="46">
                  <c:v>0.72043977877409859</c:v>
                </c:pt>
                <c:pt idx="47">
                  <c:v>0.7655113769738634</c:v>
                </c:pt>
                <c:pt idx="48">
                  <c:v>0.80267441326512712</c:v>
                </c:pt>
                <c:pt idx="49">
                  <c:v>0.82775256804233732</c:v>
                </c:pt>
                <c:pt idx="50">
                  <c:v>0.84399532119218557</c:v>
                </c:pt>
                <c:pt idx="51">
                  <c:v>0.85478148207127913</c:v>
                </c:pt>
                <c:pt idx="52">
                  <c:v>0.86211933461238865</c:v>
                </c:pt>
                <c:pt idx="53">
                  <c:v>0.86715101561908792</c:v>
                </c:pt>
                <c:pt idx="54">
                  <c:v>0.87059319519933065</c:v>
                </c:pt>
                <c:pt idx="55">
                  <c:v>0.87294569317887205</c:v>
                </c:pt>
                <c:pt idx="56">
                  <c:v>0.87452912560777396</c:v>
                </c:pt>
                <c:pt idx="57">
                  <c:v>0.87556172203655402</c:v>
                </c:pt>
                <c:pt idx="58">
                  <c:v>0.87623684732199425</c:v>
                </c:pt>
                <c:pt idx="59">
                  <c:v>0.87665516121490672</c:v>
                </c:pt>
                <c:pt idx="60">
                  <c:v>0.87691880363112684</c:v>
                </c:pt>
                <c:pt idx="61">
                  <c:v>0.87709900830053578</c:v>
                </c:pt>
                <c:pt idx="62">
                  <c:v>0.8772110508937101</c:v>
                </c:pt>
                <c:pt idx="63">
                  <c:v>0.87728852406212876</c:v>
                </c:pt>
                <c:pt idx="64">
                  <c:v>0.87735588145851673</c:v>
                </c:pt>
                <c:pt idx="65">
                  <c:v>0.87743864212619349</c:v>
                </c:pt>
                <c:pt idx="66">
                  <c:v>0.87757937258939789</c:v>
                </c:pt>
                <c:pt idx="67">
                  <c:v>0.877824928885097</c:v>
                </c:pt>
                <c:pt idx="68">
                  <c:v>0.87822629852518563</c:v>
                </c:pt>
                <c:pt idx="69">
                  <c:v>0.87886664545710536</c:v>
                </c:pt>
                <c:pt idx="70">
                  <c:v>0.87981891516011823</c:v>
                </c:pt>
                <c:pt idx="71">
                  <c:v>0.88119584093203973</c:v>
                </c:pt>
                <c:pt idx="72">
                  <c:v>0.88319455658328672</c:v>
                </c:pt>
                <c:pt idx="73">
                  <c:v>0.88608307660682073</c:v>
                </c:pt>
                <c:pt idx="74">
                  <c:v>0.89013196465593014</c:v>
                </c:pt>
                <c:pt idx="75">
                  <c:v>0.89520133661722356</c:v>
                </c:pt>
                <c:pt idx="76">
                  <c:v>0.90065197835528377</c:v>
                </c:pt>
                <c:pt idx="77">
                  <c:v>0.90592680205009957</c:v>
                </c:pt>
                <c:pt idx="78">
                  <c:v>0.91081106875351558</c:v>
                </c:pt>
                <c:pt idx="79">
                  <c:v>0.91517277238472827</c:v>
                </c:pt>
                <c:pt idx="80">
                  <c:v>0.91882978803853832</c:v>
                </c:pt>
                <c:pt idx="81">
                  <c:v>0.9214936587080701</c:v>
                </c:pt>
                <c:pt idx="82">
                  <c:v>0.92263929344758111</c:v>
                </c:pt>
                <c:pt idx="83">
                  <c:v>0.92142810441073786</c:v>
                </c:pt>
                <c:pt idx="84">
                  <c:v>0.91700140663188345</c:v>
                </c:pt>
                <c:pt idx="85">
                  <c:v>0.90922047832947372</c:v>
                </c:pt>
                <c:pt idx="86">
                  <c:v>0.89865100820567223</c:v>
                </c:pt>
                <c:pt idx="87">
                  <c:v>0.88620812624076928</c:v>
                </c:pt>
                <c:pt idx="88">
                  <c:v>0.87310436072364273</c:v>
                </c:pt>
                <c:pt idx="89">
                  <c:v>0.86080843699436327</c:v>
                </c:pt>
                <c:pt idx="90">
                  <c:v>0.85079017322949368</c:v>
                </c:pt>
                <c:pt idx="91">
                  <c:v>0.84383916289520144</c:v>
                </c:pt>
                <c:pt idx="92">
                  <c:v>0.83992077733583592</c:v>
                </c:pt>
                <c:pt idx="93">
                  <c:v>0.83813500023918452</c:v>
                </c:pt>
                <c:pt idx="94">
                  <c:v>0.83755925433387202</c:v>
                </c:pt>
                <c:pt idx="95">
                  <c:v>0.85022456532038515</c:v>
                </c:pt>
                <c:pt idx="96">
                  <c:v>1</c:v>
                </c:pt>
                <c:pt idx="97">
                  <c:v>1</c:v>
                </c:pt>
              </c:numCache>
            </c:numRef>
          </c:xVal>
          <c:yVal>
            <c:numRef>
              <c:f>Лист1!$AG$3:$AG$77</c:f>
              <c:numCache>
                <c:formatCode>0.000000</c:formatCode>
                <c:ptCount val="75"/>
                <c:pt idx="0">
                  <c:v>0</c:v>
                </c:pt>
                <c:pt idx="1">
                  <c:v>2.7904003000000001E-5</c:v>
                </c:pt>
                <c:pt idx="2">
                  <c:v>7.0182796000000004E-5</c:v>
                </c:pt>
                <c:pt idx="3">
                  <c:v>1.3275540999999999E-4</c:v>
                </c:pt>
                <c:pt idx="4">
                  <c:v>2.2534597000000001E-4</c:v>
                </c:pt>
                <c:pt idx="5">
                  <c:v>3.6232924000000001E-4</c:v>
                </c:pt>
                <c:pt idx="6">
                  <c:v>5.6695862000000002E-4</c:v>
                </c:pt>
                <c:pt idx="7">
                  <c:v>8.6967478E-4</c:v>
                </c:pt>
                <c:pt idx="8">
                  <c:v>1.3199438999999999E-3</c:v>
                </c:pt>
                <c:pt idx="9">
                  <c:v>1.9875259999999999E-3</c:v>
                </c:pt>
                <c:pt idx="10">
                  <c:v>2.9785409999999999E-3</c:v>
                </c:pt>
                <c:pt idx="11">
                  <c:v>4.4506885999999997E-3</c:v>
                </c:pt>
                <c:pt idx="12">
                  <c:v>6.6352338000000002E-3</c:v>
                </c:pt>
                <c:pt idx="13">
                  <c:v>9.8784397999999995E-3</c:v>
                </c:pt>
                <c:pt idx="14">
                  <c:v>1.4693572E-2</c:v>
                </c:pt>
                <c:pt idx="15">
                  <c:v>2.1841646999999999E-2</c:v>
                </c:pt>
                <c:pt idx="16">
                  <c:v>3.2452777000000002E-2</c:v>
                </c:pt>
                <c:pt idx="17">
                  <c:v>4.8205434999999998E-2</c:v>
                </c:pt>
                <c:pt idx="18">
                  <c:v>7.1590260000000003E-2</c:v>
                </c:pt>
                <c:pt idx="19">
                  <c:v>0.10630452999999999</c:v>
                </c:pt>
                <c:pt idx="20">
                  <c:v>0.14101838</c:v>
                </c:pt>
                <c:pt idx="21">
                  <c:v>0.14647023000000001</c:v>
                </c:pt>
                <c:pt idx="22">
                  <c:v>0.17573010999999999</c:v>
                </c:pt>
                <c:pt idx="23">
                  <c:v>0.21044057999999999</c:v>
                </c:pt>
                <c:pt idx="24">
                  <c:v>0.24515018999999999</c:v>
                </c:pt>
                <c:pt idx="25">
                  <c:v>0.27985855999999998</c:v>
                </c:pt>
                <c:pt idx="26">
                  <c:v>0.31456648999999998</c:v>
                </c:pt>
                <c:pt idx="27">
                  <c:v>0.34927355999999998</c:v>
                </c:pt>
                <c:pt idx="28">
                  <c:v>0.38398020999999999</c:v>
                </c:pt>
                <c:pt idx="29">
                  <c:v>0.41868602999999999</c:v>
                </c:pt>
                <c:pt idx="30">
                  <c:v>0.45339059999999998</c:v>
                </c:pt>
                <c:pt idx="31">
                  <c:v>0.48809259999999999</c:v>
                </c:pt>
                <c:pt idx="32">
                  <c:v>0.52275020000000005</c:v>
                </c:pt>
                <c:pt idx="33">
                  <c:v>0.52279209999999998</c:v>
                </c:pt>
                <c:pt idx="34">
                  <c:v>0.55748903999999999</c:v>
                </c:pt>
                <c:pt idx="35">
                  <c:v>0.59218298999999996</c:v>
                </c:pt>
                <c:pt idx="36">
                  <c:v>0.62687444999999997</c:v>
                </c:pt>
                <c:pt idx="37">
                  <c:v>0.66156417000000001</c:v>
                </c:pt>
                <c:pt idx="38">
                  <c:v>0.69625139000000003</c:v>
                </c:pt>
                <c:pt idx="39">
                  <c:v>0.73093693999999998</c:v>
                </c:pt>
                <c:pt idx="40">
                  <c:v>0.76561986999999998</c:v>
                </c:pt>
                <c:pt idx="41">
                  <c:v>0.80030327999999995</c:v>
                </c:pt>
                <c:pt idx="42">
                  <c:v>0.83498715999999995</c:v>
                </c:pt>
                <c:pt idx="43">
                  <c:v>0.86967057000000003</c:v>
                </c:pt>
                <c:pt idx="44">
                  <c:v>0.89021379</c:v>
                </c:pt>
                <c:pt idx="45">
                  <c:v>0.90435480999999995</c:v>
                </c:pt>
                <c:pt idx="46">
                  <c:v>0.92771888000000002</c:v>
                </c:pt>
                <c:pt idx="47">
                  <c:v>0.94345760000000001</c:v>
                </c:pt>
                <c:pt idx="48">
                  <c:v>0.95405941999999999</c:v>
                </c:pt>
                <c:pt idx="49">
                  <c:v>0.96120119000000004</c:v>
                </c:pt>
                <c:pt idx="50">
                  <c:v>0.96601205999999995</c:v>
                </c:pt>
                <c:pt idx="51">
                  <c:v>0.96925276999999999</c:v>
                </c:pt>
                <c:pt idx="52">
                  <c:v>0.97143601999999996</c:v>
                </c:pt>
                <c:pt idx="53">
                  <c:v>0.97290646999999997</c:v>
                </c:pt>
                <c:pt idx="54">
                  <c:v>0.97389661999999999</c:v>
                </c:pt>
                <c:pt idx="55">
                  <c:v>0.97456425000000002</c:v>
                </c:pt>
                <c:pt idx="56">
                  <c:v>0.97501367000000005</c:v>
                </c:pt>
                <c:pt idx="57">
                  <c:v>0.97531635000000005</c:v>
                </c:pt>
                <c:pt idx="58">
                  <c:v>0.97552055000000004</c:v>
                </c:pt>
                <c:pt idx="59">
                  <c:v>0.97565800000000003</c:v>
                </c:pt>
                <c:pt idx="60">
                  <c:v>0.97575014999999998</c:v>
                </c:pt>
                <c:pt idx="61">
                  <c:v>0.97581273000000002</c:v>
                </c:pt>
                <c:pt idx="62">
                  <c:v>0.97585458000000003</c:v>
                </c:pt>
                <c:pt idx="63">
                  <c:v>0.97588288999999995</c:v>
                </c:pt>
                <c:pt idx="64">
                  <c:v>0.97591125999999995</c:v>
                </c:pt>
                <c:pt idx="65">
                  <c:v>0.97595226999999996</c:v>
                </c:pt>
                <c:pt idx="66">
                  <c:v>0.97601146000000005</c:v>
                </c:pt>
                <c:pt idx="67">
                  <c:v>0.97609769999999996</c:v>
                </c:pt>
                <c:pt idx="68">
                  <c:v>0.97622240000000005</c:v>
                </c:pt>
                <c:pt idx="69">
                  <c:v>0.97640336000000005</c:v>
                </c:pt>
                <c:pt idx="70">
                  <c:v>0.97666591000000003</c:v>
                </c:pt>
                <c:pt idx="71">
                  <c:v>0.97704601000000002</c:v>
                </c:pt>
                <c:pt idx="72">
                  <c:v>0.97759688</c:v>
                </c:pt>
                <c:pt idx="73">
                  <c:v>0.97839551999999996</c:v>
                </c:pt>
                <c:pt idx="74">
                  <c:v>0.97955309999999995</c:v>
                </c:pt>
              </c:numCache>
              <c:extLst xmlns:c15="http://schemas.microsoft.com/office/drawing/2012/chart"/>
            </c:numRef>
          </c:yVal>
          <c:smooth val="1"/>
          <c:extLst xmlns:c15="http://schemas.microsoft.com/office/drawing/2012/chart">
            <c:ext xmlns:c16="http://schemas.microsoft.com/office/drawing/2014/chart" uri="{C3380CC4-5D6E-409C-BE32-E72D297353CC}">
              <c16:uniqueId val="{00000001-DF3F-4157-AB7B-9526C386B2F5}"/>
            </c:ext>
          </c:extLst>
        </c:ser>
        <c:ser>
          <c:idx val="5"/>
          <c:order val="5"/>
          <c:tx>
            <c:strRef>
              <c:f>Лист1!$BC$3</c:f>
              <c:strCache>
                <c:ptCount val="1"/>
                <c:pt idx="0">
                  <c:v>средняя сетка KE</c:v>
                </c:pt>
              </c:strCache>
              <c:extLst xmlns:c15="http://schemas.microsoft.com/office/drawing/2012/chart"/>
            </c:strRef>
          </c:tx>
          <c:spPr>
            <a:ln w="25400" cap="rnd" cmpd="sng">
              <a:solidFill>
                <a:srgbClr val="00B050"/>
              </a:solidFill>
              <a:prstDash val="solid"/>
              <a:round/>
              <a:headEnd type="none"/>
              <a:tailEnd type="none"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  <a:effectLst/>
            </c:spPr>
          </c:marker>
          <c:xVal>
            <c:numRef>
              <c:f>Лист1!$BA$3:$BA$100</c:f>
              <c:numCache>
                <c:formatCode>General</c:formatCode>
                <c:ptCount val="98"/>
                <c:pt idx="0">
                  <c:v>0.81561819076742414</c:v>
                </c:pt>
                <c:pt idx="1">
                  <c:v>0.81498088282896175</c:v>
                </c:pt>
                <c:pt idx="2">
                  <c:v>0.81493285901384938</c:v>
                </c:pt>
                <c:pt idx="3">
                  <c:v>0.81535788738062576</c:v>
                </c:pt>
                <c:pt idx="4">
                  <c:v>0.81650083995933009</c:v>
                </c:pt>
                <c:pt idx="5">
                  <c:v>0.81882132479018843</c:v>
                </c:pt>
                <c:pt idx="6">
                  <c:v>0.82269462434780061</c:v>
                </c:pt>
                <c:pt idx="7">
                  <c:v>0.82805992189478139</c:v>
                </c:pt>
                <c:pt idx="8">
                  <c:v>0.83452776992752431</c:v>
                </c:pt>
                <c:pt idx="9">
                  <c:v>0.84149308499324904</c:v>
                </c:pt>
                <c:pt idx="10">
                  <c:v>0.84870167106571703</c:v>
                </c:pt>
                <c:pt idx="11">
                  <c:v>0.85663365566991134</c:v>
                </c:pt>
                <c:pt idx="12">
                  <c:v>0.86638269789186906</c:v>
                </c:pt>
                <c:pt idx="13">
                  <c:v>0.87883951940667526</c:v>
                </c:pt>
                <c:pt idx="14">
                  <c:v>0.893950213514773</c:v>
                </c:pt>
                <c:pt idx="15">
                  <c:v>0.91049541431424574</c:v>
                </c:pt>
                <c:pt idx="16">
                  <c:v>0.9264135379827878</c:v>
                </c:pt>
                <c:pt idx="17">
                  <c:v>0.93965381198811315</c:v>
                </c:pt>
                <c:pt idx="18">
                  <c:v>0.9489335202593584</c:v>
                </c:pt>
                <c:pt idx="19">
                  <c:v>0.95372932871551086</c:v>
                </c:pt>
                <c:pt idx="20">
                  <c:v>0.95398004021437477</c:v>
                </c:pt>
                <c:pt idx="21">
                  <c:v>0.95332668916222874</c:v>
                </c:pt>
                <c:pt idx="22">
                  <c:v>0.94982925110728411</c:v>
                </c:pt>
                <c:pt idx="23">
                  <c:v>0.94168671401543436</c:v>
                </c:pt>
                <c:pt idx="24">
                  <c:v>0.93088522665786622</c:v>
                </c:pt>
                <c:pt idx="25">
                  <c:v>0.92066229916528619</c:v>
                </c:pt>
                <c:pt idx="26">
                  <c:v>0.91402486337393007</c:v>
                </c:pt>
                <c:pt idx="27">
                  <c:v>0.91387643587791645</c:v>
                </c:pt>
                <c:pt idx="28">
                  <c:v>0.92023525656640748</c:v>
                </c:pt>
                <c:pt idx="29">
                  <c:v>0.93034213621033934</c:v>
                </c:pt>
                <c:pt idx="30">
                  <c:v>0.94033688125252579</c:v>
                </c:pt>
                <c:pt idx="31">
                  <c:v>0.94775890006480534</c:v>
                </c:pt>
                <c:pt idx="32">
                  <c:v>0.95283478060939453</c:v>
                </c:pt>
                <c:pt idx="33">
                  <c:v>0.95284091142526894</c:v>
                </c:pt>
                <c:pt idx="34">
                  <c:v>0.95715778532248541</c:v>
                </c:pt>
                <c:pt idx="35">
                  <c:v>0.96107235539901836</c:v>
                </c:pt>
                <c:pt idx="36">
                  <c:v>0.96292963645190321</c:v>
                </c:pt>
                <c:pt idx="37">
                  <c:v>0.96011432657986051</c:v>
                </c:pt>
                <c:pt idx="38">
                  <c:v>0.95012015843829178</c:v>
                </c:pt>
                <c:pt idx="39">
                  <c:v>0.92883381462024361</c:v>
                </c:pt>
                <c:pt idx="40">
                  <c:v>0.89133650021506561</c:v>
                </c:pt>
                <c:pt idx="41">
                  <c:v>0.83705069621205908</c:v>
                </c:pt>
                <c:pt idx="42">
                  <c:v>0.77440661554276002</c:v>
                </c:pt>
                <c:pt idx="43">
                  <c:v>0.71404759564876163</c:v>
                </c:pt>
                <c:pt idx="44">
                  <c:v>0.68544085868399496</c:v>
                </c:pt>
                <c:pt idx="45">
                  <c:v>0.66510745735318544</c:v>
                </c:pt>
                <c:pt idx="46">
                  <c:v>0.64606199790537555</c:v>
                </c:pt>
                <c:pt idx="47">
                  <c:v>0.67059726737036141</c:v>
                </c:pt>
                <c:pt idx="48">
                  <c:v>0.71957399244743425</c:v>
                </c:pt>
                <c:pt idx="49">
                  <c:v>0.76429718262284363</c:v>
                </c:pt>
                <c:pt idx="50">
                  <c:v>0.7955113561866981</c:v>
                </c:pt>
                <c:pt idx="51">
                  <c:v>0.81528560206792799</c:v>
                </c:pt>
                <c:pt idx="52">
                  <c:v>0.82747421278339528</c:v>
                </c:pt>
                <c:pt idx="53">
                  <c:v>0.83503124977139709</c:v>
                </c:pt>
                <c:pt idx="54">
                  <c:v>0.83978104506350648</c:v>
                </c:pt>
                <c:pt idx="55">
                  <c:v>0.84284411976097018</c:v>
                </c:pt>
                <c:pt idx="56">
                  <c:v>0.84484319643761763</c:v>
                </c:pt>
                <c:pt idx="57">
                  <c:v>0.84616327863226415</c:v>
                </c:pt>
                <c:pt idx="58">
                  <c:v>0.84706053953913618</c:v>
                </c:pt>
                <c:pt idx="59">
                  <c:v>0.84767489526295348</c:v>
                </c:pt>
                <c:pt idx="60">
                  <c:v>0.848100984366019</c:v>
                </c:pt>
                <c:pt idx="61">
                  <c:v>0.84840449958241126</c:v>
                </c:pt>
                <c:pt idx="62">
                  <c:v>0.84861099214933344</c:v>
                </c:pt>
                <c:pt idx="63">
                  <c:v>0.84876588028306232</c:v>
                </c:pt>
                <c:pt idx="64">
                  <c:v>0.84891577511892247</c:v>
                </c:pt>
                <c:pt idx="65">
                  <c:v>0.8491082718488262</c:v>
                </c:pt>
                <c:pt idx="66">
                  <c:v>0.84940529468881976</c:v>
                </c:pt>
                <c:pt idx="67">
                  <c:v>0.84987451610173892</c:v>
                </c:pt>
                <c:pt idx="68">
                  <c:v>0.850609773553611</c:v>
                </c:pt>
                <c:pt idx="69">
                  <c:v>0.85177104841999862</c:v>
                </c:pt>
                <c:pt idx="70">
                  <c:v>0.85352395963387606</c:v>
                </c:pt>
                <c:pt idx="71">
                  <c:v>0.85611868396578328</c:v>
                </c:pt>
                <c:pt idx="72">
                  <c:v>0.85993531701425163</c:v>
                </c:pt>
                <c:pt idx="73">
                  <c:v>0.86544752881466602</c:v>
                </c:pt>
                <c:pt idx="74">
                  <c:v>0.87292871869995647</c:v>
                </c:pt>
                <c:pt idx="75">
                  <c:v>0.88203300370265203</c:v>
                </c:pt>
                <c:pt idx="76">
                  <c:v>0.89180157140995997</c:v>
                </c:pt>
                <c:pt idx="77">
                  <c:v>0.90150594479510104</c:v>
                </c:pt>
                <c:pt idx="78">
                  <c:v>0.91097528076403944</c:v>
                </c:pt>
                <c:pt idx="79">
                  <c:v>0.92007290068690906</c:v>
                </c:pt>
                <c:pt idx="80">
                  <c:v>0.92838652488673667</c:v>
                </c:pt>
                <c:pt idx="81">
                  <c:v>0.93485897687309505</c:v>
                </c:pt>
                <c:pt idx="82">
                  <c:v>0.9374710986916962</c:v>
                </c:pt>
                <c:pt idx="83">
                  <c:v>0.93327606418890718</c:v>
                </c:pt>
                <c:pt idx="84">
                  <c:v>0.91960275403380132</c:v>
                </c:pt>
                <c:pt idx="85">
                  <c:v>0.89607421568832779</c:v>
                </c:pt>
                <c:pt idx="86">
                  <c:v>0.86525697193341511</c:v>
                </c:pt>
                <c:pt idx="87">
                  <c:v>0.83161113819761512</c:v>
                </c:pt>
                <c:pt idx="88">
                  <c:v>0.80010243812583626</c:v>
                </c:pt>
                <c:pt idx="89">
                  <c:v>0.77470453952915541</c:v>
                </c:pt>
                <c:pt idx="90">
                  <c:v>0.75721434775695673</c:v>
                </c:pt>
                <c:pt idx="91">
                  <c:v>0.74686905073549215</c:v>
                </c:pt>
                <c:pt idx="92">
                  <c:v>0.74180231057776247</c:v>
                </c:pt>
                <c:pt idx="93">
                  <c:v>0.73974410322422901</c:v>
                </c:pt>
                <c:pt idx="94">
                  <c:v>0.7391093626236539</c:v>
                </c:pt>
                <c:pt idx="95">
                  <c:v>0.7436997573896369</c:v>
                </c:pt>
                <c:pt idx="96">
                  <c:v>1</c:v>
                </c:pt>
                <c:pt idx="97">
                  <c:v>1</c:v>
                </c:pt>
              </c:numCache>
            </c:numRef>
          </c:xVal>
          <c:yVal>
            <c:numRef>
              <c:f>Лист1!$AZ$3:$AZ$98</c:f>
              <c:numCache>
                <c:formatCode>0.000000</c:formatCode>
                <c:ptCount val="96"/>
                <c:pt idx="0">
                  <c:v>0</c:v>
                </c:pt>
                <c:pt idx="1">
                  <c:v>2.7904003000000001E-5</c:v>
                </c:pt>
                <c:pt idx="2">
                  <c:v>7.0182796000000004E-5</c:v>
                </c:pt>
                <c:pt idx="3">
                  <c:v>1.3275540999999999E-4</c:v>
                </c:pt>
                <c:pt idx="4">
                  <c:v>2.2534597000000001E-4</c:v>
                </c:pt>
                <c:pt idx="5">
                  <c:v>3.6232924000000001E-4</c:v>
                </c:pt>
                <c:pt idx="6">
                  <c:v>5.6695862000000002E-4</c:v>
                </c:pt>
                <c:pt idx="7">
                  <c:v>8.6967478E-4</c:v>
                </c:pt>
                <c:pt idx="8">
                  <c:v>1.3199438999999999E-3</c:v>
                </c:pt>
                <c:pt idx="9">
                  <c:v>1.9875259999999999E-3</c:v>
                </c:pt>
                <c:pt idx="10">
                  <c:v>2.9785409999999999E-3</c:v>
                </c:pt>
                <c:pt idx="11">
                  <c:v>4.4506885999999997E-3</c:v>
                </c:pt>
                <c:pt idx="12">
                  <c:v>6.6352338000000002E-3</c:v>
                </c:pt>
                <c:pt idx="13">
                  <c:v>9.8784397999999995E-3</c:v>
                </c:pt>
                <c:pt idx="14">
                  <c:v>1.4693572E-2</c:v>
                </c:pt>
                <c:pt idx="15">
                  <c:v>2.1841646999999999E-2</c:v>
                </c:pt>
                <c:pt idx="16">
                  <c:v>3.2452777000000002E-2</c:v>
                </c:pt>
                <c:pt idx="17">
                  <c:v>4.8205434999999998E-2</c:v>
                </c:pt>
                <c:pt idx="18">
                  <c:v>7.1590260000000003E-2</c:v>
                </c:pt>
                <c:pt idx="19">
                  <c:v>0.10630452999999999</c:v>
                </c:pt>
                <c:pt idx="20">
                  <c:v>0.14101838</c:v>
                </c:pt>
                <c:pt idx="21">
                  <c:v>0.14647023000000001</c:v>
                </c:pt>
                <c:pt idx="22">
                  <c:v>0.17573010999999999</c:v>
                </c:pt>
                <c:pt idx="23">
                  <c:v>0.21044057999999999</c:v>
                </c:pt>
                <c:pt idx="24">
                  <c:v>0.24515018999999999</c:v>
                </c:pt>
                <c:pt idx="25">
                  <c:v>0.27985855999999998</c:v>
                </c:pt>
                <c:pt idx="26">
                  <c:v>0.31456648999999998</c:v>
                </c:pt>
                <c:pt idx="27">
                  <c:v>0.34927355999999998</c:v>
                </c:pt>
                <c:pt idx="28">
                  <c:v>0.38398020999999999</c:v>
                </c:pt>
                <c:pt idx="29">
                  <c:v>0.41868602999999999</c:v>
                </c:pt>
                <c:pt idx="30">
                  <c:v>0.45339059999999998</c:v>
                </c:pt>
                <c:pt idx="31">
                  <c:v>0.48809259999999999</c:v>
                </c:pt>
                <c:pt idx="32">
                  <c:v>0.52275020000000005</c:v>
                </c:pt>
                <c:pt idx="33">
                  <c:v>0.52279209999999998</c:v>
                </c:pt>
                <c:pt idx="34">
                  <c:v>0.55748903999999999</c:v>
                </c:pt>
                <c:pt idx="35">
                  <c:v>0.59218298999999996</c:v>
                </c:pt>
                <c:pt idx="36">
                  <c:v>0.62687444999999997</c:v>
                </c:pt>
                <c:pt idx="37">
                  <c:v>0.66156417000000001</c:v>
                </c:pt>
                <c:pt idx="38">
                  <c:v>0.69625139000000003</c:v>
                </c:pt>
                <c:pt idx="39">
                  <c:v>0.73093693999999998</c:v>
                </c:pt>
                <c:pt idx="40">
                  <c:v>0.76561986999999998</c:v>
                </c:pt>
                <c:pt idx="41">
                  <c:v>0.80030327999999995</c:v>
                </c:pt>
                <c:pt idx="42">
                  <c:v>0.83498715999999995</c:v>
                </c:pt>
                <c:pt idx="43">
                  <c:v>0.86967057000000003</c:v>
                </c:pt>
                <c:pt idx="44">
                  <c:v>0.89021379</c:v>
                </c:pt>
                <c:pt idx="45">
                  <c:v>0.90435480999999995</c:v>
                </c:pt>
                <c:pt idx="46">
                  <c:v>0.92771888000000002</c:v>
                </c:pt>
                <c:pt idx="47">
                  <c:v>0.94345760000000001</c:v>
                </c:pt>
                <c:pt idx="48">
                  <c:v>0.95405941999999999</c:v>
                </c:pt>
                <c:pt idx="49">
                  <c:v>0.96120119000000004</c:v>
                </c:pt>
                <c:pt idx="50">
                  <c:v>0.96601205999999995</c:v>
                </c:pt>
                <c:pt idx="51">
                  <c:v>0.96925276999999999</c:v>
                </c:pt>
                <c:pt idx="52">
                  <c:v>0.97143601999999996</c:v>
                </c:pt>
                <c:pt idx="53">
                  <c:v>0.97290646999999997</c:v>
                </c:pt>
                <c:pt idx="54">
                  <c:v>0.97389661999999999</c:v>
                </c:pt>
                <c:pt idx="55">
                  <c:v>0.97456425000000002</c:v>
                </c:pt>
                <c:pt idx="56">
                  <c:v>0.97501367000000005</c:v>
                </c:pt>
                <c:pt idx="57">
                  <c:v>0.97531635000000005</c:v>
                </c:pt>
                <c:pt idx="58">
                  <c:v>0.97552055000000004</c:v>
                </c:pt>
                <c:pt idx="59">
                  <c:v>0.97565800000000003</c:v>
                </c:pt>
                <c:pt idx="60">
                  <c:v>0.97575014999999998</c:v>
                </c:pt>
                <c:pt idx="61">
                  <c:v>0.97581273000000002</c:v>
                </c:pt>
                <c:pt idx="62">
                  <c:v>0.97585458000000003</c:v>
                </c:pt>
                <c:pt idx="63">
                  <c:v>0.97588288999999995</c:v>
                </c:pt>
                <c:pt idx="64">
                  <c:v>0.97591125999999995</c:v>
                </c:pt>
                <c:pt idx="65">
                  <c:v>0.97595226999999996</c:v>
                </c:pt>
                <c:pt idx="66">
                  <c:v>0.97601146000000005</c:v>
                </c:pt>
                <c:pt idx="67">
                  <c:v>0.97609769999999996</c:v>
                </c:pt>
                <c:pt idx="68">
                  <c:v>0.97622240000000005</c:v>
                </c:pt>
                <c:pt idx="69">
                  <c:v>0.97640336000000005</c:v>
                </c:pt>
                <c:pt idx="70">
                  <c:v>0.97666591000000003</c:v>
                </c:pt>
                <c:pt idx="71">
                  <c:v>0.97704601000000002</c:v>
                </c:pt>
                <c:pt idx="72">
                  <c:v>0.97759688</c:v>
                </c:pt>
                <c:pt idx="73">
                  <c:v>0.97839551999999996</c:v>
                </c:pt>
                <c:pt idx="74">
                  <c:v>0.97955309999999995</c:v>
                </c:pt>
                <c:pt idx="75">
                  <c:v>0.98123073999999999</c:v>
                </c:pt>
                <c:pt idx="76">
                  <c:v>0.98290836999999998</c:v>
                </c:pt>
                <c:pt idx="77">
                  <c:v>0.98458599999999996</c:v>
                </c:pt>
                <c:pt idx="78">
                  <c:v>0.98626362999999995</c:v>
                </c:pt>
                <c:pt idx="79">
                  <c:v>0.98794126999999998</c:v>
                </c:pt>
                <c:pt idx="80">
                  <c:v>0.98961931000000003</c:v>
                </c:pt>
                <c:pt idx="81">
                  <c:v>0.99129646999999999</c:v>
                </c:pt>
                <c:pt idx="82">
                  <c:v>0.99297451999999997</c:v>
                </c:pt>
                <c:pt idx="83">
                  <c:v>0.99465214999999996</c:v>
                </c:pt>
                <c:pt idx="84">
                  <c:v>0.99632978000000005</c:v>
                </c:pt>
                <c:pt idx="85">
                  <c:v>0.99748736999999998</c:v>
                </c:pt>
                <c:pt idx="86">
                  <c:v>0.99828558999999994</c:v>
                </c:pt>
                <c:pt idx="87">
                  <c:v>0.99883652000000001</c:v>
                </c:pt>
                <c:pt idx="88">
                  <c:v>0.99921696999999998</c:v>
                </c:pt>
                <c:pt idx="89">
                  <c:v>0.99947912000000005</c:v>
                </c:pt>
                <c:pt idx="90">
                  <c:v>0.99966007000000001</c:v>
                </c:pt>
                <c:pt idx="91">
                  <c:v>0.99978482999999996</c:v>
                </c:pt>
                <c:pt idx="92">
                  <c:v>0.99987108000000002</c:v>
                </c:pt>
                <c:pt idx="93">
                  <c:v>0.99993067999999996</c:v>
                </c:pt>
                <c:pt idx="94">
                  <c:v>0.99997126999999997</c:v>
                </c:pt>
                <c:pt idx="95">
                  <c:v>1</c:v>
                </c:pt>
              </c:numCache>
              <c:extLst xmlns:c15="http://schemas.microsoft.com/office/drawing/2012/chart"/>
            </c:numRef>
          </c:yVal>
          <c:smooth val="1"/>
          <c:extLst xmlns:c15="http://schemas.microsoft.com/office/drawing/2012/chart">
            <c:ext xmlns:c16="http://schemas.microsoft.com/office/drawing/2014/chart" uri="{C3380CC4-5D6E-409C-BE32-E72D297353CC}">
              <c16:uniqueId val="{00000002-DF3F-4157-AB7B-9526C386B2F5}"/>
            </c:ext>
          </c:extLst>
        </c:ser>
        <c:ser>
          <c:idx val="7"/>
          <c:order val="7"/>
          <c:tx>
            <c:strRef>
              <c:f>Лист1!$BW$3</c:f>
              <c:strCache>
                <c:ptCount val="1"/>
                <c:pt idx="0">
                  <c:v>средняя сетка EARMS</c:v>
                </c:pt>
              </c:strCache>
              <c:extLst xmlns:c15="http://schemas.microsoft.com/office/drawing/2012/chart"/>
            </c:strRef>
          </c:tx>
          <c:spPr>
            <a:ln w="25400" cap="rnd" cmpd="sng">
              <a:solidFill>
                <a:srgbClr val="7030A0">
                  <a:alpha val="95000"/>
                </a:srgbClr>
              </a:solidFill>
              <a:prstDash val="solid"/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  <a:effectLst/>
            </c:spPr>
          </c:marker>
          <c:xVal>
            <c:numRef>
              <c:f>Лист1!$BU$3:$BU$100</c:f>
              <c:numCache>
                <c:formatCode>General</c:formatCode>
                <c:ptCount val="98"/>
                <c:pt idx="0">
                  <c:v>0.82558566424936097</c:v>
                </c:pt>
                <c:pt idx="1">
                  <c:v>0.82532471009196684</c:v>
                </c:pt>
                <c:pt idx="2">
                  <c:v>0.82537411388937154</c:v>
                </c:pt>
                <c:pt idx="3">
                  <c:v>0.82583373430826146</c:v>
                </c:pt>
                <c:pt idx="4">
                  <c:v>0.8269822240706497</c:v>
                </c:pt>
                <c:pt idx="5">
                  <c:v>0.82925751417516991</c:v>
                </c:pt>
                <c:pt idx="6">
                  <c:v>0.83306985808683176</c:v>
                </c:pt>
                <c:pt idx="7">
                  <c:v>0.83847869243646711</c:v>
                </c:pt>
                <c:pt idx="8">
                  <c:v>0.8452562035013006</c:v>
                </c:pt>
                <c:pt idx="9">
                  <c:v>0.85296864143269868</c:v>
                </c:pt>
                <c:pt idx="10">
                  <c:v>0.86120237030221281</c:v>
                </c:pt>
                <c:pt idx="11">
                  <c:v>0.86957872903022115</c:v>
                </c:pt>
                <c:pt idx="12">
                  <c:v>0.8777776176139398</c:v>
                </c:pt>
                <c:pt idx="13">
                  <c:v>0.88559543184226563</c:v>
                </c:pt>
                <c:pt idx="14">
                  <c:v>0.89301170108409422</c:v>
                </c:pt>
                <c:pt idx="15">
                  <c:v>0.9001625152262468</c:v>
                </c:pt>
                <c:pt idx="16">
                  <c:v>0.90714381314983583</c:v>
                </c:pt>
                <c:pt idx="17">
                  <c:v>0.91381716720788209</c:v>
                </c:pt>
                <c:pt idx="18">
                  <c:v>0.91976007957152128</c:v>
                </c:pt>
                <c:pt idx="19">
                  <c:v>0.92421775137002249</c:v>
                </c:pt>
                <c:pt idx="20">
                  <c:v>0.92667819711320065</c:v>
                </c:pt>
                <c:pt idx="21">
                  <c:v>0.9267785621581881</c:v>
                </c:pt>
                <c:pt idx="22">
                  <c:v>0.92732664027226663</c:v>
                </c:pt>
                <c:pt idx="23">
                  <c:v>0.92679543906732353</c:v>
                </c:pt>
                <c:pt idx="24">
                  <c:v>0.92584205686421905</c:v>
                </c:pt>
                <c:pt idx="25">
                  <c:v>0.92536923235823654</c:v>
                </c:pt>
                <c:pt idx="26">
                  <c:v>0.92577352179387395</c:v>
                </c:pt>
                <c:pt idx="27">
                  <c:v>0.92723584581029861</c:v>
                </c:pt>
                <c:pt idx="28">
                  <c:v>0.92961119603694975</c:v>
                </c:pt>
                <c:pt idx="29">
                  <c:v>0.93250431267738465</c:v>
                </c:pt>
                <c:pt idx="30">
                  <c:v>0.93557980953325681</c:v>
                </c:pt>
                <c:pt idx="31">
                  <c:v>0.93882487698750094</c:v>
                </c:pt>
                <c:pt idx="32">
                  <c:v>0.94253270367911934</c:v>
                </c:pt>
                <c:pt idx="33">
                  <c:v>0.9425370556691165</c:v>
                </c:pt>
                <c:pt idx="34">
                  <c:v>0.94688908713632625</c:v>
                </c:pt>
                <c:pt idx="35">
                  <c:v>0.95117790068262476</c:v>
                </c:pt>
                <c:pt idx="36">
                  <c:v>0.95316243854545324</c:v>
                </c:pt>
                <c:pt idx="37">
                  <c:v>0.94883208824752308</c:v>
                </c:pt>
                <c:pt idx="38">
                  <c:v>0.93388253790368414</c:v>
                </c:pt>
                <c:pt idx="39">
                  <c:v>0.90543749760736902</c:v>
                </c:pt>
                <c:pt idx="40">
                  <c:v>0.86364121139718553</c:v>
                </c:pt>
                <c:pt idx="41">
                  <c:v>0.81259448661537304</c:v>
                </c:pt>
                <c:pt idx="42">
                  <c:v>0.76005392633477487</c:v>
                </c:pt>
                <c:pt idx="43">
                  <c:v>0.7154719608579877</c:v>
                </c:pt>
                <c:pt idx="44">
                  <c:v>0.70021834636871827</c:v>
                </c:pt>
                <c:pt idx="45">
                  <c:v>0.68945575577876039</c:v>
                </c:pt>
                <c:pt idx="46">
                  <c:v>0.69105756423880393</c:v>
                </c:pt>
                <c:pt idx="47">
                  <c:v>0.71615435161357266</c:v>
                </c:pt>
                <c:pt idx="48">
                  <c:v>0.74852559245342798</c:v>
                </c:pt>
                <c:pt idx="49">
                  <c:v>0.77492553936142461</c:v>
                </c:pt>
                <c:pt idx="50">
                  <c:v>0.79257841687886876</c:v>
                </c:pt>
                <c:pt idx="51">
                  <c:v>0.80355676152565114</c:v>
                </c:pt>
                <c:pt idx="52">
                  <c:v>0.81031171904528165</c:v>
                </c:pt>
                <c:pt idx="53">
                  <c:v>0.81454951491867689</c:v>
                </c:pt>
                <c:pt idx="54">
                  <c:v>0.81728062907442189</c:v>
                </c:pt>
                <c:pt idx="55">
                  <c:v>0.8190780952120863</c:v>
                </c:pt>
                <c:pt idx="56">
                  <c:v>0.82027340053997488</c:v>
                </c:pt>
                <c:pt idx="57">
                  <c:v>0.82107272089148975</c:v>
                </c:pt>
                <c:pt idx="58">
                  <c:v>0.82161351844466413</c:v>
                </c:pt>
                <c:pt idx="59">
                  <c:v>0.8219761925014536</c:v>
                </c:pt>
                <c:pt idx="60">
                  <c:v>0.82222558183228056</c:v>
                </c:pt>
                <c:pt idx="61">
                  <c:v>0.82240906400564162</c:v>
                </c:pt>
                <c:pt idx="62">
                  <c:v>0.8225424807538414</c:v>
                </c:pt>
                <c:pt idx="63">
                  <c:v>0.82264304351908557</c:v>
                </c:pt>
                <c:pt idx="64">
                  <c:v>0.82272192712084335</c:v>
                </c:pt>
                <c:pt idx="65">
                  <c:v>0.82280810878874888</c:v>
                </c:pt>
                <c:pt idx="66">
                  <c:v>0.82293940745367544</c:v>
                </c:pt>
                <c:pt idx="67">
                  <c:v>0.82315436937536202</c:v>
                </c:pt>
                <c:pt idx="68">
                  <c:v>0.82348750687927619</c:v>
                </c:pt>
                <c:pt idx="69">
                  <c:v>0.82398651006669688</c:v>
                </c:pt>
                <c:pt idx="70">
                  <c:v>0.824715654078926</c:v>
                </c:pt>
                <c:pt idx="71">
                  <c:v>0.82577611773689119</c:v>
                </c:pt>
                <c:pt idx="72">
                  <c:v>0.82730401045091739</c:v>
                </c:pt>
                <c:pt idx="73">
                  <c:v>0.82945848403478195</c:v>
                </c:pt>
                <c:pt idx="74">
                  <c:v>0.8324076671315902</c:v>
                </c:pt>
                <c:pt idx="75">
                  <c:v>0.83612489578454008</c:v>
                </c:pt>
                <c:pt idx="76">
                  <c:v>0.84021109330514598</c:v>
                </c:pt>
                <c:pt idx="77">
                  <c:v>0.84425669751627375</c:v>
                </c:pt>
                <c:pt idx="78">
                  <c:v>0.84816771994835272</c:v>
                </c:pt>
                <c:pt idx="79">
                  <c:v>0.8519680149970501</c:v>
                </c:pt>
                <c:pt idx="80">
                  <c:v>0.85565013854586214</c:v>
                </c:pt>
                <c:pt idx="81">
                  <c:v>0.85917306739031474</c:v>
                </c:pt>
                <c:pt idx="82">
                  <c:v>0.86238770472231219</c:v>
                </c:pt>
                <c:pt idx="83">
                  <c:v>0.86487412870067071</c:v>
                </c:pt>
                <c:pt idx="84">
                  <c:v>0.86573940933195914</c:v>
                </c:pt>
                <c:pt idx="85">
                  <c:v>0.86358036336469424</c:v>
                </c:pt>
                <c:pt idx="86">
                  <c:v>0.85690032112085035</c:v>
                </c:pt>
                <c:pt idx="87">
                  <c:v>0.84536923944899545</c:v>
                </c:pt>
                <c:pt idx="88">
                  <c:v>0.83057418384312487</c:v>
                </c:pt>
                <c:pt idx="89">
                  <c:v>0.81531617567027648</c:v>
                </c:pt>
                <c:pt idx="90">
                  <c:v>0.80238792786225932</c:v>
                </c:pt>
                <c:pt idx="91">
                  <c:v>0.79330133913916578</c:v>
                </c:pt>
                <c:pt idx="92">
                  <c:v>0.78815639674437987</c:v>
                </c:pt>
                <c:pt idx="93">
                  <c:v>0.78579788724914823</c:v>
                </c:pt>
                <c:pt idx="94">
                  <c:v>0.78506569285458061</c:v>
                </c:pt>
                <c:pt idx="95">
                  <c:v>0.79032316622795529</c:v>
                </c:pt>
                <c:pt idx="96">
                  <c:v>1</c:v>
                </c:pt>
                <c:pt idx="97">
                  <c:v>1</c:v>
                </c:pt>
              </c:numCache>
            </c:numRef>
          </c:xVal>
          <c:yVal>
            <c:numRef>
              <c:f>Лист1!$BT$3:$BT$98</c:f>
              <c:numCache>
                <c:formatCode>0.000000</c:formatCode>
                <c:ptCount val="96"/>
                <c:pt idx="0">
                  <c:v>0</c:v>
                </c:pt>
                <c:pt idx="1">
                  <c:v>2.7904003000000001E-5</c:v>
                </c:pt>
                <c:pt idx="2">
                  <c:v>7.0182796000000004E-5</c:v>
                </c:pt>
                <c:pt idx="3">
                  <c:v>1.3275540999999999E-4</c:v>
                </c:pt>
                <c:pt idx="4">
                  <c:v>2.2534597000000001E-4</c:v>
                </c:pt>
                <c:pt idx="5">
                  <c:v>3.6232924000000001E-4</c:v>
                </c:pt>
                <c:pt idx="6">
                  <c:v>5.6695862000000002E-4</c:v>
                </c:pt>
                <c:pt idx="7">
                  <c:v>8.6967478E-4</c:v>
                </c:pt>
                <c:pt idx="8">
                  <c:v>1.3199438999999999E-3</c:v>
                </c:pt>
                <c:pt idx="9">
                  <c:v>1.9875259999999999E-3</c:v>
                </c:pt>
                <c:pt idx="10">
                  <c:v>2.9785409999999999E-3</c:v>
                </c:pt>
                <c:pt idx="11">
                  <c:v>4.4506885999999997E-3</c:v>
                </c:pt>
                <c:pt idx="12">
                  <c:v>6.6352338000000002E-3</c:v>
                </c:pt>
                <c:pt idx="13">
                  <c:v>9.8784397999999995E-3</c:v>
                </c:pt>
                <c:pt idx="14">
                  <c:v>1.4693572E-2</c:v>
                </c:pt>
                <c:pt idx="15">
                  <c:v>2.1841646999999999E-2</c:v>
                </c:pt>
                <c:pt idx="16">
                  <c:v>3.2452777000000002E-2</c:v>
                </c:pt>
                <c:pt idx="17">
                  <c:v>4.8205434999999998E-2</c:v>
                </c:pt>
                <c:pt idx="18">
                  <c:v>7.1590260000000003E-2</c:v>
                </c:pt>
                <c:pt idx="19">
                  <c:v>0.10630452999999999</c:v>
                </c:pt>
                <c:pt idx="20">
                  <c:v>0.14101838</c:v>
                </c:pt>
                <c:pt idx="21">
                  <c:v>0.14647023000000001</c:v>
                </c:pt>
                <c:pt idx="22">
                  <c:v>0.17573010999999999</c:v>
                </c:pt>
                <c:pt idx="23">
                  <c:v>0.21044057999999999</c:v>
                </c:pt>
                <c:pt idx="24">
                  <c:v>0.24515018999999999</c:v>
                </c:pt>
                <c:pt idx="25">
                  <c:v>0.27985855999999998</c:v>
                </c:pt>
                <c:pt idx="26">
                  <c:v>0.31456648999999998</c:v>
                </c:pt>
                <c:pt idx="27">
                  <c:v>0.34927355999999998</c:v>
                </c:pt>
                <c:pt idx="28">
                  <c:v>0.38398020999999999</c:v>
                </c:pt>
                <c:pt idx="29">
                  <c:v>0.41868602999999999</c:v>
                </c:pt>
                <c:pt idx="30">
                  <c:v>0.45339059999999998</c:v>
                </c:pt>
                <c:pt idx="31">
                  <c:v>0.48809259999999999</c:v>
                </c:pt>
                <c:pt idx="32">
                  <c:v>0.52275020000000005</c:v>
                </c:pt>
                <c:pt idx="33">
                  <c:v>0.52279209999999998</c:v>
                </c:pt>
                <c:pt idx="34">
                  <c:v>0.55748903999999999</c:v>
                </c:pt>
                <c:pt idx="35">
                  <c:v>0.59218298999999996</c:v>
                </c:pt>
                <c:pt idx="36">
                  <c:v>0.62687444999999997</c:v>
                </c:pt>
                <c:pt idx="37">
                  <c:v>0.66156417000000001</c:v>
                </c:pt>
                <c:pt idx="38">
                  <c:v>0.69625139000000003</c:v>
                </c:pt>
                <c:pt idx="39">
                  <c:v>0.73093693999999998</c:v>
                </c:pt>
                <c:pt idx="40">
                  <c:v>0.76561986999999998</c:v>
                </c:pt>
                <c:pt idx="41">
                  <c:v>0.80030327999999995</c:v>
                </c:pt>
                <c:pt idx="42">
                  <c:v>0.83498715999999995</c:v>
                </c:pt>
                <c:pt idx="43">
                  <c:v>0.86967057000000003</c:v>
                </c:pt>
                <c:pt idx="44">
                  <c:v>0.89021379</c:v>
                </c:pt>
                <c:pt idx="45">
                  <c:v>0.90435480999999995</c:v>
                </c:pt>
                <c:pt idx="46">
                  <c:v>0.92771888000000002</c:v>
                </c:pt>
                <c:pt idx="47">
                  <c:v>0.94345760000000001</c:v>
                </c:pt>
                <c:pt idx="48">
                  <c:v>0.95405941999999999</c:v>
                </c:pt>
                <c:pt idx="49">
                  <c:v>0.96120119000000004</c:v>
                </c:pt>
                <c:pt idx="50">
                  <c:v>0.96601205999999995</c:v>
                </c:pt>
                <c:pt idx="51">
                  <c:v>0.96925276999999999</c:v>
                </c:pt>
                <c:pt idx="52">
                  <c:v>0.97143601999999996</c:v>
                </c:pt>
                <c:pt idx="53">
                  <c:v>0.97290646999999997</c:v>
                </c:pt>
                <c:pt idx="54">
                  <c:v>0.97389661999999999</c:v>
                </c:pt>
                <c:pt idx="55">
                  <c:v>0.97456425000000002</c:v>
                </c:pt>
                <c:pt idx="56">
                  <c:v>0.97501367000000005</c:v>
                </c:pt>
                <c:pt idx="57">
                  <c:v>0.97531635000000005</c:v>
                </c:pt>
                <c:pt idx="58">
                  <c:v>0.97552055000000004</c:v>
                </c:pt>
                <c:pt idx="59">
                  <c:v>0.97565800000000003</c:v>
                </c:pt>
                <c:pt idx="60">
                  <c:v>0.97575014999999998</c:v>
                </c:pt>
                <c:pt idx="61">
                  <c:v>0.97581273000000002</c:v>
                </c:pt>
                <c:pt idx="62">
                  <c:v>0.97585458000000003</c:v>
                </c:pt>
                <c:pt idx="63">
                  <c:v>0.97588288999999995</c:v>
                </c:pt>
                <c:pt idx="64">
                  <c:v>0.97591125999999995</c:v>
                </c:pt>
                <c:pt idx="65">
                  <c:v>0.97595226999999996</c:v>
                </c:pt>
                <c:pt idx="66">
                  <c:v>0.97601146000000005</c:v>
                </c:pt>
                <c:pt idx="67">
                  <c:v>0.97609769999999996</c:v>
                </c:pt>
                <c:pt idx="68">
                  <c:v>0.97622240000000005</c:v>
                </c:pt>
                <c:pt idx="69">
                  <c:v>0.97640336000000005</c:v>
                </c:pt>
                <c:pt idx="70">
                  <c:v>0.97666591000000003</c:v>
                </c:pt>
                <c:pt idx="71">
                  <c:v>0.97704601000000002</c:v>
                </c:pt>
                <c:pt idx="72">
                  <c:v>0.97759688</c:v>
                </c:pt>
                <c:pt idx="73">
                  <c:v>0.97839551999999996</c:v>
                </c:pt>
                <c:pt idx="74">
                  <c:v>0.97955309999999995</c:v>
                </c:pt>
                <c:pt idx="75">
                  <c:v>0.98123073999999999</c:v>
                </c:pt>
                <c:pt idx="76">
                  <c:v>0.98290836999999998</c:v>
                </c:pt>
                <c:pt idx="77">
                  <c:v>0.98458599999999996</c:v>
                </c:pt>
                <c:pt idx="78">
                  <c:v>0.98626362999999995</c:v>
                </c:pt>
                <c:pt idx="79">
                  <c:v>0.98794126999999998</c:v>
                </c:pt>
                <c:pt idx="80">
                  <c:v>0.98961931000000003</c:v>
                </c:pt>
                <c:pt idx="81">
                  <c:v>0.99129646999999999</c:v>
                </c:pt>
                <c:pt idx="82">
                  <c:v>0.99297451999999997</c:v>
                </c:pt>
                <c:pt idx="83">
                  <c:v>0.99465214999999996</c:v>
                </c:pt>
                <c:pt idx="84">
                  <c:v>0.99632978000000005</c:v>
                </c:pt>
                <c:pt idx="85">
                  <c:v>0.99748736999999998</c:v>
                </c:pt>
                <c:pt idx="86">
                  <c:v>0.99828558999999994</c:v>
                </c:pt>
                <c:pt idx="87">
                  <c:v>0.99883652000000001</c:v>
                </c:pt>
                <c:pt idx="88">
                  <c:v>0.99921696999999998</c:v>
                </c:pt>
                <c:pt idx="89">
                  <c:v>0.99947912000000005</c:v>
                </c:pt>
                <c:pt idx="90">
                  <c:v>0.99966007000000001</c:v>
                </c:pt>
                <c:pt idx="91">
                  <c:v>0.99978482999999996</c:v>
                </c:pt>
                <c:pt idx="92">
                  <c:v>0.99987108000000002</c:v>
                </c:pt>
                <c:pt idx="93">
                  <c:v>0.99993067999999996</c:v>
                </c:pt>
                <c:pt idx="94">
                  <c:v>0.99997126999999997</c:v>
                </c:pt>
                <c:pt idx="95">
                  <c:v>1</c:v>
                </c:pt>
              </c:numCache>
              <c:extLst xmlns:c15="http://schemas.microsoft.com/office/drawing/2012/chart"/>
            </c:numRef>
          </c:yVal>
          <c:smooth val="1"/>
          <c:extLst xmlns:c15="http://schemas.microsoft.com/office/drawing/2012/chart">
            <c:ext xmlns:c16="http://schemas.microsoft.com/office/drawing/2014/chart" uri="{C3380CC4-5D6E-409C-BE32-E72D297353CC}">
              <c16:uniqueId val="{00000003-DF3F-4157-AB7B-9526C386B2F5}"/>
            </c:ext>
          </c:extLst>
        </c:ser>
        <c:ser>
          <c:idx val="10"/>
          <c:order val="12"/>
          <c:tx>
            <c:strRef>
              <c:f>Лист1!$A$20</c:f>
              <c:strCache>
                <c:ptCount val="1"/>
                <c:pt idx="0">
                  <c:v>эксперимет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3"/>
            <c:spPr>
              <a:solidFill>
                <a:sysClr val="windowText" lastClr="000000"/>
              </a:solidFill>
              <a:ln w="19050">
                <a:solidFill>
                  <a:schemeClr val="tx1"/>
                </a:solidFill>
              </a:ln>
              <a:effectLst/>
            </c:spPr>
          </c:marker>
          <c:xVal>
            <c:numRef>
              <c:f>Лист1!$A$21:$A$35</c:f>
              <c:numCache>
                <c:formatCode>General</c:formatCode>
                <c:ptCount val="15"/>
                <c:pt idx="0">
                  <c:v>0.87619999999999998</c:v>
                </c:pt>
                <c:pt idx="1">
                  <c:v>0.89510000000000001</c:v>
                </c:pt>
                <c:pt idx="2">
                  <c:v>0.90400000000000003</c:v>
                </c:pt>
                <c:pt idx="3">
                  <c:v>0.91490000000000005</c:v>
                </c:pt>
                <c:pt idx="4">
                  <c:v>0.9194</c:v>
                </c:pt>
                <c:pt idx="5">
                  <c:v>0.91579999999999995</c:v>
                </c:pt>
                <c:pt idx="6">
                  <c:v>0.89239999999999997</c:v>
                </c:pt>
                <c:pt idx="7">
                  <c:v>0.85819999999999996</c:v>
                </c:pt>
                <c:pt idx="8">
                  <c:v>0.82669999999999999</c:v>
                </c:pt>
                <c:pt idx="9">
                  <c:v>0.78979999999999995</c:v>
                </c:pt>
                <c:pt idx="10">
                  <c:v>0.78439999999999999</c:v>
                </c:pt>
                <c:pt idx="11">
                  <c:v>0.78080000000000005</c:v>
                </c:pt>
                <c:pt idx="12">
                  <c:v>0.77629999999999999</c:v>
                </c:pt>
                <c:pt idx="13">
                  <c:v>0.76639999999999997</c:v>
                </c:pt>
                <c:pt idx="14">
                  <c:v>0.74750000000000005</c:v>
                </c:pt>
              </c:numCache>
            </c:numRef>
          </c:xVal>
          <c:yVal>
            <c:numRef>
              <c:f>Лист1!$B$21:$B$35</c:f>
              <c:numCache>
                <c:formatCode>General</c:formatCode>
                <c:ptCount val="15"/>
                <c:pt idx="0">
                  <c:v>4.0000000000000001E-3</c:v>
                </c:pt>
                <c:pt idx="1">
                  <c:v>0.1133</c:v>
                </c:pt>
                <c:pt idx="2">
                  <c:v>0.15709999999999999</c:v>
                </c:pt>
                <c:pt idx="3">
                  <c:v>0.2286</c:v>
                </c:pt>
                <c:pt idx="4">
                  <c:v>0.31209999999999999</c:v>
                </c:pt>
                <c:pt idx="5">
                  <c:v>0.41949999999999998</c:v>
                </c:pt>
                <c:pt idx="6">
                  <c:v>0.53480000000000005</c:v>
                </c:pt>
                <c:pt idx="7">
                  <c:v>0.56659999999999999</c:v>
                </c:pt>
                <c:pt idx="8">
                  <c:v>0.71970000000000001</c:v>
                </c:pt>
                <c:pt idx="9">
                  <c:v>0.80720000000000003</c:v>
                </c:pt>
                <c:pt idx="10">
                  <c:v>0.87480000000000002</c:v>
                </c:pt>
                <c:pt idx="11">
                  <c:v>0.92049999999999998</c:v>
                </c:pt>
                <c:pt idx="12">
                  <c:v>0.95230000000000004</c:v>
                </c:pt>
                <c:pt idx="13">
                  <c:v>0.96619999999999995</c:v>
                </c:pt>
                <c:pt idx="14">
                  <c:v>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DF3F-4157-AB7B-9526C386B2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32991096"/>
        <c:axId val="478442576"/>
        <c:extLst>
          <c:ext xmlns:c15="http://schemas.microsoft.com/office/drawing/2012/chart" uri="{02D57815-91ED-43cb-92C2-25804820EDAC}">
            <c15:filteredScatterSeries>
              <c15:ser>
                <c:idx val="2"/>
                <c:order val="0"/>
                <c:tx>
                  <c:strRef>
                    <c:extLst>
                      <c:ext uri="{02D57815-91ED-43cb-92C2-25804820EDAC}">
                        <c15:formulaRef>
                          <c15:sqref>Лист1!$A$3</c15:sqref>
                        </c15:formulaRef>
                      </c:ext>
                    </c:extLst>
                    <c:strCache>
                      <c:ptCount val="1"/>
                      <c:pt idx="0">
                        <c:v>эксперимент</c:v>
                      </c:pt>
                    </c:strCache>
                  </c:strRef>
                </c:tx>
                <c:spPr>
                  <a:ln w="1905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tx1"/>
                    </a:solidFill>
                    <a:ln w="9525">
                      <a:solidFill>
                        <a:schemeClr val="tx1"/>
                      </a:solidFill>
                    </a:ln>
                    <a:effectLst/>
                  </c:spPr>
                </c:marker>
                <c:xVal>
                  <c:numRef>
                    <c:extLst>
                      <c:ext uri="{02D57815-91ED-43cb-92C2-25804820EDAC}">
                        <c15:formulaRef>
                          <c15:sqref>Лист1!$A$4:$A$17</c15:sqref>
                        </c15:formulaRef>
                      </c:ext>
                    </c:extLst>
                    <c:numCache>
                      <c:formatCode>General</c:formatCode>
                      <c:ptCount val="14"/>
                      <c:pt idx="0">
                        <c:v>33.047800000000002</c:v>
                      </c:pt>
                      <c:pt idx="1">
                        <c:v>42.549799999999998</c:v>
                      </c:pt>
                      <c:pt idx="2">
                        <c:v>54.023899999999998</c:v>
                      </c:pt>
                      <c:pt idx="3">
                        <c:v>82.3506</c:v>
                      </c:pt>
                      <c:pt idx="4">
                        <c:v>83.247</c:v>
                      </c:pt>
                      <c:pt idx="5">
                        <c:v>84.322699999999998</c:v>
                      </c:pt>
                      <c:pt idx="6">
                        <c:v>81.095600000000005</c:v>
                      </c:pt>
                      <c:pt idx="7">
                        <c:v>73.565700000000007</c:v>
                      </c:pt>
                      <c:pt idx="8">
                        <c:v>59.761000000000003</c:v>
                      </c:pt>
                      <c:pt idx="9">
                        <c:v>50.976100000000002</c:v>
                      </c:pt>
                      <c:pt idx="10">
                        <c:v>47.0319</c:v>
                      </c:pt>
                      <c:pt idx="11">
                        <c:v>37.529899999999998</c:v>
                      </c:pt>
                      <c:pt idx="12">
                        <c:v>34.1235</c:v>
                      </c:pt>
                      <c:pt idx="13">
                        <c:v>33.764899999999997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Лист1!$B$4:$B$17</c15:sqref>
                        </c15:formulaRef>
                      </c:ext>
                    </c:extLst>
                    <c:numCache>
                      <c:formatCode>General</c:formatCode>
                      <c:ptCount val="14"/>
                      <c:pt idx="0">
                        <c:v>0</c:v>
                      </c:pt>
                      <c:pt idx="1">
                        <c:v>0.30199999999999999</c:v>
                      </c:pt>
                      <c:pt idx="2">
                        <c:v>0.56399999999999995</c:v>
                      </c:pt>
                      <c:pt idx="3">
                        <c:v>0.99399999999999999</c:v>
                      </c:pt>
                      <c:pt idx="4">
                        <c:v>0.96399999999999997</c:v>
                      </c:pt>
                      <c:pt idx="5">
                        <c:v>0.92200000000000004</c:v>
                      </c:pt>
                      <c:pt idx="6">
                        <c:v>0.87</c:v>
                      </c:pt>
                      <c:pt idx="7">
                        <c:v>0.80600000000000005</c:v>
                      </c:pt>
                      <c:pt idx="8">
                        <c:v>0.72</c:v>
                      </c:pt>
                      <c:pt idx="9">
                        <c:v>0.53200000000000003</c:v>
                      </c:pt>
                      <c:pt idx="10">
                        <c:v>0.41399999999999998</c:v>
                      </c:pt>
                      <c:pt idx="11">
                        <c:v>0.224</c:v>
                      </c:pt>
                      <c:pt idx="12">
                        <c:v>0.15</c:v>
                      </c:pt>
                      <c:pt idx="13">
                        <c:v>0.108</c:v>
                      </c:pt>
                    </c:numCache>
                  </c:numRef>
                </c:yVal>
                <c:smooth val="0"/>
                <c:extLst>
                  <c:ext xmlns:c16="http://schemas.microsoft.com/office/drawing/2014/chart" uri="{C3380CC4-5D6E-409C-BE32-E72D297353CC}">
                    <c16:uniqueId val="{00000005-DF3F-4157-AB7B-9526C386B2F5}"/>
                  </c:ext>
                </c:extLst>
              </c15:ser>
            </c15:filteredScatterSeries>
            <c15:filteredScatterSeries>
              <c15:ser>
                <c:idx val="1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Лист1!$Q$3</c15:sqref>
                        </c15:formulaRef>
                      </c:ext>
                    </c:extLst>
                    <c:strCache>
                      <c:ptCount val="1"/>
                      <c:pt idx="0">
                        <c:v>грубая сетка SA</c:v>
                      </c:pt>
                    </c:strCache>
                  </c:strRef>
                </c:tx>
                <c:spPr>
                  <a:ln w="53975" cap="rnd">
                    <a:solidFill>
                      <a:srgbClr val="FF0000"/>
                    </a:solidFill>
                    <a:prstDash val="sysDot"/>
                    <a:round/>
                  </a:ln>
                  <a:effectLst/>
                </c:spPr>
                <c:marker>
                  <c:symbol val="circle"/>
                  <c:size val="5"/>
                  <c:spPr>
                    <a:noFill/>
                    <a:ln w="9525">
                      <a:noFill/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Лист1!$Q$4:$Q$101</c15:sqref>
                        </c15:formulaRef>
                      </c:ext>
                    </c:extLst>
                    <c:numCache>
                      <c:formatCode>0.000000</c:formatCode>
                      <c:ptCount val="98"/>
                      <c:pt idx="0">
                        <c:v>90.557399509999996</c:v>
                      </c:pt>
                      <c:pt idx="1">
                        <c:v>58.796778000000003</c:v>
                      </c:pt>
                      <c:pt idx="2">
                        <c:v>56.193668000000002</c:v>
                      </c:pt>
                      <c:pt idx="3">
                        <c:v>53.816372000000001</c:v>
                      </c:pt>
                      <c:pt idx="4">
                        <c:v>50.958195000000003</c:v>
                      </c:pt>
                      <c:pt idx="5">
                        <c:v>47.966887999999997</c:v>
                      </c:pt>
                      <c:pt idx="6">
                        <c:v>45.246670000000002</c:v>
                      </c:pt>
                      <c:pt idx="7">
                        <c:v>43.02599</c:v>
                      </c:pt>
                      <c:pt idx="8">
                        <c:v>41.308551999999999</c:v>
                      </c:pt>
                      <c:pt idx="9">
                        <c:v>39.962715000000003</c:v>
                      </c:pt>
                      <c:pt idx="10">
                        <c:v>38.847411999999998</c:v>
                      </c:pt>
                      <c:pt idx="11">
                        <c:v>37.877495000000003</c:v>
                      </c:pt>
                      <c:pt idx="12">
                        <c:v>37.001671000000002</c:v>
                      </c:pt>
                      <c:pt idx="13">
                        <c:v>36.195877000000003</c:v>
                      </c:pt>
                      <c:pt idx="14">
                        <c:v>35.489654999999999</c:v>
                      </c:pt>
                      <c:pt idx="15">
                        <c:v>35.349452999999997</c:v>
                      </c:pt>
                      <c:pt idx="16">
                        <c:v>34.986877</c:v>
                      </c:pt>
                      <c:pt idx="17">
                        <c:v>34.834857999999997</c:v>
                      </c:pt>
                      <c:pt idx="18">
                        <c:v>35.172336999999999</c:v>
                      </c:pt>
                      <c:pt idx="19">
                        <c:v>36.055405</c:v>
                      </c:pt>
                      <c:pt idx="20">
                        <c:v>37.438133000000001</c:v>
                      </c:pt>
                      <c:pt idx="21">
                        <c:v>39.241343999999998</c:v>
                      </c:pt>
                      <c:pt idx="22">
                        <c:v>41.321609000000002</c:v>
                      </c:pt>
                      <c:pt idx="23">
                        <c:v>43.416030999999997</c:v>
                      </c:pt>
                      <c:pt idx="24">
                        <c:v>45.206524000000002</c:v>
                      </c:pt>
                      <c:pt idx="25">
                        <c:v>46.449492999999997</c:v>
                      </c:pt>
                      <c:pt idx="26">
                        <c:v>47.100101000000002</c:v>
                      </c:pt>
                      <c:pt idx="27">
                        <c:v>47.357726999999997</c:v>
                      </c:pt>
                      <c:pt idx="28">
                        <c:v>47.596564999999998</c:v>
                      </c:pt>
                      <c:pt idx="29">
                        <c:v>48.199337</c:v>
                      </c:pt>
                      <c:pt idx="30">
                        <c:v>49.350211999999999</c:v>
                      </c:pt>
                      <c:pt idx="31">
                        <c:v>50.872718999999996</c:v>
                      </c:pt>
                      <c:pt idx="32">
                        <c:v>52.243408000000002</c:v>
                      </c:pt>
                      <c:pt idx="33">
                        <c:v>52.867859000000003</c:v>
                      </c:pt>
                      <c:pt idx="34">
                        <c:v>52.492336000000002</c:v>
                      </c:pt>
                      <c:pt idx="35">
                        <c:v>51.528191</c:v>
                      </c:pt>
                      <c:pt idx="36">
                        <c:v>51.459251000000002</c:v>
                      </c:pt>
                      <c:pt idx="37">
                        <c:v>51.315769000000003</c:v>
                      </c:pt>
                      <c:pt idx="38">
                        <c:v>54.618808999999999</c:v>
                      </c:pt>
                      <c:pt idx="39">
                        <c:v>65.664410000000004</c:v>
                      </c:pt>
                      <c:pt idx="40">
                        <c:v>85.469607800000006</c:v>
                      </c:pt>
                      <c:pt idx="41">
                        <c:v>101.03246300000001</c:v>
                      </c:pt>
                      <c:pt idx="42">
                        <c:v>106.242619</c:v>
                      </c:pt>
                      <c:pt idx="43">
                        <c:v>105.97099799999999</c:v>
                      </c:pt>
                      <c:pt idx="44">
                        <c:v>103.830713</c:v>
                      </c:pt>
                      <c:pt idx="45">
                        <c:v>101.667849</c:v>
                      </c:pt>
                      <c:pt idx="46">
                        <c:v>100.037378</c:v>
                      </c:pt>
                      <c:pt idx="47">
                        <c:v>98.916327499999994</c:v>
                      </c:pt>
                      <c:pt idx="48">
                        <c:v>98.162357299999996</c:v>
                      </c:pt>
                      <c:pt idx="49">
                        <c:v>97.656590499999993</c:v>
                      </c:pt>
                      <c:pt idx="50">
                        <c:v>97.318016499999999</c:v>
                      </c:pt>
                      <c:pt idx="51">
                        <c:v>97.092532199999994</c:v>
                      </c:pt>
                      <c:pt idx="52">
                        <c:v>96.942781400000001</c:v>
                      </c:pt>
                      <c:pt idx="53">
                        <c:v>96.844212999999996</c:v>
                      </c:pt>
                      <c:pt idx="54">
                        <c:v>96.778823900000006</c:v>
                      </c:pt>
                      <c:pt idx="55">
                        <c:v>96.7358732</c:v>
                      </c:pt>
                      <c:pt idx="56">
                        <c:v>96.707744599999998</c:v>
                      </c:pt>
                      <c:pt idx="57">
                        <c:v>96.689374400000005</c:v>
                      </c:pt>
                      <c:pt idx="58">
                        <c:v>96.675873800000005</c:v>
                      </c:pt>
                      <c:pt idx="59">
                        <c:v>96.659922100000003</c:v>
                      </c:pt>
                      <c:pt idx="60">
                        <c:v>96.626520200000002</c:v>
                      </c:pt>
                      <c:pt idx="61">
                        <c:v>96.546572699999999</c:v>
                      </c:pt>
                      <c:pt idx="62">
                        <c:v>96.352531400000004</c:v>
                      </c:pt>
                      <c:pt idx="63">
                        <c:v>95.877448099999995</c:v>
                      </c:pt>
                      <c:pt idx="64">
                        <c:v>94.856257900000003</c:v>
                      </c:pt>
                      <c:pt idx="65">
                        <c:v>93.2489688</c:v>
                      </c:pt>
                      <c:pt idx="66">
                        <c:v>91.405049300000002</c:v>
                      </c:pt>
                      <c:pt idx="67">
                        <c:v>89.728801099999998</c:v>
                      </c:pt>
                      <c:pt idx="68">
                        <c:v>88.443365900000003</c:v>
                      </c:pt>
                      <c:pt idx="69">
                        <c:v>87.594810499999994</c:v>
                      </c:pt>
                      <c:pt idx="70">
                        <c:v>87.073124399999998</c:v>
                      </c:pt>
                      <c:pt idx="71">
                        <c:v>86.713991199999995</c:v>
                      </c:pt>
                      <c:pt idx="72">
                        <c:v>86.421908400000007</c:v>
                      </c:pt>
                      <c:pt idx="73">
                        <c:v>86.154376299999996</c:v>
                      </c:pt>
                      <c:pt idx="74">
                        <c:v>91.467775599999996</c:v>
                      </c:pt>
                      <c:pt idx="75">
                        <c:v>90</c:v>
                      </c:pt>
                      <c:pt idx="76">
                        <c:v>90</c:v>
                      </c:pt>
                      <c:pt idx="77">
                        <c:v>90</c:v>
                      </c:pt>
                      <c:pt idx="78">
                        <c:v>90</c:v>
                      </c:pt>
                      <c:pt idx="79">
                        <c:v>90</c:v>
                      </c:pt>
                      <c:pt idx="80">
                        <c:v>90</c:v>
                      </c:pt>
                      <c:pt idx="81">
                        <c:v>90</c:v>
                      </c:pt>
                      <c:pt idx="82">
                        <c:v>90</c:v>
                      </c:pt>
                      <c:pt idx="83">
                        <c:v>90</c:v>
                      </c:pt>
                      <c:pt idx="84">
                        <c:v>90</c:v>
                      </c:pt>
                      <c:pt idx="85">
                        <c:v>90</c:v>
                      </c:pt>
                      <c:pt idx="86">
                        <c:v>90</c:v>
                      </c:pt>
                      <c:pt idx="87">
                        <c:v>90</c:v>
                      </c:pt>
                      <c:pt idx="88">
                        <c:v>90</c:v>
                      </c:pt>
                      <c:pt idx="89">
                        <c:v>90</c:v>
                      </c:pt>
                      <c:pt idx="90">
                        <c:v>90</c:v>
                      </c:pt>
                      <c:pt idx="91">
                        <c:v>90</c:v>
                      </c:pt>
                      <c:pt idx="92">
                        <c:v>90</c:v>
                      </c:pt>
                      <c:pt idx="93">
                        <c:v>90</c:v>
                      </c:pt>
                      <c:pt idx="94">
                        <c:v>90</c:v>
                      </c:pt>
                      <c:pt idx="95">
                        <c:v>90</c:v>
                      </c:pt>
                      <c:pt idx="96">
                        <c:v>90</c:v>
                      </c:pt>
                      <c:pt idx="97">
                        <c:v>90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Лист1!$E$3:$E$85</c15:sqref>
                        </c15:formulaRef>
                      </c:ext>
                    </c:extLst>
                    <c:numCache>
                      <c:formatCode>0.000000</c:formatCode>
                      <c:ptCount val="83"/>
                      <c:pt idx="0">
                        <c:v>0</c:v>
                      </c:pt>
                      <c:pt idx="1">
                        <c:v>2.7904016E-5</c:v>
                      </c:pt>
                      <c:pt idx="2">
                        <c:v>7.1451191999999996E-5</c:v>
                      </c:pt>
                      <c:pt idx="3">
                        <c:v>1.3740614E-4</c:v>
                      </c:pt>
                      <c:pt idx="4">
                        <c:v>2.3802970999999999E-4</c:v>
                      </c:pt>
                      <c:pt idx="5">
                        <c:v>3.9234737000000002E-4</c:v>
                      </c:pt>
                      <c:pt idx="6">
                        <c:v>6.2741757999999997E-4</c:v>
                      </c:pt>
                      <c:pt idx="7">
                        <c:v>9.8636466999999992E-4</c:v>
                      </c:pt>
                      <c:pt idx="8">
                        <c:v>1.5351436000000001E-3</c:v>
                      </c:pt>
                      <c:pt idx="9">
                        <c:v>2.3726870000000001E-3</c:v>
                      </c:pt>
                      <c:pt idx="10">
                        <c:v>3.6520436E-3</c:v>
                      </c:pt>
                      <c:pt idx="11">
                        <c:v>5.6057475000000001E-3</c:v>
                      </c:pt>
                      <c:pt idx="12">
                        <c:v>8.5897865E-3</c:v>
                      </c:pt>
                      <c:pt idx="13">
                        <c:v>1.3146596E-2</c:v>
                      </c:pt>
                      <c:pt idx="14">
                        <c:v>2.0106110999999999E-2</c:v>
                      </c:pt>
                      <c:pt idx="15">
                        <c:v>2.3063937E-2</c:v>
                      </c:pt>
                      <c:pt idx="16">
                        <c:v>3.0734582E-2</c:v>
                      </c:pt>
                      <c:pt idx="17">
                        <c:v>4.6965841000000001E-2</c:v>
                      </c:pt>
                      <c:pt idx="18">
                        <c:v>7.1754329000000006E-2</c:v>
                      </c:pt>
                      <c:pt idx="19">
                        <c:v>0.10961036</c:v>
                      </c:pt>
                      <c:pt idx="20">
                        <c:v>0.14746384000000001</c:v>
                      </c:pt>
                      <c:pt idx="21">
                        <c:v>0.18531606</c:v>
                      </c:pt>
                      <c:pt idx="22">
                        <c:v>0.22316701999999999</c:v>
                      </c:pt>
                      <c:pt idx="23">
                        <c:v>0.26101627999999999</c:v>
                      </c:pt>
                      <c:pt idx="24">
                        <c:v>0.29886468999999999</c:v>
                      </c:pt>
                      <c:pt idx="25">
                        <c:v>0.33671268999999998</c:v>
                      </c:pt>
                      <c:pt idx="26">
                        <c:v>0.37455981999999999</c:v>
                      </c:pt>
                      <c:pt idx="27">
                        <c:v>0.41240611999999999</c:v>
                      </c:pt>
                      <c:pt idx="28">
                        <c:v>0.45025073999999998</c:v>
                      </c:pt>
                      <c:pt idx="29">
                        <c:v>0.48809322999999999</c:v>
                      </c:pt>
                      <c:pt idx="30">
                        <c:v>0.52593148000000001</c:v>
                      </c:pt>
                      <c:pt idx="31">
                        <c:v>0.56376725000000005</c:v>
                      </c:pt>
                      <c:pt idx="32">
                        <c:v>0.60159956999999997</c:v>
                      </c:pt>
                      <c:pt idx="33">
                        <c:v>0.63942980999999999</c:v>
                      </c:pt>
                      <c:pt idx="34">
                        <c:v>0.67725705999999997</c:v>
                      </c:pt>
                      <c:pt idx="35">
                        <c:v>0.71508139000000004</c:v>
                      </c:pt>
                      <c:pt idx="36">
                        <c:v>0.72698837999999999</c:v>
                      </c:pt>
                      <c:pt idx="37">
                        <c:v>0.75290358000000002</c:v>
                      </c:pt>
                      <c:pt idx="38">
                        <c:v>0.79072540999999996</c:v>
                      </c:pt>
                      <c:pt idx="39">
                        <c:v>0.82854718000000005</c:v>
                      </c:pt>
                      <c:pt idx="40">
                        <c:v>0.86636895000000003</c:v>
                      </c:pt>
                      <c:pt idx="41">
                        <c:v>0.90419114</c:v>
                      </c:pt>
                      <c:pt idx="42">
                        <c:v>0.92895764000000003</c:v>
                      </c:pt>
                      <c:pt idx="43">
                        <c:v>0.94517452000000002</c:v>
                      </c:pt>
                      <c:pt idx="44">
                        <c:v>0.95579367999999998</c:v>
                      </c:pt>
                      <c:pt idx="45">
                        <c:v>0.96274727999999998</c:v>
                      </c:pt>
                      <c:pt idx="46">
                        <c:v>0.9673003</c:v>
                      </c:pt>
                      <c:pt idx="47">
                        <c:v>0.97028177999999998</c:v>
                      </c:pt>
                      <c:pt idx="48">
                        <c:v>0.97223382999999997</c:v>
                      </c:pt>
                      <c:pt idx="49">
                        <c:v>0.97351235000000003</c:v>
                      </c:pt>
                      <c:pt idx="50">
                        <c:v>0.97434944000000001</c:v>
                      </c:pt>
                      <c:pt idx="51">
                        <c:v>0.97489738000000004</c:v>
                      </c:pt>
                      <c:pt idx="52">
                        <c:v>0.97525631999999995</c:v>
                      </c:pt>
                      <c:pt idx="53">
                        <c:v>0.97549140000000001</c:v>
                      </c:pt>
                      <c:pt idx="54">
                        <c:v>0.97564530000000005</c:v>
                      </c:pt>
                      <c:pt idx="55">
                        <c:v>0.97574592000000004</c:v>
                      </c:pt>
                      <c:pt idx="56">
                        <c:v>0.97581189999999995</c:v>
                      </c:pt>
                      <c:pt idx="57">
                        <c:v>0.97585540999999998</c:v>
                      </c:pt>
                      <c:pt idx="58">
                        <c:v>0.97588330999999995</c:v>
                      </c:pt>
                      <c:pt idx="59">
                        <c:v>0.97591167999999995</c:v>
                      </c:pt>
                      <c:pt idx="60">
                        <c:v>0.97597718</c:v>
                      </c:pt>
                      <c:pt idx="61">
                        <c:v>0.97612893999999994</c:v>
                      </c:pt>
                      <c:pt idx="62">
                        <c:v>0.97648113999999997</c:v>
                      </c:pt>
                      <c:pt idx="63">
                        <c:v>0.97729628999999996</c:v>
                      </c:pt>
                      <c:pt idx="64">
                        <c:v>0.97918612000000005</c:v>
                      </c:pt>
                      <c:pt idx="65">
                        <c:v>0.98356365999999995</c:v>
                      </c:pt>
                      <c:pt idx="66">
                        <c:v>0.98794168000000004</c:v>
                      </c:pt>
                      <c:pt idx="67">
                        <c:v>0.99231963999999995</c:v>
                      </c:pt>
                      <c:pt idx="68">
                        <c:v>0.99669759999999996</c:v>
                      </c:pt>
                      <c:pt idx="69">
                        <c:v>0.99858749000000002</c:v>
                      </c:pt>
                      <c:pt idx="70">
                        <c:v>0.99940258000000004</c:v>
                      </c:pt>
                      <c:pt idx="71">
                        <c:v>0.99975437</c:v>
                      </c:pt>
                      <c:pt idx="72">
                        <c:v>0.99990612000000001</c:v>
                      </c:pt>
                      <c:pt idx="73">
                        <c:v>0.99997210999999997</c:v>
                      </c:pt>
                      <c:pt idx="74">
                        <c:v>1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6-DF3F-4157-AB7B-9526C386B2F5}"/>
                  </c:ext>
                </c:extLst>
              </c15:ser>
            </c15:filteredScatterSeries>
            <c15:filteredScatterSeries>
              <c15:ser>
                <c:idx val="4"/>
                <c:order val="4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Лист1!$AK$3</c15:sqref>
                        </c15:formulaRef>
                      </c:ext>
                    </c:extLst>
                    <c:strCache>
                      <c:ptCount val="1"/>
                      <c:pt idx="0">
                        <c:v>грубая сетка SST</c:v>
                      </c:pt>
                    </c:strCache>
                  </c:strRef>
                </c:tx>
                <c:spPr>
                  <a:ln w="53975" cap="rnd">
                    <a:solidFill>
                      <a:schemeClr val="accent6">
                        <a:lumMod val="75000"/>
                      </a:schemeClr>
                    </a:solidFill>
                    <a:prstDash val="sysDot"/>
                    <a:round/>
                  </a:ln>
                  <a:effectLst/>
                </c:spPr>
                <c:marker>
                  <c:symbol val="none"/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Лист1!$AK$4:$AK$101</c15:sqref>
                        </c15:formulaRef>
                      </c:ext>
                    </c:extLst>
                    <c:numCache>
                      <c:formatCode>0.000000</c:formatCode>
                      <c:ptCount val="98"/>
                      <c:pt idx="0">
                        <c:v>90.54174501</c:v>
                      </c:pt>
                      <c:pt idx="1">
                        <c:v>58.623407</c:v>
                      </c:pt>
                      <c:pt idx="2">
                        <c:v>56.536735999999998</c:v>
                      </c:pt>
                      <c:pt idx="3">
                        <c:v>54.506062</c:v>
                      </c:pt>
                      <c:pt idx="4">
                        <c:v>51.870327000000003</c:v>
                      </c:pt>
                      <c:pt idx="5">
                        <c:v>48.838462999999997</c:v>
                      </c:pt>
                      <c:pt idx="6">
                        <c:v>45.768841000000002</c:v>
                      </c:pt>
                      <c:pt idx="7">
                        <c:v>43.049385000000001</c:v>
                      </c:pt>
                      <c:pt idx="8">
                        <c:v>40.880172999999999</c:v>
                      </c:pt>
                      <c:pt idx="9">
                        <c:v>39.243523000000003</c:v>
                      </c:pt>
                      <c:pt idx="10">
                        <c:v>38.030247000000003</c:v>
                      </c:pt>
                      <c:pt idx="11">
                        <c:v>37.133564</c:v>
                      </c:pt>
                      <c:pt idx="12">
                        <c:v>36.462803000000001</c:v>
                      </c:pt>
                      <c:pt idx="13">
                        <c:v>35.957538999999997</c:v>
                      </c:pt>
                      <c:pt idx="14">
                        <c:v>35.607776999999999</c:v>
                      </c:pt>
                      <c:pt idx="15">
                        <c:v>35.565865000000002</c:v>
                      </c:pt>
                      <c:pt idx="16">
                        <c:v>35.457886000000002</c:v>
                      </c:pt>
                      <c:pt idx="17">
                        <c:v>35.574027999999998</c:v>
                      </c:pt>
                      <c:pt idx="18">
                        <c:v>36.011077999999998</c:v>
                      </c:pt>
                      <c:pt idx="19">
                        <c:v>36.764977000000002</c:v>
                      </c:pt>
                      <c:pt idx="20">
                        <c:v>37.786704999999998</c:v>
                      </c:pt>
                      <c:pt idx="21">
                        <c:v>39.077164000000003</c:v>
                      </c:pt>
                      <c:pt idx="22">
                        <c:v>40.645690999999999</c:v>
                      </c:pt>
                      <c:pt idx="23">
                        <c:v>42.398476000000002</c:v>
                      </c:pt>
                      <c:pt idx="24">
                        <c:v>44.123702999999999</c:v>
                      </c:pt>
                      <c:pt idx="25">
                        <c:v>45.570853999999997</c:v>
                      </c:pt>
                      <c:pt idx="26">
                        <c:v>46.585293</c:v>
                      </c:pt>
                      <c:pt idx="27">
                        <c:v>47.209217000000002</c:v>
                      </c:pt>
                      <c:pt idx="28">
                        <c:v>47.674576000000002</c:v>
                      </c:pt>
                      <c:pt idx="29">
                        <c:v>48.277523000000002</c:v>
                      </c:pt>
                      <c:pt idx="30">
                        <c:v>49.186508000000003</c:v>
                      </c:pt>
                      <c:pt idx="31">
                        <c:v>50.287689</c:v>
                      </c:pt>
                      <c:pt idx="32">
                        <c:v>51.206668999999998</c:v>
                      </c:pt>
                      <c:pt idx="33">
                        <c:v>51.558822999999997</c:v>
                      </c:pt>
                      <c:pt idx="34">
                        <c:v>51.277011999999999</c:v>
                      </c:pt>
                      <c:pt idx="35">
                        <c:v>50.869762000000001</c:v>
                      </c:pt>
                      <c:pt idx="36">
                        <c:v>51.150215000000003</c:v>
                      </c:pt>
                      <c:pt idx="37">
                        <c:v>51.765579000000002</c:v>
                      </c:pt>
                      <c:pt idx="38">
                        <c:v>57.046264999999998</c:v>
                      </c:pt>
                      <c:pt idx="39">
                        <c:v>71.312827999999996</c:v>
                      </c:pt>
                      <c:pt idx="40">
                        <c:v>92.737714800000006</c:v>
                      </c:pt>
                      <c:pt idx="41">
                        <c:v>104.838336</c:v>
                      </c:pt>
                      <c:pt idx="42">
                        <c:v>107.224211</c:v>
                      </c:pt>
                      <c:pt idx="43">
                        <c:v>104.847283</c:v>
                      </c:pt>
                      <c:pt idx="44">
                        <c:v>101.19940199999999</c:v>
                      </c:pt>
                      <c:pt idx="45">
                        <c:v>98.103756000000004</c:v>
                      </c:pt>
                      <c:pt idx="46">
                        <c:v>95.985558499999996</c:v>
                      </c:pt>
                      <c:pt idx="47">
                        <c:v>94.631879800000007</c:v>
                      </c:pt>
                      <c:pt idx="48">
                        <c:v>93.760294400000006</c:v>
                      </c:pt>
                      <c:pt idx="49">
                        <c:v>93.183827199999996</c:v>
                      </c:pt>
                      <c:pt idx="50">
                        <c:v>92.797517799999994</c:v>
                      </c:pt>
                      <c:pt idx="51">
                        <c:v>92.539176699999999</c:v>
                      </c:pt>
                      <c:pt idx="52">
                        <c:v>92.367106899999996</c:v>
                      </c:pt>
                      <c:pt idx="53">
                        <c:v>92.253264000000001</c:v>
                      </c:pt>
                      <c:pt idx="54">
                        <c:v>92.177976799999996</c:v>
                      </c:pt>
                      <c:pt idx="55">
                        <c:v>92.1277027</c:v>
                      </c:pt>
                      <c:pt idx="56">
                        <c:v>92.094094799999993</c:v>
                      </c:pt>
                      <c:pt idx="57">
                        <c:v>92.069618500000004</c:v>
                      </c:pt>
                      <c:pt idx="58">
                        <c:v>92.046420799999993</c:v>
                      </c:pt>
                      <c:pt idx="59">
                        <c:v>92.0102701</c:v>
                      </c:pt>
                      <c:pt idx="60">
                        <c:v>91.934854299999998</c:v>
                      </c:pt>
                      <c:pt idx="61">
                        <c:v>91.772221999999999</c:v>
                      </c:pt>
                      <c:pt idx="62">
                        <c:v>91.437197400000002</c:v>
                      </c:pt>
                      <c:pt idx="63">
                        <c:v>90.772066589999994</c:v>
                      </c:pt>
                      <c:pt idx="64">
                        <c:v>89.605663539999995</c:v>
                      </c:pt>
                      <c:pt idx="65">
                        <c:v>87.971894300000002</c:v>
                      </c:pt>
                      <c:pt idx="66">
                        <c:v>86.183689099999995</c:v>
                      </c:pt>
                      <c:pt idx="67">
                        <c:v>84.572173599999999</c:v>
                      </c:pt>
                      <c:pt idx="68">
                        <c:v>83.275052099999996</c:v>
                      </c:pt>
                      <c:pt idx="69">
                        <c:v>82.288170800000003</c:v>
                      </c:pt>
                      <c:pt idx="70">
                        <c:v>81.550661099999999</c:v>
                      </c:pt>
                      <c:pt idx="71">
                        <c:v>80.995331800000002</c:v>
                      </c:pt>
                      <c:pt idx="72">
                        <c:v>80.568206799999999</c:v>
                      </c:pt>
                      <c:pt idx="73">
                        <c:v>80.175196599999992</c:v>
                      </c:pt>
                      <c:pt idx="74">
                        <c:v>91.208253600000006</c:v>
                      </c:pt>
                      <c:pt idx="75">
                        <c:v>90</c:v>
                      </c:pt>
                      <c:pt idx="76">
                        <c:v>90</c:v>
                      </c:pt>
                      <c:pt idx="77">
                        <c:v>90</c:v>
                      </c:pt>
                      <c:pt idx="78">
                        <c:v>90</c:v>
                      </c:pt>
                      <c:pt idx="79">
                        <c:v>90</c:v>
                      </c:pt>
                      <c:pt idx="80">
                        <c:v>90</c:v>
                      </c:pt>
                      <c:pt idx="81">
                        <c:v>90</c:v>
                      </c:pt>
                      <c:pt idx="82">
                        <c:v>90</c:v>
                      </c:pt>
                      <c:pt idx="83">
                        <c:v>90</c:v>
                      </c:pt>
                      <c:pt idx="84">
                        <c:v>90</c:v>
                      </c:pt>
                      <c:pt idx="85">
                        <c:v>90</c:v>
                      </c:pt>
                      <c:pt idx="86">
                        <c:v>90</c:v>
                      </c:pt>
                      <c:pt idx="87">
                        <c:v>90</c:v>
                      </c:pt>
                      <c:pt idx="88">
                        <c:v>90</c:v>
                      </c:pt>
                      <c:pt idx="89">
                        <c:v>90</c:v>
                      </c:pt>
                      <c:pt idx="90">
                        <c:v>90</c:v>
                      </c:pt>
                      <c:pt idx="91">
                        <c:v>90</c:v>
                      </c:pt>
                      <c:pt idx="92">
                        <c:v>90</c:v>
                      </c:pt>
                      <c:pt idx="93">
                        <c:v>90</c:v>
                      </c:pt>
                      <c:pt idx="94">
                        <c:v>90</c:v>
                      </c:pt>
                      <c:pt idx="95">
                        <c:v>90</c:v>
                      </c:pt>
                      <c:pt idx="96">
                        <c:v>90</c:v>
                      </c:pt>
                      <c:pt idx="97">
                        <c:v>90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Лист1!$Z$3:$Z$77</c15:sqref>
                        </c15:formulaRef>
                      </c:ext>
                    </c:extLst>
                    <c:numCache>
                      <c:formatCode>0.000000</c:formatCode>
                      <c:ptCount val="75"/>
                      <c:pt idx="0">
                        <c:v>0</c:v>
                      </c:pt>
                      <c:pt idx="1">
                        <c:v>2.7904016E-5</c:v>
                      </c:pt>
                      <c:pt idx="2">
                        <c:v>7.1451191999999996E-5</c:v>
                      </c:pt>
                      <c:pt idx="3">
                        <c:v>1.3740614E-4</c:v>
                      </c:pt>
                      <c:pt idx="4">
                        <c:v>2.3802970999999999E-4</c:v>
                      </c:pt>
                      <c:pt idx="5">
                        <c:v>3.9234737000000002E-4</c:v>
                      </c:pt>
                      <c:pt idx="6">
                        <c:v>6.2741757999999997E-4</c:v>
                      </c:pt>
                      <c:pt idx="7">
                        <c:v>9.8636466999999992E-4</c:v>
                      </c:pt>
                      <c:pt idx="8">
                        <c:v>1.5351436000000001E-3</c:v>
                      </c:pt>
                      <c:pt idx="9">
                        <c:v>2.3726870000000001E-3</c:v>
                      </c:pt>
                      <c:pt idx="10">
                        <c:v>3.6520436E-3</c:v>
                      </c:pt>
                      <c:pt idx="11">
                        <c:v>5.6057475000000001E-3</c:v>
                      </c:pt>
                      <c:pt idx="12">
                        <c:v>8.5897865E-3</c:v>
                      </c:pt>
                      <c:pt idx="13">
                        <c:v>1.3146596E-2</c:v>
                      </c:pt>
                      <c:pt idx="14">
                        <c:v>2.0106110999999999E-2</c:v>
                      </c:pt>
                      <c:pt idx="15">
                        <c:v>2.3063937E-2</c:v>
                      </c:pt>
                      <c:pt idx="16">
                        <c:v>3.0734582E-2</c:v>
                      </c:pt>
                      <c:pt idx="17">
                        <c:v>4.6965841000000001E-2</c:v>
                      </c:pt>
                      <c:pt idx="18">
                        <c:v>7.1754329000000006E-2</c:v>
                      </c:pt>
                      <c:pt idx="19">
                        <c:v>0.10961036</c:v>
                      </c:pt>
                      <c:pt idx="20">
                        <c:v>0.14746384000000001</c:v>
                      </c:pt>
                      <c:pt idx="21">
                        <c:v>0.18531606</c:v>
                      </c:pt>
                      <c:pt idx="22">
                        <c:v>0.22316701999999999</c:v>
                      </c:pt>
                      <c:pt idx="23">
                        <c:v>0.26101627999999999</c:v>
                      </c:pt>
                      <c:pt idx="24">
                        <c:v>0.29886468999999999</c:v>
                      </c:pt>
                      <c:pt idx="25">
                        <c:v>0.33671268999999998</c:v>
                      </c:pt>
                      <c:pt idx="26">
                        <c:v>0.37455981999999999</c:v>
                      </c:pt>
                      <c:pt idx="27">
                        <c:v>0.41240611999999999</c:v>
                      </c:pt>
                      <c:pt idx="28">
                        <c:v>0.45025073999999998</c:v>
                      </c:pt>
                      <c:pt idx="29">
                        <c:v>0.48809322999999999</c:v>
                      </c:pt>
                      <c:pt idx="30">
                        <c:v>0.52593148000000001</c:v>
                      </c:pt>
                      <c:pt idx="31">
                        <c:v>0.56376725000000005</c:v>
                      </c:pt>
                      <c:pt idx="32">
                        <c:v>0.60159956999999997</c:v>
                      </c:pt>
                      <c:pt idx="33">
                        <c:v>0.63942980999999999</c:v>
                      </c:pt>
                      <c:pt idx="34">
                        <c:v>0.67725705999999997</c:v>
                      </c:pt>
                      <c:pt idx="35">
                        <c:v>0.71508139000000004</c:v>
                      </c:pt>
                      <c:pt idx="36">
                        <c:v>0.72698837999999999</c:v>
                      </c:pt>
                      <c:pt idx="37">
                        <c:v>0.75290358000000002</c:v>
                      </c:pt>
                      <c:pt idx="38">
                        <c:v>0.79072540999999996</c:v>
                      </c:pt>
                      <c:pt idx="39">
                        <c:v>0.82854718000000005</c:v>
                      </c:pt>
                      <c:pt idx="40">
                        <c:v>0.86636895000000003</c:v>
                      </c:pt>
                      <c:pt idx="41">
                        <c:v>0.90419114</c:v>
                      </c:pt>
                      <c:pt idx="42">
                        <c:v>0.92895764000000003</c:v>
                      </c:pt>
                      <c:pt idx="43">
                        <c:v>0.94517452000000002</c:v>
                      </c:pt>
                      <c:pt idx="44">
                        <c:v>0.95579367999999998</c:v>
                      </c:pt>
                      <c:pt idx="45">
                        <c:v>0.96274727999999998</c:v>
                      </c:pt>
                      <c:pt idx="46">
                        <c:v>0.9673003</c:v>
                      </c:pt>
                      <c:pt idx="47">
                        <c:v>0.97028177999999998</c:v>
                      </c:pt>
                      <c:pt idx="48">
                        <c:v>0.97223382999999997</c:v>
                      </c:pt>
                      <c:pt idx="49">
                        <c:v>0.97351235000000003</c:v>
                      </c:pt>
                      <c:pt idx="50">
                        <c:v>0.97434944000000001</c:v>
                      </c:pt>
                      <c:pt idx="51">
                        <c:v>0.97489738000000004</c:v>
                      </c:pt>
                      <c:pt idx="52">
                        <c:v>0.97525631999999995</c:v>
                      </c:pt>
                      <c:pt idx="53">
                        <c:v>0.97549140000000001</c:v>
                      </c:pt>
                      <c:pt idx="54">
                        <c:v>0.97564530000000005</c:v>
                      </c:pt>
                      <c:pt idx="55">
                        <c:v>0.97574592000000004</c:v>
                      </c:pt>
                      <c:pt idx="56">
                        <c:v>0.97581189999999995</c:v>
                      </c:pt>
                      <c:pt idx="57">
                        <c:v>0.97585540999999998</c:v>
                      </c:pt>
                      <c:pt idx="58">
                        <c:v>0.97588330999999995</c:v>
                      </c:pt>
                      <c:pt idx="59">
                        <c:v>0.97591167999999995</c:v>
                      </c:pt>
                      <c:pt idx="60">
                        <c:v>0.97597718</c:v>
                      </c:pt>
                      <c:pt idx="61">
                        <c:v>0.97612893999999994</c:v>
                      </c:pt>
                      <c:pt idx="62">
                        <c:v>0.97648113999999997</c:v>
                      </c:pt>
                      <c:pt idx="63">
                        <c:v>0.97729628999999996</c:v>
                      </c:pt>
                      <c:pt idx="64">
                        <c:v>0.97918612000000005</c:v>
                      </c:pt>
                      <c:pt idx="65">
                        <c:v>0.98356365999999995</c:v>
                      </c:pt>
                      <c:pt idx="66">
                        <c:v>0.98794168000000004</c:v>
                      </c:pt>
                      <c:pt idx="67">
                        <c:v>0.99231963999999995</c:v>
                      </c:pt>
                      <c:pt idx="68">
                        <c:v>0.99669759999999996</c:v>
                      </c:pt>
                      <c:pt idx="69">
                        <c:v>0.99858749000000002</c:v>
                      </c:pt>
                      <c:pt idx="70">
                        <c:v>0.99940258000000004</c:v>
                      </c:pt>
                      <c:pt idx="71">
                        <c:v>0.99975437</c:v>
                      </c:pt>
                      <c:pt idx="72">
                        <c:v>0.99990612000000001</c:v>
                      </c:pt>
                      <c:pt idx="73">
                        <c:v>0.99997210999999997</c:v>
                      </c:pt>
                      <c:pt idx="74">
                        <c:v>1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DF3F-4157-AB7B-9526C386B2F5}"/>
                  </c:ext>
                </c:extLst>
              </c15:ser>
            </c15:filteredScatterSeries>
            <c15:filteredScatterSeries>
              <c15:ser>
                <c:idx val="6"/>
                <c:order val="6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Лист1!$BD$3</c15:sqref>
                        </c15:formulaRef>
                      </c:ext>
                    </c:extLst>
                    <c:strCache>
                      <c:ptCount val="1"/>
                      <c:pt idx="0">
                        <c:v>грубая сетка KE</c:v>
                      </c:pt>
                    </c:strCache>
                  </c:strRef>
                </c:tx>
                <c:spPr>
                  <a:ln w="57150" cap="rnd">
                    <a:solidFill>
                      <a:srgbClr val="EC7728"/>
                    </a:solidFill>
                    <a:prstDash val="sysDot"/>
                    <a:round/>
                  </a:ln>
                  <a:effectLst/>
                </c:spPr>
                <c:marker>
                  <c:symbol val="circle"/>
                  <c:size val="5"/>
                  <c:spPr>
                    <a:noFill/>
                    <a:ln w="9525">
                      <a:noFill/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Лист1!$BD$4:$BD$101</c15:sqref>
                        </c15:formulaRef>
                      </c:ext>
                    </c:extLst>
                    <c:numCache>
                      <c:formatCode>0.000000</c:formatCode>
                      <c:ptCount val="98"/>
                      <c:pt idx="0">
                        <c:v>90.554240879999995</c:v>
                      </c:pt>
                      <c:pt idx="1">
                        <c:v>58.542924999999997</c:v>
                      </c:pt>
                      <c:pt idx="2">
                        <c:v>56.172825000000003</c:v>
                      </c:pt>
                      <c:pt idx="3">
                        <c:v>54.041775000000001</c:v>
                      </c:pt>
                      <c:pt idx="4">
                        <c:v>51.480339000000001</c:v>
                      </c:pt>
                      <c:pt idx="5">
                        <c:v>48.788048000000003</c:v>
                      </c:pt>
                      <c:pt idx="6">
                        <c:v>46.306849999999997</c:v>
                      </c:pt>
                      <c:pt idx="7">
                        <c:v>44.226517000000001</c:v>
                      </c:pt>
                      <c:pt idx="8">
                        <c:v>42.569054000000001</c:v>
                      </c:pt>
                      <c:pt idx="9">
                        <c:v>41.256245</c:v>
                      </c:pt>
                      <c:pt idx="10">
                        <c:v>40.150008999999997</c:v>
                      </c:pt>
                      <c:pt idx="11">
                        <c:v>39.091254999999997</c:v>
                      </c:pt>
                      <c:pt idx="12">
                        <c:v>37.974601999999997</c:v>
                      </c:pt>
                      <c:pt idx="13">
                        <c:v>36.801983</c:v>
                      </c:pt>
                      <c:pt idx="14">
                        <c:v>35.681632999999998</c:v>
                      </c:pt>
                      <c:pt idx="15">
                        <c:v>35.436954</c:v>
                      </c:pt>
                      <c:pt idx="16">
                        <c:v>34.803513000000002</c:v>
                      </c:pt>
                      <c:pt idx="17">
                        <c:v>34.366356000000003</c:v>
                      </c:pt>
                      <c:pt idx="18">
                        <c:v>34.519817000000003</c:v>
                      </c:pt>
                      <c:pt idx="19">
                        <c:v>35.311912999999997</c:v>
                      </c:pt>
                      <c:pt idx="20">
                        <c:v>36.689968</c:v>
                      </c:pt>
                      <c:pt idx="21">
                        <c:v>38.573802999999998</c:v>
                      </c:pt>
                      <c:pt idx="22">
                        <c:v>40.811011999999998</c:v>
                      </c:pt>
                      <c:pt idx="23">
                        <c:v>43.108643000000001</c:v>
                      </c:pt>
                      <c:pt idx="24">
                        <c:v>45.100147</c:v>
                      </c:pt>
                      <c:pt idx="25">
                        <c:v>46.491698999999997</c:v>
                      </c:pt>
                      <c:pt idx="26">
                        <c:v>47.206364000000001</c:v>
                      </c:pt>
                      <c:pt idx="27">
                        <c:v>47.442711000000003</c:v>
                      </c:pt>
                      <c:pt idx="28">
                        <c:v>47.606014000000002</c:v>
                      </c:pt>
                      <c:pt idx="29">
                        <c:v>48.133758999999998</c:v>
                      </c:pt>
                      <c:pt idx="30">
                        <c:v>49.276108000000001</c:v>
                      </c:pt>
                      <c:pt idx="31">
                        <c:v>50.909267</c:v>
                      </c:pt>
                      <c:pt idx="32">
                        <c:v>52.501323999999997</c:v>
                      </c:pt>
                      <c:pt idx="33">
                        <c:v>53.344161999999997</c:v>
                      </c:pt>
                      <c:pt idx="34">
                        <c:v>52.977566000000003</c:v>
                      </c:pt>
                      <c:pt idx="35">
                        <c:v>51.573433000000001</c:v>
                      </c:pt>
                      <c:pt idx="36">
                        <c:v>51.154167000000001</c:v>
                      </c:pt>
                      <c:pt idx="37">
                        <c:v>50.243831999999998</c:v>
                      </c:pt>
                      <c:pt idx="38">
                        <c:v>51.646442</c:v>
                      </c:pt>
                      <c:pt idx="39">
                        <c:v>60.799369999999996</c:v>
                      </c:pt>
                      <c:pt idx="40">
                        <c:v>82.103690599999993</c:v>
                      </c:pt>
                      <c:pt idx="41">
                        <c:v>101.826443</c:v>
                      </c:pt>
                      <c:pt idx="42">
                        <c:v>108.519077</c:v>
                      </c:pt>
                      <c:pt idx="43">
                        <c:v>108.28252000000001</c:v>
                      </c:pt>
                      <c:pt idx="44">
                        <c:v>105.591188</c:v>
                      </c:pt>
                      <c:pt idx="45">
                        <c:v>102.981506</c:v>
                      </c:pt>
                      <c:pt idx="46">
                        <c:v>101.15491</c:v>
                      </c:pt>
                      <c:pt idx="47">
                        <c:v>99.968274100000002</c:v>
                      </c:pt>
                      <c:pt idx="48">
                        <c:v>99.174177200000003</c:v>
                      </c:pt>
                      <c:pt idx="49">
                        <c:v>98.626596500000005</c:v>
                      </c:pt>
                      <c:pt idx="50">
                        <c:v>98.251362799999995</c:v>
                      </c:pt>
                      <c:pt idx="51">
                        <c:v>98.000490200000002</c:v>
                      </c:pt>
                      <c:pt idx="52">
                        <c:v>97.835773900000007</c:v>
                      </c:pt>
                      <c:pt idx="53">
                        <c:v>97.729545599999994</c:v>
                      </c:pt>
                      <c:pt idx="54">
                        <c:v>97.660854299999997</c:v>
                      </c:pt>
                      <c:pt idx="55">
                        <c:v>97.616812699999997</c:v>
                      </c:pt>
                      <c:pt idx="56">
                        <c:v>97.588610599999996</c:v>
                      </c:pt>
                      <c:pt idx="57">
                        <c:v>97.570343500000007</c:v>
                      </c:pt>
                      <c:pt idx="58">
                        <c:v>97.5569177</c:v>
                      </c:pt>
                      <c:pt idx="59">
                        <c:v>97.540944600000003</c:v>
                      </c:pt>
                      <c:pt idx="60">
                        <c:v>97.504971499999996</c:v>
                      </c:pt>
                      <c:pt idx="61">
                        <c:v>97.397211999999996</c:v>
                      </c:pt>
                      <c:pt idx="62">
                        <c:v>97.065979999999996</c:v>
                      </c:pt>
                      <c:pt idx="63">
                        <c:v>96.206555800000004</c:v>
                      </c:pt>
                      <c:pt idx="64">
                        <c:v>94.549804699999996</c:v>
                      </c:pt>
                      <c:pt idx="65">
                        <c:v>92.218510600000002</c:v>
                      </c:pt>
                      <c:pt idx="66">
                        <c:v>89.784451989999994</c:v>
                      </c:pt>
                      <c:pt idx="67">
                        <c:v>87.809477999999999</c:v>
                      </c:pt>
                      <c:pt idx="68">
                        <c:v>86.429195399999998</c:v>
                      </c:pt>
                      <c:pt idx="69">
                        <c:v>85.497195199999993</c:v>
                      </c:pt>
                      <c:pt idx="70">
                        <c:v>84.824575400000001</c:v>
                      </c:pt>
                      <c:pt idx="71">
                        <c:v>84.295761099999993</c:v>
                      </c:pt>
                      <c:pt idx="72">
                        <c:v>83.866416900000004</c:v>
                      </c:pt>
                      <c:pt idx="73">
                        <c:v>83.464983000000004</c:v>
                      </c:pt>
                      <c:pt idx="74">
                        <c:v>91.432610999999994</c:v>
                      </c:pt>
                      <c:pt idx="75">
                        <c:v>90</c:v>
                      </c:pt>
                      <c:pt idx="76">
                        <c:v>90</c:v>
                      </c:pt>
                      <c:pt idx="77">
                        <c:v>90</c:v>
                      </c:pt>
                      <c:pt idx="78">
                        <c:v>90</c:v>
                      </c:pt>
                      <c:pt idx="79">
                        <c:v>90</c:v>
                      </c:pt>
                      <c:pt idx="80">
                        <c:v>90</c:v>
                      </c:pt>
                      <c:pt idx="81">
                        <c:v>90</c:v>
                      </c:pt>
                      <c:pt idx="82">
                        <c:v>90</c:v>
                      </c:pt>
                      <c:pt idx="83">
                        <c:v>90</c:v>
                      </c:pt>
                      <c:pt idx="84">
                        <c:v>90</c:v>
                      </c:pt>
                      <c:pt idx="85">
                        <c:v>90</c:v>
                      </c:pt>
                      <c:pt idx="86">
                        <c:v>90</c:v>
                      </c:pt>
                      <c:pt idx="87">
                        <c:v>90</c:v>
                      </c:pt>
                      <c:pt idx="88">
                        <c:v>90</c:v>
                      </c:pt>
                      <c:pt idx="89">
                        <c:v>90</c:v>
                      </c:pt>
                      <c:pt idx="90">
                        <c:v>90</c:v>
                      </c:pt>
                      <c:pt idx="91">
                        <c:v>90</c:v>
                      </c:pt>
                      <c:pt idx="92">
                        <c:v>90</c:v>
                      </c:pt>
                      <c:pt idx="93">
                        <c:v>90</c:v>
                      </c:pt>
                      <c:pt idx="94">
                        <c:v>90</c:v>
                      </c:pt>
                      <c:pt idx="95">
                        <c:v>90</c:v>
                      </c:pt>
                      <c:pt idx="96">
                        <c:v>90</c:v>
                      </c:pt>
                      <c:pt idx="97">
                        <c:v>90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Лист1!$AS$3:$AS$77</c15:sqref>
                        </c15:formulaRef>
                      </c:ext>
                    </c:extLst>
                    <c:numCache>
                      <c:formatCode>0.000000</c:formatCode>
                      <c:ptCount val="75"/>
                      <c:pt idx="0">
                        <c:v>0</c:v>
                      </c:pt>
                      <c:pt idx="1">
                        <c:v>2.7904016E-5</c:v>
                      </c:pt>
                      <c:pt idx="2">
                        <c:v>7.1451191999999996E-5</c:v>
                      </c:pt>
                      <c:pt idx="3">
                        <c:v>1.3740614E-4</c:v>
                      </c:pt>
                      <c:pt idx="4">
                        <c:v>2.3802970999999999E-4</c:v>
                      </c:pt>
                      <c:pt idx="5">
                        <c:v>3.9234737000000002E-4</c:v>
                      </c:pt>
                      <c:pt idx="6">
                        <c:v>6.2741757999999997E-4</c:v>
                      </c:pt>
                      <c:pt idx="7">
                        <c:v>9.8636466999999992E-4</c:v>
                      </c:pt>
                      <c:pt idx="8">
                        <c:v>1.5351436000000001E-3</c:v>
                      </c:pt>
                      <c:pt idx="9">
                        <c:v>2.3726870000000001E-3</c:v>
                      </c:pt>
                      <c:pt idx="10">
                        <c:v>3.6520436E-3</c:v>
                      </c:pt>
                      <c:pt idx="11">
                        <c:v>5.6057475000000001E-3</c:v>
                      </c:pt>
                      <c:pt idx="12">
                        <c:v>8.5897865E-3</c:v>
                      </c:pt>
                      <c:pt idx="13">
                        <c:v>1.3146596E-2</c:v>
                      </c:pt>
                      <c:pt idx="14">
                        <c:v>2.0106110999999999E-2</c:v>
                      </c:pt>
                      <c:pt idx="15">
                        <c:v>2.3063937E-2</c:v>
                      </c:pt>
                      <c:pt idx="16">
                        <c:v>3.0734582E-2</c:v>
                      </c:pt>
                      <c:pt idx="17">
                        <c:v>4.6965841000000001E-2</c:v>
                      </c:pt>
                      <c:pt idx="18">
                        <c:v>7.1754329000000006E-2</c:v>
                      </c:pt>
                      <c:pt idx="19">
                        <c:v>0.10961036</c:v>
                      </c:pt>
                      <c:pt idx="20">
                        <c:v>0.14746384000000001</c:v>
                      </c:pt>
                      <c:pt idx="21">
                        <c:v>0.18531606</c:v>
                      </c:pt>
                      <c:pt idx="22">
                        <c:v>0.22316701999999999</c:v>
                      </c:pt>
                      <c:pt idx="23">
                        <c:v>0.26101627999999999</c:v>
                      </c:pt>
                      <c:pt idx="24">
                        <c:v>0.29886468999999999</c:v>
                      </c:pt>
                      <c:pt idx="25">
                        <c:v>0.33671268999999998</c:v>
                      </c:pt>
                      <c:pt idx="26">
                        <c:v>0.37455981999999999</c:v>
                      </c:pt>
                      <c:pt idx="27">
                        <c:v>0.41240611999999999</c:v>
                      </c:pt>
                      <c:pt idx="28">
                        <c:v>0.45025073999999998</c:v>
                      </c:pt>
                      <c:pt idx="29">
                        <c:v>0.48809322999999999</c:v>
                      </c:pt>
                      <c:pt idx="30">
                        <c:v>0.52593148000000001</c:v>
                      </c:pt>
                      <c:pt idx="31">
                        <c:v>0.56376725000000005</c:v>
                      </c:pt>
                      <c:pt idx="32">
                        <c:v>0.60159956999999997</c:v>
                      </c:pt>
                      <c:pt idx="33">
                        <c:v>0.63942980999999999</c:v>
                      </c:pt>
                      <c:pt idx="34">
                        <c:v>0.67725705999999997</c:v>
                      </c:pt>
                      <c:pt idx="35">
                        <c:v>0.71508139000000004</c:v>
                      </c:pt>
                      <c:pt idx="36">
                        <c:v>0.72698837999999999</c:v>
                      </c:pt>
                      <c:pt idx="37">
                        <c:v>0.75290358000000002</c:v>
                      </c:pt>
                      <c:pt idx="38">
                        <c:v>0.79072540999999996</c:v>
                      </c:pt>
                      <c:pt idx="39">
                        <c:v>0.82854718000000005</c:v>
                      </c:pt>
                      <c:pt idx="40">
                        <c:v>0.86636895000000003</c:v>
                      </c:pt>
                      <c:pt idx="41">
                        <c:v>0.90419114</c:v>
                      </c:pt>
                      <c:pt idx="42">
                        <c:v>0.92895764000000003</c:v>
                      </c:pt>
                      <c:pt idx="43">
                        <c:v>0.94517452000000002</c:v>
                      </c:pt>
                      <c:pt idx="44">
                        <c:v>0.95579367999999998</c:v>
                      </c:pt>
                      <c:pt idx="45">
                        <c:v>0.96274727999999998</c:v>
                      </c:pt>
                      <c:pt idx="46">
                        <c:v>0.9673003</c:v>
                      </c:pt>
                      <c:pt idx="47">
                        <c:v>0.97028177999999998</c:v>
                      </c:pt>
                      <c:pt idx="48">
                        <c:v>0.97223382999999997</c:v>
                      </c:pt>
                      <c:pt idx="49">
                        <c:v>0.97351235000000003</c:v>
                      </c:pt>
                      <c:pt idx="50">
                        <c:v>0.97434944000000001</c:v>
                      </c:pt>
                      <c:pt idx="51">
                        <c:v>0.97489738000000004</c:v>
                      </c:pt>
                      <c:pt idx="52">
                        <c:v>0.97525631999999995</c:v>
                      </c:pt>
                      <c:pt idx="53">
                        <c:v>0.97549140000000001</c:v>
                      </c:pt>
                      <c:pt idx="54">
                        <c:v>0.97564530000000005</c:v>
                      </c:pt>
                      <c:pt idx="55">
                        <c:v>0.97574592000000004</c:v>
                      </c:pt>
                      <c:pt idx="56">
                        <c:v>0.97581189999999995</c:v>
                      </c:pt>
                      <c:pt idx="57">
                        <c:v>0.97585540999999998</c:v>
                      </c:pt>
                      <c:pt idx="58">
                        <c:v>0.97588330999999995</c:v>
                      </c:pt>
                      <c:pt idx="59">
                        <c:v>0.97591167999999995</c:v>
                      </c:pt>
                      <c:pt idx="60">
                        <c:v>0.97597718</c:v>
                      </c:pt>
                      <c:pt idx="61">
                        <c:v>0.97612893999999994</c:v>
                      </c:pt>
                      <c:pt idx="62">
                        <c:v>0.97648113999999997</c:v>
                      </c:pt>
                      <c:pt idx="63">
                        <c:v>0.97729628999999996</c:v>
                      </c:pt>
                      <c:pt idx="64">
                        <c:v>0.97918612000000005</c:v>
                      </c:pt>
                      <c:pt idx="65">
                        <c:v>0.98356365999999995</c:v>
                      </c:pt>
                      <c:pt idx="66">
                        <c:v>0.98794168000000004</c:v>
                      </c:pt>
                      <c:pt idx="67">
                        <c:v>0.99231963999999995</c:v>
                      </c:pt>
                      <c:pt idx="68">
                        <c:v>0.99669759999999996</c:v>
                      </c:pt>
                      <c:pt idx="69">
                        <c:v>0.99858749000000002</c:v>
                      </c:pt>
                      <c:pt idx="70">
                        <c:v>0.99940258000000004</c:v>
                      </c:pt>
                      <c:pt idx="71">
                        <c:v>0.99975437</c:v>
                      </c:pt>
                      <c:pt idx="72">
                        <c:v>0.99990612000000001</c:v>
                      </c:pt>
                      <c:pt idx="73">
                        <c:v>0.99997210999999997</c:v>
                      </c:pt>
                      <c:pt idx="74">
                        <c:v>1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8-DF3F-4157-AB7B-9526C386B2F5}"/>
                  </c:ext>
                </c:extLst>
              </c15:ser>
            </c15:filteredScatterSeries>
            <c15:filteredScatterSeries>
              <c15:ser>
                <c:idx val="8"/>
                <c:order val="8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Лист1!$BX$3</c15:sqref>
                        </c15:formulaRef>
                      </c:ext>
                    </c:extLst>
                    <c:strCache>
                      <c:ptCount val="1"/>
                      <c:pt idx="0">
                        <c:v>грубая сетка EARMS</c:v>
                      </c:pt>
                    </c:strCache>
                  </c:strRef>
                </c:tx>
                <c:spPr>
                  <a:ln w="38100" cap="rnd">
                    <a:solidFill>
                      <a:srgbClr val="1270FA"/>
                    </a:solidFill>
                    <a:prstDash val="sysDot"/>
                    <a:round/>
                  </a:ln>
                  <a:effectLst/>
                </c:spPr>
                <c:marker>
                  <c:symbol val="circle"/>
                  <c:size val="5"/>
                  <c:spPr>
                    <a:noFill/>
                    <a:ln w="9525">
                      <a:noFill/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Лист1!$BX$4:$BX$101</c15:sqref>
                        </c15:formulaRef>
                      </c:ext>
                    </c:extLst>
                    <c:numCache>
                      <c:formatCode>0.000000</c:formatCode>
                      <c:ptCount val="98"/>
                      <c:pt idx="0">
                        <c:v>90.4023155</c:v>
                      </c:pt>
                      <c:pt idx="1">
                        <c:v>53.054240999999998</c:v>
                      </c:pt>
                      <c:pt idx="2">
                        <c:v>50.500647999999998</c:v>
                      </c:pt>
                      <c:pt idx="3">
                        <c:v>48.441181</c:v>
                      </c:pt>
                      <c:pt idx="4">
                        <c:v>46.143310999999997</c:v>
                      </c:pt>
                      <c:pt idx="5">
                        <c:v>43.904507000000002</c:v>
                      </c:pt>
                      <c:pt idx="6">
                        <c:v>41.961722999999999</c:v>
                      </c:pt>
                      <c:pt idx="7">
                        <c:v>40.390006999999997</c:v>
                      </c:pt>
                      <c:pt idx="8">
                        <c:v>39.159897000000001</c:v>
                      </c:pt>
                      <c:pt idx="9">
                        <c:v>38.208809000000002</c:v>
                      </c:pt>
                      <c:pt idx="10">
                        <c:v>37.470931999999998</c:v>
                      </c:pt>
                      <c:pt idx="11">
                        <c:v>36.89188</c:v>
                      </c:pt>
                      <c:pt idx="12">
                        <c:v>36.4268</c:v>
                      </c:pt>
                      <c:pt idx="13">
                        <c:v>36.048752</c:v>
                      </c:pt>
                      <c:pt idx="14">
                        <c:v>35.765799999999999</c:v>
                      </c:pt>
                      <c:pt idx="15">
                        <c:v>35.728713999999997</c:v>
                      </c:pt>
                      <c:pt idx="16">
                        <c:v>35.633358000000001</c:v>
                      </c:pt>
                      <c:pt idx="17">
                        <c:v>35.744788999999997</c:v>
                      </c:pt>
                      <c:pt idx="18">
                        <c:v>36.210780999999997</c:v>
                      </c:pt>
                      <c:pt idx="19">
                        <c:v>37.083221000000002</c:v>
                      </c:pt>
                      <c:pt idx="20">
                        <c:v>38.309871999999999</c:v>
                      </c:pt>
                      <c:pt idx="21">
                        <c:v>39.810471</c:v>
                      </c:pt>
                      <c:pt idx="22">
                        <c:v>41.481667000000002</c:v>
                      </c:pt>
                      <c:pt idx="23">
                        <c:v>43.157165999999997</c:v>
                      </c:pt>
                      <c:pt idx="24">
                        <c:v>44.645569000000002</c:v>
                      </c:pt>
                      <c:pt idx="25">
                        <c:v>45.802661999999998</c:v>
                      </c:pt>
                      <c:pt idx="26">
                        <c:v>46.603146000000002</c:v>
                      </c:pt>
                      <c:pt idx="27">
                        <c:v>47.167625000000001</c:v>
                      </c:pt>
                      <c:pt idx="28">
                        <c:v>47.717979</c:v>
                      </c:pt>
                      <c:pt idx="29">
                        <c:v>48.467582999999998</c:v>
                      </c:pt>
                      <c:pt idx="30">
                        <c:v>49.484741</c:v>
                      </c:pt>
                      <c:pt idx="31">
                        <c:v>50.602238</c:v>
                      </c:pt>
                      <c:pt idx="32">
                        <c:v>51.465350999999998</c:v>
                      </c:pt>
                      <c:pt idx="33">
                        <c:v>51.746952</c:v>
                      </c:pt>
                      <c:pt idx="34">
                        <c:v>51.426704000000001</c:v>
                      </c:pt>
                      <c:pt idx="35">
                        <c:v>51.023293000000002</c:v>
                      </c:pt>
                      <c:pt idx="36">
                        <c:v>51.279701000000003</c:v>
                      </c:pt>
                      <c:pt idx="37">
                        <c:v>51.847842999999997</c:v>
                      </c:pt>
                      <c:pt idx="38">
                        <c:v>56.426898999999999</c:v>
                      </c:pt>
                      <c:pt idx="39">
                        <c:v>68.309613999999996</c:v>
                      </c:pt>
                      <c:pt idx="40">
                        <c:v>87.361445399999994</c:v>
                      </c:pt>
                      <c:pt idx="41">
                        <c:v>101.421791</c:v>
                      </c:pt>
                      <c:pt idx="42">
                        <c:v>105.779229</c:v>
                      </c:pt>
                      <c:pt idx="43">
                        <c:v>104.838915</c:v>
                      </c:pt>
                      <c:pt idx="44">
                        <c:v>102.167011</c:v>
                      </c:pt>
                      <c:pt idx="45">
                        <c:v>99.660126700000006</c:v>
                      </c:pt>
                      <c:pt idx="46">
                        <c:v>97.856905900000001</c:v>
                      </c:pt>
                      <c:pt idx="47">
                        <c:v>96.6833472</c:v>
                      </c:pt>
                      <c:pt idx="48">
                        <c:v>95.936453799999995</c:v>
                      </c:pt>
                      <c:pt idx="49">
                        <c:v>95.455210699999995</c:v>
                      </c:pt>
                      <c:pt idx="50">
                        <c:v>95.139452000000006</c:v>
                      </c:pt>
                      <c:pt idx="51">
                        <c:v>94.929789099999994</c:v>
                      </c:pt>
                      <c:pt idx="52">
                        <c:v>94.789173099999999</c:v>
                      </c:pt>
                      <c:pt idx="53">
                        <c:v>94.694802300000006</c:v>
                      </c:pt>
                      <c:pt idx="54">
                        <c:v>94.630554200000006</c:v>
                      </c:pt>
                      <c:pt idx="55">
                        <c:v>94.586934600000006</c:v>
                      </c:pt>
                      <c:pt idx="56">
                        <c:v>94.557036400000001</c:v>
                      </c:pt>
                      <c:pt idx="57">
                        <c:v>94.536046499999998</c:v>
                      </c:pt>
                      <c:pt idx="58">
                        <c:v>94.518108799999993</c:v>
                      </c:pt>
                      <c:pt idx="59">
                        <c:v>94.492836499999996</c:v>
                      </c:pt>
                      <c:pt idx="60">
                        <c:v>94.437372699999997</c:v>
                      </c:pt>
                      <c:pt idx="61">
                        <c:v>94.308680499999994</c:v>
                      </c:pt>
                      <c:pt idx="62">
                        <c:v>94.039800200000002</c:v>
                      </c:pt>
                      <c:pt idx="63">
                        <c:v>93.532934699999998</c:v>
                      </c:pt>
                      <c:pt idx="64">
                        <c:v>92.684134200000003</c:v>
                      </c:pt>
                      <c:pt idx="65">
                        <c:v>91.483806400000006</c:v>
                      </c:pt>
                      <c:pt idx="66">
                        <c:v>90.084298684999993</c:v>
                      </c:pt>
                      <c:pt idx="67">
                        <c:v>88.678315999999995</c:v>
                      </c:pt>
                      <c:pt idx="68">
                        <c:v>87.412767400000007</c:v>
                      </c:pt>
                      <c:pt idx="69">
                        <c:v>86.382269899999997</c:v>
                      </c:pt>
                      <c:pt idx="70">
                        <c:v>85.585936099999998</c:v>
                      </c:pt>
                      <c:pt idx="71">
                        <c:v>84.972946199999996</c:v>
                      </c:pt>
                      <c:pt idx="72">
                        <c:v>84.493845500000006</c:v>
                      </c:pt>
                      <c:pt idx="73">
                        <c:v>84.039767299999994</c:v>
                      </c:pt>
                      <c:pt idx="74">
                        <c:v>91.355537999999996</c:v>
                      </c:pt>
                      <c:pt idx="75">
                        <c:v>90</c:v>
                      </c:pt>
                      <c:pt idx="76">
                        <c:v>90</c:v>
                      </c:pt>
                      <c:pt idx="77">
                        <c:v>90</c:v>
                      </c:pt>
                      <c:pt idx="78">
                        <c:v>90</c:v>
                      </c:pt>
                      <c:pt idx="79">
                        <c:v>90</c:v>
                      </c:pt>
                      <c:pt idx="80">
                        <c:v>90</c:v>
                      </c:pt>
                      <c:pt idx="81">
                        <c:v>90</c:v>
                      </c:pt>
                      <c:pt idx="82">
                        <c:v>90</c:v>
                      </c:pt>
                      <c:pt idx="83">
                        <c:v>90</c:v>
                      </c:pt>
                      <c:pt idx="84">
                        <c:v>90</c:v>
                      </c:pt>
                      <c:pt idx="85">
                        <c:v>90</c:v>
                      </c:pt>
                      <c:pt idx="86">
                        <c:v>90</c:v>
                      </c:pt>
                      <c:pt idx="87">
                        <c:v>90</c:v>
                      </c:pt>
                      <c:pt idx="88">
                        <c:v>90</c:v>
                      </c:pt>
                      <c:pt idx="89">
                        <c:v>90</c:v>
                      </c:pt>
                      <c:pt idx="90">
                        <c:v>90</c:v>
                      </c:pt>
                      <c:pt idx="91">
                        <c:v>90</c:v>
                      </c:pt>
                      <c:pt idx="92">
                        <c:v>90</c:v>
                      </c:pt>
                      <c:pt idx="93">
                        <c:v>90</c:v>
                      </c:pt>
                      <c:pt idx="94">
                        <c:v>90</c:v>
                      </c:pt>
                      <c:pt idx="95">
                        <c:v>90</c:v>
                      </c:pt>
                      <c:pt idx="96">
                        <c:v>90</c:v>
                      </c:pt>
                      <c:pt idx="97">
                        <c:v>90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Лист1!$BM$3:$BM$77</c15:sqref>
                        </c15:formulaRef>
                      </c:ext>
                    </c:extLst>
                    <c:numCache>
                      <c:formatCode>0.000000</c:formatCode>
                      <c:ptCount val="75"/>
                      <c:pt idx="0">
                        <c:v>0</c:v>
                      </c:pt>
                      <c:pt idx="1">
                        <c:v>2.7904016E-5</c:v>
                      </c:pt>
                      <c:pt idx="2">
                        <c:v>7.1451191999999996E-5</c:v>
                      </c:pt>
                      <c:pt idx="3">
                        <c:v>1.3740614E-4</c:v>
                      </c:pt>
                      <c:pt idx="4">
                        <c:v>2.3802970999999999E-4</c:v>
                      </c:pt>
                      <c:pt idx="5">
                        <c:v>3.9234737000000002E-4</c:v>
                      </c:pt>
                      <c:pt idx="6">
                        <c:v>6.2741757999999997E-4</c:v>
                      </c:pt>
                      <c:pt idx="7">
                        <c:v>9.8636466999999992E-4</c:v>
                      </c:pt>
                      <c:pt idx="8">
                        <c:v>1.5351436000000001E-3</c:v>
                      </c:pt>
                      <c:pt idx="9">
                        <c:v>2.3726870000000001E-3</c:v>
                      </c:pt>
                      <c:pt idx="10">
                        <c:v>3.6520436E-3</c:v>
                      </c:pt>
                      <c:pt idx="11">
                        <c:v>5.6057475000000001E-3</c:v>
                      </c:pt>
                      <c:pt idx="12">
                        <c:v>8.5897865E-3</c:v>
                      </c:pt>
                      <c:pt idx="13">
                        <c:v>1.3146596E-2</c:v>
                      </c:pt>
                      <c:pt idx="14">
                        <c:v>2.0106110999999999E-2</c:v>
                      </c:pt>
                      <c:pt idx="15">
                        <c:v>2.3063937E-2</c:v>
                      </c:pt>
                      <c:pt idx="16">
                        <c:v>3.0734582E-2</c:v>
                      </c:pt>
                      <c:pt idx="17">
                        <c:v>4.6965841000000001E-2</c:v>
                      </c:pt>
                      <c:pt idx="18">
                        <c:v>7.1754329000000006E-2</c:v>
                      </c:pt>
                      <c:pt idx="19">
                        <c:v>0.10961036</c:v>
                      </c:pt>
                      <c:pt idx="20">
                        <c:v>0.14746384000000001</c:v>
                      </c:pt>
                      <c:pt idx="21">
                        <c:v>0.18531606</c:v>
                      </c:pt>
                      <c:pt idx="22">
                        <c:v>0.22316701999999999</c:v>
                      </c:pt>
                      <c:pt idx="23">
                        <c:v>0.26101627999999999</c:v>
                      </c:pt>
                      <c:pt idx="24">
                        <c:v>0.29886468999999999</c:v>
                      </c:pt>
                      <c:pt idx="25">
                        <c:v>0.33671268999999998</c:v>
                      </c:pt>
                      <c:pt idx="26">
                        <c:v>0.37455981999999999</c:v>
                      </c:pt>
                      <c:pt idx="27">
                        <c:v>0.41240611999999999</c:v>
                      </c:pt>
                      <c:pt idx="28">
                        <c:v>0.45025073999999998</c:v>
                      </c:pt>
                      <c:pt idx="29">
                        <c:v>0.48809322999999999</c:v>
                      </c:pt>
                      <c:pt idx="30">
                        <c:v>0.52593148000000001</c:v>
                      </c:pt>
                      <c:pt idx="31">
                        <c:v>0.56376725000000005</c:v>
                      </c:pt>
                      <c:pt idx="32">
                        <c:v>0.60159956999999997</c:v>
                      </c:pt>
                      <c:pt idx="33">
                        <c:v>0.63942980999999999</c:v>
                      </c:pt>
                      <c:pt idx="34">
                        <c:v>0.67725705999999997</c:v>
                      </c:pt>
                      <c:pt idx="35">
                        <c:v>0.71508139000000004</c:v>
                      </c:pt>
                      <c:pt idx="36">
                        <c:v>0.72698837999999999</c:v>
                      </c:pt>
                      <c:pt idx="37">
                        <c:v>0.75290358000000002</c:v>
                      </c:pt>
                      <c:pt idx="38">
                        <c:v>0.79072540999999996</c:v>
                      </c:pt>
                      <c:pt idx="39">
                        <c:v>0.82854718000000005</c:v>
                      </c:pt>
                      <c:pt idx="40">
                        <c:v>0.86636895000000003</c:v>
                      </c:pt>
                      <c:pt idx="41">
                        <c:v>0.90419114</c:v>
                      </c:pt>
                      <c:pt idx="42">
                        <c:v>0.92895764000000003</c:v>
                      </c:pt>
                      <c:pt idx="43">
                        <c:v>0.94517452000000002</c:v>
                      </c:pt>
                      <c:pt idx="44">
                        <c:v>0.95579367999999998</c:v>
                      </c:pt>
                      <c:pt idx="45">
                        <c:v>0.96274727999999998</c:v>
                      </c:pt>
                      <c:pt idx="46">
                        <c:v>0.9673003</c:v>
                      </c:pt>
                      <c:pt idx="47">
                        <c:v>0.97028177999999998</c:v>
                      </c:pt>
                      <c:pt idx="48">
                        <c:v>0.97223382999999997</c:v>
                      </c:pt>
                      <c:pt idx="49">
                        <c:v>0.97351235000000003</c:v>
                      </c:pt>
                      <c:pt idx="50">
                        <c:v>0.97434944000000001</c:v>
                      </c:pt>
                      <c:pt idx="51">
                        <c:v>0.97489738000000004</c:v>
                      </c:pt>
                      <c:pt idx="52">
                        <c:v>0.97525631999999995</c:v>
                      </c:pt>
                      <c:pt idx="53">
                        <c:v>0.97549140000000001</c:v>
                      </c:pt>
                      <c:pt idx="54">
                        <c:v>0.97564530000000005</c:v>
                      </c:pt>
                      <c:pt idx="55">
                        <c:v>0.97574592000000004</c:v>
                      </c:pt>
                      <c:pt idx="56">
                        <c:v>0.97581189999999995</c:v>
                      </c:pt>
                      <c:pt idx="57">
                        <c:v>0.97585540999999998</c:v>
                      </c:pt>
                      <c:pt idx="58">
                        <c:v>0.97588330999999995</c:v>
                      </c:pt>
                      <c:pt idx="59">
                        <c:v>0.97591167999999995</c:v>
                      </c:pt>
                      <c:pt idx="60">
                        <c:v>0.97597718</c:v>
                      </c:pt>
                      <c:pt idx="61">
                        <c:v>0.97612893999999994</c:v>
                      </c:pt>
                      <c:pt idx="62">
                        <c:v>0.97648113999999997</c:v>
                      </c:pt>
                      <c:pt idx="63">
                        <c:v>0.97729628999999996</c:v>
                      </c:pt>
                      <c:pt idx="64">
                        <c:v>0.97918612000000005</c:v>
                      </c:pt>
                      <c:pt idx="65">
                        <c:v>0.98356365999999995</c:v>
                      </c:pt>
                      <c:pt idx="66">
                        <c:v>0.98794168000000004</c:v>
                      </c:pt>
                      <c:pt idx="67">
                        <c:v>0.99231963999999995</c:v>
                      </c:pt>
                      <c:pt idx="68">
                        <c:v>0.99669759999999996</c:v>
                      </c:pt>
                      <c:pt idx="69">
                        <c:v>0.99858749000000002</c:v>
                      </c:pt>
                      <c:pt idx="70">
                        <c:v>0.99940258000000004</c:v>
                      </c:pt>
                      <c:pt idx="71">
                        <c:v>0.99975437</c:v>
                      </c:pt>
                      <c:pt idx="72">
                        <c:v>0.99990612000000001</c:v>
                      </c:pt>
                      <c:pt idx="73">
                        <c:v>0.99997210999999997</c:v>
                      </c:pt>
                      <c:pt idx="74">
                        <c:v>1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9-DF3F-4157-AB7B-9526C386B2F5}"/>
                  </c:ext>
                </c:extLst>
              </c15:ser>
            </c15:filteredScatterSeries>
            <c15:filteredScatterSeries>
              <c15:ser>
                <c:idx val="9"/>
                <c:order val="9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Лист1!$AQ$3</c15:sqref>
                        </c15:formulaRef>
                      </c:ext>
                    </c:extLst>
                    <c:strCache>
                      <c:ptCount val="1"/>
                      <c:pt idx="0">
                        <c:v>подробная сетка SST </c:v>
                      </c:pt>
                    </c:strCache>
                  </c:strRef>
                </c:tx>
                <c:spPr>
                  <a:ln w="25400" cap="rnd">
                    <a:solidFill>
                      <a:schemeClr val="accent6">
                        <a:lumMod val="75000"/>
                      </a:schemeClr>
                    </a:solidFill>
                    <a:prstDash val="dash"/>
                    <a:round/>
                  </a:ln>
                  <a:effectLst/>
                </c:spPr>
                <c:marker>
                  <c:symbol val="circle"/>
                  <c:size val="5"/>
                  <c:spPr>
                    <a:noFill/>
                    <a:ln w="9525">
                      <a:noFill/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Лист1!$AQ$4:$AQ$101</c15:sqref>
                        </c15:formulaRef>
                      </c:ext>
                    </c:extLst>
                    <c:numCache>
                      <c:formatCode>0.000000</c:formatCode>
                      <c:ptCount val="98"/>
                      <c:pt idx="0">
                        <c:v>89.270571469999993</c:v>
                      </c:pt>
                      <c:pt idx="1">
                        <c:v>55.826900000000002</c:v>
                      </c:pt>
                      <c:pt idx="2">
                        <c:v>52.555636999999997</c:v>
                      </c:pt>
                      <c:pt idx="3">
                        <c:v>51.172446999999998</c:v>
                      </c:pt>
                      <c:pt idx="4">
                        <c:v>49.686394</c:v>
                      </c:pt>
                      <c:pt idx="5">
                        <c:v>47.619461000000001</c:v>
                      </c:pt>
                      <c:pt idx="6">
                        <c:v>45.042236000000003</c:v>
                      </c:pt>
                      <c:pt idx="7">
                        <c:v>42.287216000000001</c:v>
                      </c:pt>
                      <c:pt idx="8">
                        <c:v>39.778098999999997</c:v>
                      </c:pt>
                      <c:pt idx="9">
                        <c:v>37.862354000000003</c:v>
                      </c:pt>
                      <c:pt idx="10">
                        <c:v>36.537909999999997</c:v>
                      </c:pt>
                      <c:pt idx="11">
                        <c:v>35.661544999999997</c:v>
                      </c:pt>
                      <c:pt idx="12">
                        <c:v>35.102027999999997</c:v>
                      </c:pt>
                      <c:pt idx="13">
                        <c:v>34.764259000000003</c:v>
                      </c:pt>
                      <c:pt idx="14">
                        <c:v>34.595633999999997</c:v>
                      </c:pt>
                      <c:pt idx="15">
                        <c:v>34.591171000000003</c:v>
                      </c:pt>
                      <c:pt idx="16">
                        <c:v>34.777335999999998</c:v>
                      </c:pt>
                      <c:pt idx="17">
                        <c:v>35.17944</c:v>
                      </c:pt>
                      <c:pt idx="18">
                        <c:v>35.806854000000001</c:v>
                      </c:pt>
                      <c:pt idx="19">
                        <c:v>36.637206999999997</c:v>
                      </c:pt>
                      <c:pt idx="20">
                        <c:v>37.641101999999997</c:v>
                      </c:pt>
                      <c:pt idx="21">
                        <c:v>37.832062000000001</c:v>
                      </c:pt>
                      <c:pt idx="22">
                        <c:v>38.856430000000003</c:v>
                      </c:pt>
                      <c:pt idx="23">
                        <c:v>40.336959999999998</c:v>
                      </c:pt>
                      <c:pt idx="24">
                        <c:v>42.047728999999997</c:v>
                      </c:pt>
                      <c:pt idx="25">
                        <c:v>43.810631000000001</c:v>
                      </c:pt>
                      <c:pt idx="26">
                        <c:v>45.372397999999997</c:v>
                      </c:pt>
                      <c:pt idx="27">
                        <c:v>46.474918000000002</c:v>
                      </c:pt>
                      <c:pt idx="28">
                        <c:v>47.050423000000002</c:v>
                      </c:pt>
                      <c:pt idx="29">
                        <c:v>47.264290000000003</c:v>
                      </c:pt>
                      <c:pt idx="30">
                        <c:v>47.427883000000001</c:v>
                      </c:pt>
                      <c:pt idx="31">
                        <c:v>47.820552999999997</c:v>
                      </c:pt>
                      <c:pt idx="32">
                        <c:v>48.520640999999998</c:v>
                      </c:pt>
                      <c:pt idx="33">
                        <c:v>48.521481000000001</c:v>
                      </c:pt>
                      <c:pt idx="34">
                        <c:v>49.357745999999999</c:v>
                      </c:pt>
                      <c:pt idx="35">
                        <c:v>50.037987000000001</c:v>
                      </c:pt>
                      <c:pt idx="36">
                        <c:v>50.364578000000002</c:v>
                      </c:pt>
                      <c:pt idx="37">
                        <c:v>50.441803</c:v>
                      </c:pt>
                      <c:pt idx="38">
                        <c:v>50.858482000000002</c:v>
                      </c:pt>
                      <c:pt idx="39">
                        <c:v>53.129944000000002</c:v>
                      </c:pt>
                      <c:pt idx="40">
                        <c:v>60.421065999999996</c:v>
                      </c:pt>
                      <c:pt idx="41">
                        <c:v>76.167219000000003</c:v>
                      </c:pt>
                      <c:pt idx="42">
                        <c:v>93.539199800000006</c:v>
                      </c:pt>
                      <c:pt idx="43">
                        <c:v>101.400576</c:v>
                      </c:pt>
                      <c:pt idx="44">
                        <c:v>101.456726</c:v>
                      </c:pt>
                      <c:pt idx="45">
                        <c:v>101.493956</c:v>
                      </c:pt>
                      <c:pt idx="46">
                        <c:v>97.631516000000005</c:v>
                      </c:pt>
                      <c:pt idx="47">
                        <c:v>92.775772799999999</c:v>
                      </c:pt>
                      <c:pt idx="48">
                        <c:v>88.628220299999995</c:v>
                      </c:pt>
                      <c:pt idx="49">
                        <c:v>85.799159000000003</c:v>
                      </c:pt>
                      <c:pt idx="50">
                        <c:v>84.083337799999995</c:v>
                      </c:pt>
                      <c:pt idx="51">
                        <c:v>83.0326424</c:v>
                      </c:pt>
                      <c:pt idx="52">
                        <c:v>82.349942200000001</c:v>
                      </c:pt>
                      <c:pt idx="53">
                        <c:v>81.890165300000007</c:v>
                      </c:pt>
                      <c:pt idx="54">
                        <c:v>81.578285199999996</c:v>
                      </c:pt>
                      <c:pt idx="55">
                        <c:v>81.3670063</c:v>
                      </c:pt>
                      <c:pt idx="56">
                        <c:v>81.224508299999997</c:v>
                      </c:pt>
                      <c:pt idx="57">
                        <c:v>81.128475199999997</c:v>
                      </c:pt>
                      <c:pt idx="58">
                        <c:v>81.061880099999996</c:v>
                      </c:pt>
                      <c:pt idx="59">
                        <c:v>81.019442600000005</c:v>
                      </c:pt>
                      <c:pt idx="60">
                        <c:v>80.991054500000004</c:v>
                      </c:pt>
                      <c:pt idx="61">
                        <c:v>80.970655399999998</c:v>
                      </c:pt>
                      <c:pt idx="62">
                        <c:v>80.957652999999993</c:v>
                      </c:pt>
                      <c:pt idx="63">
                        <c:v>80.947560299999992</c:v>
                      </c:pt>
                      <c:pt idx="64">
                        <c:v>80.936948799999996</c:v>
                      </c:pt>
                      <c:pt idx="65">
                        <c:v>80.921278999999998</c:v>
                      </c:pt>
                      <c:pt idx="66">
                        <c:v>80.897156699999996</c:v>
                      </c:pt>
                      <c:pt idx="67">
                        <c:v>80.861015300000005</c:v>
                      </c:pt>
                      <c:pt idx="68">
                        <c:v>80.809621800000002</c:v>
                      </c:pt>
                      <c:pt idx="69">
                        <c:v>80.738386200000008</c:v>
                      </c:pt>
                      <c:pt idx="70">
                        <c:v>80.641505199999997</c:v>
                      </c:pt>
                      <c:pt idx="71">
                        <c:v>80.509145700000005</c:v>
                      </c:pt>
                      <c:pt idx="72">
                        <c:v>80.324805299999994</c:v>
                      </c:pt>
                      <c:pt idx="73">
                        <c:v>80.063591000000002</c:v>
                      </c:pt>
                      <c:pt idx="74">
                        <c:v>79.693849</c:v>
                      </c:pt>
                      <c:pt idx="75">
                        <c:v>79.213873000000007</c:v>
                      </c:pt>
                      <c:pt idx="76">
                        <c:v>78.668706</c:v>
                      </c:pt>
                      <c:pt idx="77">
                        <c:v>78.097031999999999</c:v>
                      </c:pt>
                      <c:pt idx="78">
                        <c:v>77.509394999999998</c:v>
                      </c:pt>
                      <c:pt idx="79">
                        <c:v>76.905642</c:v>
                      </c:pt>
                      <c:pt idx="80">
                        <c:v>76.281644</c:v>
                      </c:pt>
                      <c:pt idx="81">
                        <c:v>75.632862000000003</c:v>
                      </c:pt>
                      <c:pt idx="82">
                        <c:v>74.958246000000003</c:v>
                      </c:pt>
                      <c:pt idx="83">
                        <c:v>74.270503000000005</c:v>
                      </c:pt>
                      <c:pt idx="84">
                        <c:v>73.603343999999993</c:v>
                      </c:pt>
                      <c:pt idx="85">
                        <c:v>73.006270999999998</c:v>
                      </c:pt>
                      <c:pt idx="86">
                        <c:v>72.514066999999997</c:v>
                      </c:pt>
                      <c:pt idx="87">
                        <c:v>72.135898999999995</c:v>
                      </c:pt>
                      <c:pt idx="88">
                        <c:v>71.866014000000007</c:v>
                      </c:pt>
                      <c:pt idx="89">
                        <c:v>71.691407999999996</c:v>
                      </c:pt>
                      <c:pt idx="90">
                        <c:v>71.589657000000003</c:v>
                      </c:pt>
                      <c:pt idx="91">
                        <c:v>71.531970999999999</c:v>
                      </c:pt>
                      <c:pt idx="92">
                        <c:v>71.497687999999997</c:v>
                      </c:pt>
                      <c:pt idx="93">
                        <c:v>71.478549999999998</c:v>
                      </c:pt>
                      <c:pt idx="94">
                        <c:v>71.477551000000005</c:v>
                      </c:pt>
                      <c:pt idx="95">
                        <c:v>90.347012280000001</c:v>
                      </c:pt>
                      <c:pt idx="96">
                        <c:v>90</c:v>
                      </c:pt>
                      <c:pt idx="97">
                        <c:v>90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Лист1!$AL$3:$AL$98</c15:sqref>
                        </c15:formulaRef>
                      </c:ext>
                    </c:extLst>
                    <c:numCache>
                      <c:formatCode>0.000000</c:formatCode>
                      <c:ptCount val="96"/>
                      <c:pt idx="0">
                        <c:v>0</c:v>
                      </c:pt>
                      <c:pt idx="1">
                        <c:v>2.7904003000000001E-5</c:v>
                      </c:pt>
                      <c:pt idx="2">
                        <c:v>7.0182796000000004E-5</c:v>
                      </c:pt>
                      <c:pt idx="3">
                        <c:v>1.3275540999999999E-4</c:v>
                      </c:pt>
                      <c:pt idx="4">
                        <c:v>2.2534597000000001E-4</c:v>
                      </c:pt>
                      <c:pt idx="5">
                        <c:v>3.6232924000000001E-4</c:v>
                      </c:pt>
                      <c:pt idx="6">
                        <c:v>5.6695862000000002E-4</c:v>
                      </c:pt>
                      <c:pt idx="7">
                        <c:v>8.6967478E-4</c:v>
                      </c:pt>
                      <c:pt idx="8">
                        <c:v>1.3199438999999999E-3</c:v>
                      </c:pt>
                      <c:pt idx="9">
                        <c:v>1.9875259999999999E-3</c:v>
                      </c:pt>
                      <c:pt idx="10">
                        <c:v>2.9785409999999999E-3</c:v>
                      </c:pt>
                      <c:pt idx="11">
                        <c:v>4.4506885999999997E-3</c:v>
                      </c:pt>
                      <c:pt idx="12">
                        <c:v>6.6352338000000002E-3</c:v>
                      </c:pt>
                      <c:pt idx="13">
                        <c:v>9.8784397999999995E-3</c:v>
                      </c:pt>
                      <c:pt idx="14">
                        <c:v>1.4693572E-2</c:v>
                      </c:pt>
                      <c:pt idx="15">
                        <c:v>2.1841646999999999E-2</c:v>
                      </c:pt>
                      <c:pt idx="16">
                        <c:v>3.2452777000000002E-2</c:v>
                      </c:pt>
                      <c:pt idx="17">
                        <c:v>4.8205434999999998E-2</c:v>
                      </c:pt>
                      <c:pt idx="18">
                        <c:v>7.1590260000000003E-2</c:v>
                      </c:pt>
                      <c:pt idx="19">
                        <c:v>0.10630452999999999</c:v>
                      </c:pt>
                      <c:pt idx="20">
                        <c:v>0.14101838</c:v>
                      </c:pt>
                      <c:pt idx="21">
                        <c:v>0.14647023000000001</c:v>
                      </c:pt>
                      <c:pt idx="22">
                        <c:v>0.17573010999999999</c:v>
                      </c:pt>
                      <c:pt idx="23">
                        <c:v>0.21044057999999999</c:v>
                      </c:pt>
                      <c:pt idx="24">
                        <c:v>0.24515018999999999</c:v>
                      </c:pt>
                      <c:pt idx="25">
                        <c:v>0.27985855999999998</c:v>
                      </c:pt>
                      <c:pt idx="26">
                        <c:v>0.31456648999999998</c:v>
                      </c:pt>
                      <c:pt idx="27">
                        <c:v>0.34927355999999998</c:v>
                      </c:pt>
                      <c:pt idx="28">
                        <c:v>0.38398020999999999</c:v>
                      </c:pt>
                      <c:pt idx="29">
                        <c:v>0.41868602999999999</c:v>
                      </c:pt>
                      <c:pt idx="30">
                        <c:v>0.45339059999999998</c:v>
                      </c:pt>
                      <c:pt idx="31">
                        <c:v>0.48809259999999999</c:v>
                      </c:pt>
                      <c:pt idx="32">
                        <c:v>0.52275020000000005</c:v>
                      </c:pt>
                      <c:pt idx="33">
                        <c:v>0.52279209999999998</c:v>
                      </c:pt>
                      <c:pt idx="34">
                        <c:v>0.55748903999999999</c:v>
                      </c:pt>
                      <c:pt idx="35">
                        <c:v>0.59218298999999996</c:v>
                      </c:pt>
                      <c:pt idx="36">
                        <c:v>0.62687444999999997</c:v>
                      </c:pt>
                      <c:pt idx="37">
                        <c:v>0.66156417000000001</c:v>
                      </c:pt>
                      <c:pt idx="38">
                        <c:v>0.69625139000000003</c:v>
                      </c:pt>
                      <c:pt idx="39">
                        <c:v>0.73093693999999998</c:v>
                      </c:pt>
                      <c:pt idx="40">
                        <c:v>0.76561986999999998</c:v>
                      </c:pt>
                      <c:pt idx="41">
                        <c:v>0.80030327999999995</c:v>
                      </c:pt>
                      <c:pt idx="42">
                        <c:v>0.83498715999999995</c:v>
                      </c:pt>
                      <c:pt idx="43">
                        <c:v>0.86967057000000003</c:v>
                      </c:pt>
                      <c:pt idx="44">
                        <c:v>0.89021379</c:v>
                      </c:pt>
                      <c:pt idx="45">
                        <c:v>0.90435480999999995</c:v>
                      </c:pt>
                      <c:pt idx="46">
                        <c:v>0.92771888000000002</c:v>
                      </c:pt>
                      <c:pt idx="47">
                        <c:v>0.94345760000000001</c:v>
                      </c:pt>
                      <c:pt idx="48">
                        <c:v>0.95405941999999999</c:v>
                      </c:pt>
                      <c:pt idx="49">
                        <c:v>0.96120119000000004</c:v>
                      </c:pt>
                      <c:pt idx="50">
                        <c:v>0.96601205999999995</c:v>
                      </c:pt>
                      <c:pt idx="51">
                        <c:v>0.96925276999999999</c:v>
                      </c:pt>
                      <c:pt idx="52">
                        <c:v>0.97143601999999996</c:v>
                      </c:pt>
                      <c:pt idx="53">
                        <c:v>0.97290646999999997</c:v>
                      </c:pt>
                      <c:pt idx="54">
                        <c:v>0.97389661999999999</c:v>
                      </c:pt>
                      <c:pt idx="55">
                        <c:v>0.97456425000000002</c:v>
                      </c:pt>
                      <c:pt idx="56">
                        <c:v>0.97501367000000005</c:v>
                      </c:pt>
                      <c:pt idx="57">
                        <c:v>0.97531635000000005</c:v>
                      </c:pt>
                      <c:pt idx="58">
                        <c:v>0.97552055000000004</c:v>
                      </c:pt>
                      <c:pt idx="59">
                        <c:v>0.97565800000000003</c:v>
                      </c:pt>
                      <c:pt idx="60">
                        <c:v>0.97575014999999998</c:v>
                      </c:pt>
                      <c:pt idx="61">
                        <c:v>0.97581273000000002</c:v>
                      </c:pt>
                      <c:pt idx="62">
                        <c:v>0.97585458000000003</c:v>
                      </c:pt>
                      <c:pt idx="63">
                        <c:v>0.97588288999999995</c:v>
                      </c:pt>
                      <c:pt idx="64">
                        <c:v>0.97591125999999995</c:v>
                      </c:pt>
                      <c:pt idx="65">
                        <c:v>0.97595226999999996</c:v>
                      </c:pt>
                      <c:pt idx="66">
                        <c:v>0.97601146000000005</c:v>
                      </c:pt>
                      <c:pt idx="67">
                        <c:v>0.97609769999999996</c:v>
                      </c:pt>
                      <c:pt idx="68">
                        <c:v>0.97622240000000005</c:v>
                      </c:pt>
                      <c:pt idx="69">
                        <c:v>0.97640336000000005</c:v>
                      </c:pt>
                      <c:pt idx="70">
                        <c:v>0.97666591000000003</c:v>
                      </c:pt>
                      <c:pt idx="71">
                        <c:v>0.97704601000000002</c:v>
                      </c:pt>
                      <c:pt idx="72">
                        <c:v>0.97759688</c:v>
                      </c:pt>
                      <c:pt idx="73">
                        <c:v>0.97839551999999996</c:v>
                      </c:pt>
                      <c:pt idx="74">
                        <c:v>0.97955309999999995</c:v>
                      </c:pt>
                      <c:pt idx="75">
                        <c:v>0.98123073999999999</c:v>
                      </c:pt>
                      <c:pt idx="76">
                        <c:v>0.98290836999999998</c:v>
                      </c:pt>
                      <c:pt idx="77">
                        <c:v>0.98458599999999996</c:v>
                      </c:pt>
                      <c:pt idx="78">
                        <c:v>0.98626362999999995</c:v>
                      </c:pt>
                      <c:pt idx="79">
                        <c:v>0.98794126999999998</c:v>
                      </c:pt>
                      <c:pt idx="80">
                        <c:v>0.98961931000000003</c:v>
                      </c:pt>
                      <c:pt idx="81">
                        <c:v>0.99129646999999999</c:v>
                      </c:pt>
                      <c:pt idx="82">
                        <c:v>0.99297451999999997</c:v>
                      </c:pt>
                      <c:pt idx="83">
                        <c:v>0.99465214999999996</c:v>
                      </c:pt>
                      <c:pt idx="84">
                        <c:v>0.99632978000000005</c:v>
                      </c:pt>
                      <c:pt idx="85">
                        <c:v>0.99748736999999998</c:v>
                      </c:pt>
                      <c:pt idx="86">
                        <c:v>0.99828558999999994</c:v>
                      </c:pt>
                      <c:pt idx="87">
                        <c:v>0.99883652000000001</c:v>
                      </c:pt>
                      <c:pt idx="88">
                        <c:v>0.99921696999999998</c:v>
                      </c:pt>
                      <c:pt idx="89">
                        <c:v>0.99947912000000005</c:v>
                      </c:pt>
                      <c:pt idx="90">
                        <c:v>0.99966007000000001</c:v>
                      </c:pt>
                      <c:pt idx="91">
                        <c:v>0.99978482999999996</c:v>
                      </c:pt>
                      <c:pt idx="92">
                        <c:v>0.99987108000000002</c:v>
                      </c:pt>
                      <c:pt idx="93">
                        <c:v>0.99993067999999996</c:v>
                      </c:pt>
                      <c:pt idx="94">
                        <c:v>0.99997126999999997</c:v>
                      </c:pt>
                      <c:pt idx="95">
                        <c:v>1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A-DF3F-4157-AB7B-9526C386B2F5}"/>
                  </c:ext>
                </c:extLst>
              </c15:ser>
            </c15:filteredScatterSeries>
            <c15:filteredScatterSeries>
              <c15:ser>
                <c:idx val="11"/>
                <c:order val="10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Лист1!$BJ$3</c15:sqref>
                        </c15:formulaRef>
                      </c:ext>
                    </c:extLst>
                    <c:strCache>
                      <c:ptCount val="1"/>
                      <c:pt idx="0">
                        <c:v>подробная сетка KE </c:v>
                      </c:pt>
                    </c:strCache>
                  </c:strRef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none"/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Лист1!$BJ$4:$BJ$98</c15:sqref>
                        </c15:formulaRef>
                      </c:ext>
                    </c:extLst>
                    <c:numCache>
                      <c:formatCode>0.000000</c:formatCode>
                      <c:ptCount val="95"/>
                      <c:pt idx="0">
                        <c:v>89.282232879999995</c:v>
                      </c:pt>
                      <c:pt idx="1">
                        <c:v>55.895226000000001</c:v>
                      </c:pt>
                      <c:pt idx="2">
                        <c:v>53.780647000000002</c:v>
                      </c:pt>
                      <c:pt idx="3">
                        <c:v>51.986060999999999</c:v>
                      </c:pt>
                      <c:pt idx="4">
                        <c:v>49.738785</c:v>
                      </c:pt>
                      <c:pt idx="5">
                        <c:v>47.152622000000001</c:v>
                      </c:pt>
                      <c:pt idx="6">
                        <c:v>44.528655999999998</c:v>
                      </c:pt>
                      <c:pt idx="7">
                        <c:v>42.258826999999997</c:v>
                      </c:pt>
                      <c:pt idx="8">
                        <c:v>40.448627000000002</c:v>
                      </c:pt>
                      <c:pt idx="9">
                        <c:v>39.100845</c:v>
                      </c:pt>
                      <c:pt idx="10">
                        <c:v>38.092167000000003</c:v>
                      </c:pt>
                      <c:pt idx="11">
                        <c:v>37.276924000000001</c:v>
                      </c:pt>
                      <c:pt idx="12">
                        <c:v>36.538238999999997</c:v>
                      </c:pt>
                      <c:pt idx="13">
                        <c:v>35.821465000000003</c:v>
                      </c:pt>
                      <c:pt idx="14">
                        <c:v>35.132567999999999</c:v>
                      </c:pt>
                      <c:pt idx="15">
                        <c:v>34.533172999999998</c:v>
                      </c:pt>
                      <c:pt idx="16">
                        <c:v>34.125121999999998</c:v>
                      </c:pt>
                      <c:pt idx="17">
                        <c:v>34.009796000000001</c:v>
                      </c:pt>
                      <c:pt idx="18">
                        <c:v>34.263751999999997</c:v>
                      </c:pt>
                      <c:pt idx="19">
                        <c:v>34.933799999999998</c:v>
                      </c:pt>
                      <c:pt idx="20">
                        <c:v>36.061664999999998</c:v>
                      </c:pt>
                      <c:pt idx="21">
                        <c:v>36.319740000000003</c:v>
                      </c:pt>
                      <c:pt idx="22">
                        <c:v>37.704436999999999</c:v>
                      </c:pt>
                      <c:pt idx="23">
                        <c:v>39.829956000000003</c:v>
                      </c:pt>
                      <c:pt idx="24">
                        <c:v>42.217689999999997</c:v>
                      </c:pt>
                      <c:pt idx="25">
                        <c:v>44.456757000000003</c:v>
                      </c:pt>
                      <c:pt idx="26">
                        <c:v>46.120967999999998</c:v>
                      </c:pt>
                      <c:pt idx="27">
                        <c:v>46.883904000000001</c:v>
                      </c:pt>
                      <c:pt idx="28">
                        <c:v>46.817718999999997</c:v>
                      </c:pt>
                      <c:pt idx="29">
                        <c:v>46.364196999999997</c:v>
                      </c:pt>
                      <c:pt idx="30">
                        <c:v>46.078018</c:v>
                      </c:pt>
                      <c:pt idx="31">
                        <c:v>46.349277000000001</c:v>
                      </c:pt>
                      <c:pt idx="32">
                        <c:v>47.276038999999997</c:v>
                      </c:pt>
                      <c:pt idx="33">
                        <c:v>47.277152999999998</c:v>
                      </c:pt>
                      <c:pt idx="34">
                        <c:v>48.698208000000001</c:v>
                      </c:pt>
                      <c:pt idx="35">
                        <c:v>50.293380999999997</c:v>
                      </c:pt>
                      <c:pt idx="36">
                        <c:v>51.678024000000001</c:v>
                      </c:pt>
                      <c:pt idx="37">
                        <c:v>52.490589</c:v>
                      </c:pt>
                      <c:pt idx="38">
                        <c:v>52.545062999999999</c:v>
                      </c:pt>
                      <c:pt idx="39">
                        <c:v>52.232159000000003</c:v>
                      </c:pt>
                      <c:pt idx="40">
                        <c:v>53.119338999999997</c:v>
                      </c:pt>
                      <c:pt idx="41">
                        <c:v>58.899405999999999</c:v>
                      </c:pt>
                      <c:pt idx="42">
                        <c:v>74.920058999999995</c:v>
                      </c:pt>
                      <c:pt idx="43">
                        <c:v>96.8553529</c:v>
                      </c:pt>
                      <c:pt idx="44">
                        <c:v>103.146057</c:v>
                      </c:pt>
                      <c:pt idx="45">
                        <c:v>107.465084</c:v>
                      </c:pt>
                      <c:pt idx="46">
                        <c:v>109.207748</c:v>
                      </c:pt>
                      <c:pt idx="47">
                        <c:v>106.155602</c:v>
                      </c:pt>
                      <c:pt idx="48">
                        <c:v>101.448795</c:v>
                      </c:pt>
                      <c:pt idx="49">
                        <c:v>97.238216399999999</c:v>
                      </c:pt>
                      <c:pt idx="50">
                        <c:v>94.266660700000003</c:v>
                      </c:pt>
                      <c:pt idx="51">
                        <c:v>92.353372100000001</c:v>
                      </c:pt>
                      <c:pt idx="52">
                        <c:v>91.123846700000001</c:v>
                      </c:pt>
                      <c:pt idx="53">
                        <c:v>90.328025339999996</c:v>
                      </c:pt>
                      <c:pt idx="54">
                        <c:v>89.808267299999997</c:v>
                      </c:pt>
                      <c:pt idx="55">
                        <c:v>89.470109640000004</c:v>
                      </c:pt>
                      <c:pt idx="56">
                        <c:v>89.250432430000004</c:v>
                      </c:pt>
                      <c:pt idx="57">
                        <c:v>89.105334760000005</c:v>
                      </c:pt>
                      <c:pt idx="58">
                        <c:v>89.008219359999998</c:v>
                      </c:pt>
                      <c:pt idx="59">
                        <c:v>88.944287200000005</c:v>
                      </c:pt>
                      <c:pt idx="60">
                        <c:v>88.902184399999996</c:v>
                      </c:pt>
                      <c:pt idx="61">
                        <c:v>88.873935500000002</c:v>
                      </c:pt>
                      <c:pt idx="62">
                        <c:v>88.855878700000005</c:v>
                      </c:pt>
                      <c:pt idx="63">
                        <c:v>88.842297000000002</c:v>
                      </c:pt>
                      <c:pt idx="64">
                        <c:v>88.828876699999995</c:v>
                      </c:pt>
                      <c:pt idx="65">
                        <c:v>88.810765000000004</c:v>
                      </c:pt>
                      <c:pt idx="66">
                        <c:v>88.785212799999996</c:v>
                      </c:pt>
                      <c:pt idx="67">
                        <c:v>88.748512099999999</c:v>
                      </c:pt>
                      <c:pt idx="68">
                        <c:v>88.695013399999993</c:v>
                      </c:pt>
                      <c:pt idx="69">
                        <c:v>88.615124199999997</c:v>
                      </c:pt>
                      <c:pt idx="70">
                        <c:v>88.494565499999993</c:v>
                      </c:pt>
                      <c:pt idx="71">
                        <c:v>88.311978100000005</c:v>
                      </c:pt>
                      <c:pt idx="72">
                        <c:v>88.038623599999994</c:v>
                      </c:pt>
                      <c:pt idx="73">
                        <c:v>87.643181999999996</c:v>
                      </c:pt>
                      <c:pt idx="74">
                        <c:v>87.109053599999996</c:v>
                      </c:pt>
                      <c:pt idx="75">
                        <c:v>86.461157799999995</c:v>
                      </c:pt>
                      <c:pt idx="76">
                        <c:v>85.767501800000005</c:v>
                      </c:pt>
                      <c:pt idx="77">
                        <c:v>85.078463600000006</c:v>
                      </c:pt>
                      <c:pt idx="78">
                        <c:v>84.404268299999998</c:v>
                      </c:pt>
                      <c:pt idx="79">
                        <c:v>83.740639700000003</c:v>
                      </c:pt>
                      <c:pt idx="80">
                        <c:v>83.085678599999994</c:v>
                      </c:pt>
                      <c:pt idx="81">
                        <c:v>82.451229999999995</c:v>
                      </c:pt>
                      <c:pt idx="82">
                        <c:v>81.865463300000002</c:v>
                      </c:pt>
                      <c:pt idx="83">
                        <c:v>81.376730899999998</c:v>
                      </c:pt>
                      <c:pt idx="84">
                        <c:v>81.043307299999995</c:v>
                      </c:pt>
                      <c:pt idx="85">
                        <c:v>80.918939600000002</c:v>
                      </c:pt>
                      <c:pt idx="86">
                        <c:v>81.003378900000001</c:v>
                      </c:pt>
                      <c:pt idx="87">
                        <c:v>81.236982299999994</c:v>
                      </c:pt>
                      <c:pt idx="88">
                        <c:v>81.550724000000002</c:v>
                      </c:pt>
                      <c:pt idx="89">
                        <c:v>81.886508899999995</c:v>
                      </c:pt>
                      <c:pt idx="90">
                        <c:v>82.196387299999998</c:v>
                      </c:pt>
                      <c:pt idx="91">
                        <c:v>82.453994800000004</c:v>
                      </c:pt>
                      <c:pt idx="92">
                        <c:v>82.643377799999996</c:v>
                      </c:pt>
                      <c:pt idx="93">
                        <c:v>82.772649799999996</c:v>
                      </c:pt>
                      <c:pt idx="94">
                        <c:v>82.8661022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Лист1!$BE$3:$BE$98</c15:sqref>
                        </c15:formulaRef>
                      </c:ext>
                    </c:extLst>
                    <c:numCache>
                      <c:formatCode>0.00E+00</c:formatCode>
                      <c:ptCount val="96"/>
                      <c:pt idx="0">
                        <c:v>0</c:v>
                      </c:pt>
                      <c:pt idx="1">
                        <c:v>2.7904003000000001E-5</c:v>
                      </c:pt>
                      <c:pt idx="2">
                        <c:v>7.0182796000000004E-5</c:v>
                      </c:pt>
                      <c:pt idx="3">
                        <c:v>1.3275540999999999E-4</c:v>
                      </c:pt>
                      <c:pt idx="4">
                        <c:v>2.2534597000000001E-4</c:v>
                      </c:pt>
                      <c:pt idx="5">
                        <c:v>3.6232924000000001E-4</c:v>
                      </c:pt>
                      <c:pt idx="6">
                        <c:v>5.6695862000000002E-4</c:v>
                      </c:pt>
                      <c:pt idx="7">
                        <c:v>8.6967478E-4</c:v>
                      </c:pt>
                      <c:pt idx="8">
                        <c:v>1.3199438999999999E-3</c:v>
                      </c:pt>
                      <c:pt idx="9">
                        <c:v>1.9875259999999999E-3</c:v>
                      </c:pt>
                      <c:pt idx="10">
                        <c:v>2.9785409999999999E-3</c:v>
                      </c:pt>
                      <c:pt idx="11">
                        <c:v>4.4506885999999997E-3</c:v>
                      </c:pt>
                      <c:pt idx="12">
                        <c:v>6.6352338000000002E-3</c:v>
                      </c:pt>
                      <c:pt idx="13">
                        <c:v>9.8784397999999995E-3</c:v>
                      </c:pt>
                      <c:pt idx="14">
                        <c:v>1.4693572E-2</c:v>
                      </c:pt>
                      <c:pt idx="15">
                        <c:v>2.1841646999999999E-2</c:v>
                      </c:pt>
                      <c:pt idx="16">
                        <c:v>3.2452777000000002E-2</c:v>
                      </c:pt>
                      <c:pt idx="17">
                        <c:v>4.8205434999999998E-2</c:v>
                      </c:pt>
                      <c:pt idx="18">
                        <c:v>7.1590260000000003E-2</c:v>
                      </c:pt>
                      <c:pt idx="19">
                        <c:v>0.10630452999999999</c:v>
                      </c:pt>
                      <c:pt idx="20">
                        <c:v>0.14101838</c:v>
                      </c:pt>
                      <c:pt idx="21">
                        <c:v>0.14647023000000001</c:v>
                      </c:pt>
                      <c:pt idx="22">
                        <c:v>0.17573010999999999</c:v>
                      </c:pt>
                      <c:pt idx="23">
                        <c:v>0.21044057999999999</c:v>
                      </c:pt>
                      <c:pt idx="24">
                        <c:v>0.24515018999999999</c:v>
                      </c:pt>
                      <c:pt idx="25">
                        <c:v>0.27985855999999998</c:v>
                      </c:pt>
                      <c:pt idx="26">
                        <c:v>0.31456648999999998</c:v>
                      </c:pt>
                      <c:pt idx="27">
                        <c:v>0.34927355999999998</c:v>
                      </c:pt>
                      <c:pt idx="28">
                        <c:v>0.38398020999999999</c:v>
                      </c:pt>
                      <c:pt idx="29">
                        <c:v>0.41868602999999999</c:v>
                      </c:pt>
                      <c:pt idx="30">
                        <c:v>0.45339059999999998</c:v>
                      </c:pt>
                      <c:pt idx="31">
                        <c:v>0.48809259999999999</c:v>
                      </c:pt>
                      <c:pt idx="32">
                        <c:v>0.52275020000000005</c:v>
                      </c:pt>
                      <c:pt idx="33">
                        <c:v>0.52279209999999998</c:v>
                      </c:pt>
                      <c:pt idx="34">
                        <c:v>0.55748903999999999</c:v>
                      </c:pt>
                      <c:pt idx="35">
                        <c:v>0.59218298999999996</c:v>
                      </c:pt>
                      <c:pt idx="36">
                        <c:v>0.62687444999999997</c:v>
                      </c:pt>
                      <c:pt idx="37">
                        <c:v>0.66156417000000001</c:v>
                      </c:pt>
                      <c:pt idx="38">
                        <c:v>0.69625139000000003</c:v>
                      </c:pt>
                      <c:pt idx="39">
                        <c:v>0.73093693999999998</c:v>
                      </c:pt>
                      <c:pt idx="40">
                        <c:v>0.76561986999999998</c:v>
                      </c:pt>
                      <c:pt idx="41">
                        <c:v>0.80030327999999995</c:v>
                      </c:pt>
                      <c:pt idx="42">
                        <c:v>0.83498715999999995</c:v>
                      </c:pt>
                      <c:pt idx="43">
                        <c:v>0.86967057000000003</c:v>
                      </c:pt>
                      <c:pt idx="44">
                        <c:v>0.89021379</c:v>
                      </c:pt>
                      <c:pt idx="45">
                        <c:v>0.90435480999999995</c:v>
                      </c:pt>
                      <c:pt idx="46">
                        <c:v>0.92771888000000002</c:v>
                      </c:pt>
                      <c:pt idx="47">
                        <c:v>0.94345760000000001</c:v>
                      </c:pt>
                      <c:pt idx="48">
                        <c:v>0.95405941999999999</c:v>
                      </c:pt>
                      <c:pt idx="49">
                        <c:v>0.96120119000000004</c:v>
                      </c:pt>
                      <c:pt idx="50">
                        <c:v>0.96601205999999995</c:v>
                      </c:pt>
                      <c:pt idx="51">
                        <c:v>0.96925276999999999</c:v>
                      </c:pt>
                      <c:pt idx="52">
                        <c:v>0.97143601999999996</c:v>
                      </c:pt>
                      <c:pt idx="53">
                        <c:v>0.97290646999999997</c:v>
                      </c:pt>
                      <c:pt idx="54">
                        <c:v>0.97389661999999999</c:v>
                      </c:pt>
                      <c:pt idx="55">
                        <c:v>0.97456425000000002</c:v>
                      </c:pt>
                      <c:pt idx="56">
                        <c:v>0.97501367000000005</c:v>
                      </c:pt>
                      <c:pt idx="57">
                        <c:v>0.97531635000000005</c:v>
                      </c:pt>
                      <c:pt idx="58">
                        <c:v>0.97552055000000004</c:v>
                      </c:pt>
                      <c:pt idx="59">
                        <c:v>0.97565800000000003</c:v>
                      </c:pt>
                      <c:pt idx="60">
                        <c:v>0.97575014999999998</c:v>
                      </c:pt>
                      <c:pt idx="61">
                        <c:v>0.97581273000000002</c:v>
                      </c:pt>
                      <c:pt idx="62">
                        <c:v>0.97585458000000003</c:v>
                      </c:pt>
                      <c:pt idx="63">
                        <c:v>0.97588288999999995</c:v>
                      </c:pt>
                      <c:pt idx="64">
                        <c:v>0.97591125999999995</c:v>
                      </c:pt>
                      <c:pt idx="65">
                        <c:v>0.97595226999999996</c:v>
                      </c:pt>
                      <c:pt idx="66">
                        <c:v>0.97601146000000005</c:v>
                      </c:pt>
                      <c:pt idx="67">
                        <c:v>0.97609769999999996</c:v>
                      </c:pt>
                      <c:pt idx="68">
                        <c:v>0.97622240000000005</c:v>
                      </c:pt>
                      <c:pt idx="69">
                        <c:v>0.97640336000000005</c:v>
                      </c:pt>
                      <c:pt idx="70">
                        <c:v>0.97666591000000003</c:v>
                      </c:pt>
                      <c:pt idx="71">
                        <c:v>0.97704601000000002</c:v>
                      </c:pt>
                      <c:pt idx="72">
                        <c:v>0.97759688</c:v>
                      </c:pt>
                      <c:pt idx="73">
                        <c:v>0.97839551999999996</c:v>
                      </c:pt>
                      <c:pt idx="74">
                        <c:v>0.97955309999999995</c:v>
                      </c:pt>
                      <c:pt idx="75">
                        <c:v>0.98123073999999999</c:v>
                      </c:pt>
                      <c:pt idx="76">
                        <c:v>0.98290836999999998</c:v>
                      </c:pt>
                      <c:pt idx="77">
                        <c:v>0.98458599999999996</c:v>
                      </c:pt>
                      <c:pt idx="78">
                        <c:v>0.98626362999999995</c:v>
                      </c:pt>
                      <c:pt idx="79">
                        <c:v>0.98794126999999998</c:v>
                      </c:pt>
                      <c:pt idx="80">
                        <c:v>0.98961931000000003</c:v>
                      </c:pt>
                      <c:pt idx="81">
                        <c:v>0.99129646999999999</c:v>
                      </c:pt>
                      <c:pt idx="82">
                        <c:v>0.99297451999999997</c:v>
                      </c:pt>
                      <c:pt idx="83">
                        <c:v>0.99465214999999996</c:v>
                      </c:pt>
                      <c:pt idx="84">
                        <c:v>0.99632978000000005</c:v>
                      </c:pt>
                      <c:pt idx="85">
                        <c:v>0.99748736999999998</c:v>
                      </c:pt>
                      <c:pt idx="86">
                        <c:v>0.99828558999999994</c:v>
                      </c:pt>
                      <c:pt idx="87">
                        <c:v>0.99883652000000001</c:v>
                      </c:pt>
                      <c:pt idx="88">
                        <c:v>0.99921696999999998</c:v>
                      </c:pt>
                      <c:pt idx="89">
                        <c:v>0.99947912000000005</c:v>
                      </c:pt>
                      <c:pt idx="90">
                        <c:v>0.99966007000000001</c:v>
                      </c:pt>
                      <c:pt idx="91">
                        <c:v>0.99978482999999996</c:v>
                      </c:pt>
                      <c:pt idx="92">
                        <c:v>0.99987108000000002</c:v>
                      </c:pt>
                      <c:pt idx="93">
                        <c:v>0.99993067999999996</c:v>
                      </c:pt>
                      <c:pt idx="94">
                        <c:v>0.99997126999999997</c:v>
                      </c:pt>
                      <c:pt idx="95">
                        <c:v>1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B-DF3F-4157-AB7B-9526C386B2F5}"/>
                  </c:ext>
                </c:extLst>
              </c15:ser>
            </c15:filteredScatterSeries>
            <c15:filteredScatterSeries>
              <c15:ser>
                <c:idx val="12"/>
                <c:order val="11"/>
                <c:tx>
                  <c:v>блок о</c:v>
                </c:tx>
                <c:spPr>
                  <a:ln w="19050" cap="rnd">
                    <a:solidFill>
                      <a:schemeClr val="accent1">
                        <a:lumMod val="80000"/>
                        <a:lumOff val="20000"/>
                      </a:schemeClr>
                    </a:solidFill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1">
                        <a:lumMod val="80000"/>
                        <a:lumOff val="20000"/>
                      </a:schemeClr>
                    </a:solidFill>
                    <a:ln w="9525">
                      <a:solidFill>
                        <a:schemeClr val="accent1">
                          <a:lumMod val="80000"/>
                          <a:lumOff val="20000"/>
                        </a:schemeClr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Лист1!$CK$4:$CK$107</c15:sqref>
                        </c15:formulaRef>
                      </c:ext>
                    </c:extLst>
                    <c:numCache>
                      <c:formatCode>0.000000</c:formatCode>
                      <c:ptCount val="104"/>
                      <c:pt idx="0">
                        <c:v>89.216650610000002</c:v>
                      </c:pt>
                      <c:pt idx="1">
                        <c:v>48.130549999999999</c:v>
                      </c:pt>
                      <c:pt idx="2">
                        <c:v>46.161858000000002</c:v>
                      </c:pt>
                      <c:pt idx="3">
                        <c:v>44.367187000000001</c:v>
                      </c:pt>
                      <c:pt idx="4">
                        <c:v>42.487892000000002</c:v>
                      </c:pt>
                      <c:pt idx="5">
                        <c:v>40.693066000000002</c:v>
                      </c:pt>
                      <c:pt idx="6">
                        <c:v>39.1357</c:v>
                      </c:pt>
                      <c:pt idx="7">
                        <c:v>37.862698000000002</c:v>
                      </c:pt>
                      <c:pt idx="8">
                        <c:v>36.864516999999999</c:v>
                      </c:pt>
                      <c:pt idx="9">
                        <c:v>36.103115000000003</c:v>
                      </c:pt>
                      <c:pt idx="10">
                        <c:v>35.531120000000001</c:v>
                      </c:pt>
                      <c:pt idx="11">
                        <c:v>35.110011999999998</c:v>
                      </c:pt>
                      <c:pt idx="12">
                        <c:v>34.806148999999998</c:v>
                      </c:pt>
                      <c:pt idx="13">
                        <c:v>34.590167999999998</c:v>
                      </c:pt>
                      <c:pt idx="14">
                        <c:v>34.561965999999998</c:v>
                      </c:pt>
                      <c:pt idx="15">
                        <c:v>34.438670999999999</c:v>
                      </c:pt>
                      <c:pt idx="16">
                        <c:v>34.337479000000002</c:v>
                      </c:pt>
                      <c:pt idx="17">
                        <c:v>34.283687999999998</c:v>
                      </c:pt>
                      <c:pt idx="18">
                        <c:v>34.286181999999997</c:v>
                      </c:pt>
                      <c:pt idx="19">
                        <c:v>34.367972999999999</c:v>
                      </c:pt>
                      <c:pt idx="20">
                        <c:v>34.569355000000002</c:v>
                      </c:pt>
                      <c:pt idx="21">
                        <c:v>34.948086000000004</c:v>
                      </c:pt>
                      <c:pt idx="22">
                        <c:v>35.569637</c:v>
                      </c:pt>
                      <c:pt idx="23">
                        <c:v>36.458556999999999</c:v>
                      </c:pt>
                      <c:pt idx="24">
                        <c:v>37.570357999999999</c:v>
                      </c:pt>
                      <c:pt idx="25">
                        <c:v>38.853706000000003</c:v>
                      </c:pt>
                      <c:pt idx="26">
                        <c:v>40.258983999999998</c:v>
                      </c:pt>
                      <c:pt idx="27">
                        <c:v>41.708365999999998</c:v>
                      </c:pt>
                      <c:pt idx="28">
                        <c:v>43.102843999999997</c:v>
                      </c:pt>
                      <c:pt idx="29">
                        <c:v>43.516109</c:v>
                      </c:pt>
                      <c:pt idx="30">
                        <c:v>44.337017000000003</c:v>
                      </c:pt>
                      <c:pt idx="31">
                        <c:v>45.333683000000001</c:v>
                      </c:pt>
                      <c:pt idx="32">
                        <c:v>46.075211000000003</c:v>
                      </c:pt>
                      <c:pt idx="33">
                        <c:v>46.61618</c:v>
                      </c:pt>
                      <c:pt idx="34">
                        <c:v>47.071109999999997</c:v>
                      </c:pt>
                      <c:pt idx="35">
                        <c:v>47.568398000000002</c:v>
                      </c:pt>
                      <c:pt idx="36">
                        <c:v>48.197474999999997</c:v>
                      </c:pt>
                      <c:pt idx="37">
                        <c:v>48.963802000000001</c:v>
                      </c:pt>
                      <c:pt idx="38">
                        <c:v>49.778506999999998</c:v>
                      </c:pt>
                      <c:pt idx="39">
                        <c:v>49.863841999999998</c:v>
                      </c:pt>
                      <c:pt idx="40">
                        <c:v>50.494858000000001</c:v>
                      </c:pt>
                      <c:pt idx="41">
                        <c:v>50.980873000000003</c:v>
                      </c:pt>
                      <c:pt idx="42">
                        <c:v>51.201194999999998</c:v>
                      </c:pt>
                      <c:pt idx="43">
                        <c:v>51.289538999999998</c:v>
                      </c:pt>
                      <c:pt idx="44">
                        <c:v>51.648536999999997</c:v>
                      </c:pt>
                      <c:pt idx="45">
                        <c:v>53.133761999999997</c:v>
                      </c:pt>
                      <c:pt idx="46">
                        <c:v>57.279823</c:v>
                      </c:pt>
                      <c:pt idx="47">
                        <c:v>66.078821000000005</c:v>
                      </c:pt>
                      <c:pt idx="48">
                        <c:v>73.127666000000005</c:v>
                      </c:pt>
                      <c:pt idx="49">
                        <c:v>79.952236999999997</c:v>
                      </c:pt>
                      <c:pt idx="50">
                        <c:v>93.714578399999994</c:v>
                      </c:pt>
                      <c:pt idx="51">
                        <c:v>100.805329</c:v>
                      </c:pt>
                      <c:pt idx="52">
                        <c:v>102.017675</c:v>
                      </c:pt>
                      <c:pt idx="53">
                        <c:v>100.204149</c:v>
                      </c:pt>
                      <c:pt idx="54">
                        <c:v>97.462436699999998</c:v>
                      </c:pt>
                      <c:pt idx="55">
                        <c:v>94.900669600000001</c:v>
                      </c:pt>
                      <c:pt idx="56">
                        <c:v>92.914585099999996</c:v>
                      </c:pt>
                      <c:pt idx="57">
                        <c:v>91.519577699999999</c:v>
                      </c:pt>
                      <c:pt idx="58">
                        <c:v>90.57640773</c:v>
                      </c:pt>
                      <c:pt idx="59">
                        <c:v>89.935610100999995</c:v>
                      </c:pt>
                      <c:pt idx="60">
                        <c:v>89.492149470000001</c:v>
                      </c:pt>
                      <c:pt idx="61">
                        <c:v>89.180357099999995</c:v>
                      </c:pt>
                      <c:pt idx="62">
                        <c:v>88.959199699999999</c:v>
                      </c:pt>
                      <c:pt idx="63">
                        <c:v>88.801628500000007</c:v>
                      </c:pt>
                      <c:pt idx="64">
                        <c:v>88.689101699999995</c:v>
                      </c:pt>
                      <c:pt idx="65">
                        <c:v>88.6085384</c:v>
                      </c:pt>
                      <c:pt idx="66">
                        <c:v>88.551035200000001</c:v>
                      </c:pt>
                      <c:pt idx="67">
                        <c:v>88.509473799999995</c:v>
                      </c:pt>
                      <c:pt idx="68">
                        <c:v>88.479867200000001</c:v>
                      </c:pt>
                      <c:pt idx="69">
                        <c:v>88.458354499999999</c:v>
                      </c:pt>
                      <c:pt idx="70">
                        <c:v>88.442594499999998</c:v>
                      </c:pt>
                      <c:pt idx="71">
                        <c:v>88.430757499999999</c:v>
                      </c:pt>
                      <c:pt idx="72">
                        <c:v>88.421282399999996</c:v>
                      </c:pt>
                      <c:pt idx="73">
                        <c:v>88.411747700000006</c:v>
                      </c:pt>
                      <c:pt idx="74">
                        <c:v>88.398330700000002</c:v>
                      </c:pt>
                      <c:pt idx="75">
                        <c:v>88.379249200000004</c:v>
                      </c:pt>
                      <c:pt idx="76">
                        <c:v>88.351071200000007</c:v>
                      </c:pt>
                      <c:pt idx="77">
                        <c:v>88.309588700000006</c:v>
                      </c:pt>
                      <c:pt idx="78">
                        <c:v>88.248485700000003</c:v>
                      </c:pt>
                      <c:pt idx="79">
                        <c:v>88.159674499999994</c:v>
                      </c:pt>
                      <c:pt idx="80">
                        <c:v>88.031701600000005</c:v>
                      </c:pt>
                      <c:pt idx="81">
                        <c:v>87.849651300000005</c:v>
                      </c:pt>
                      <c:pt idx="82">
                        <c:v>87.5944772</c:v>
                      </c:pt>
                      <c:pt idx="83">
                        <c:v>87.246570300000002</c:v>
                      </c:pt>
                      <c:pt idx="84">
                        <c:v>86.815003200000007</c:v>
                      </c:pt>
                      <c:pt idx="85">
                        <c:v>86.344424200000006</c:v>
                      </c:pt>
                      <c:pt idx="86">
                        <c:v>85.866717300000005</c:v>
                      </c:pt>
                      <c:pt idx="87">
                        <c:v>85.386289099999999</c:v>
                      </c:pt>
                      <c:pt idx="88">
                        <c:v>84.8986254</c:v>
                      </c:pt>
                      <c:pt idx="89">
                        <c:v>84.395311800000002</c:v>
                      </c:pt>
                      <c:pt idx="90">
                        <c:v>83.865640600000006</c:v>
                      </c:pt>
                      <c:pt idx="91">
                        <c:v>83.299271599999997</c:v>
                      </c:pt>
                      <c:pt idx="92">
                        <c:v>82.693093300000001</c:v>
                      </c:pt>
                      <c:pt idx="93">
                        <c:v>82.066764800000001</c:v>
                      </c:pt>
                      <c:pt idx="94">
                        <c:v>81.464514699999995</c:v>
                      </c:pt>
                      <c:pt idx="95">
                        <c:v>80.930977799999994</c:v>
                      </c:pt>
                      <c:pt idx="96">
                        <c:v>80.492298099999999</c:v>
                      </c:pt>
                      <c:pt idx="97">
                        <c:v>80.156059299999995</c:v>
                      </c:pt>
                      <c:pt idx="98">
                        <c:v>79.912492</c:v>
                      </c:pt>
                      <c:pt idx="99">
                        <c:v>79.740167</c:v>
                      </c:pt>
                      <c:pt idx="100">
                        <c:v>79.615379000000004</c:v>
                      </c:pt>
                      <c:pt idx="101">
                        <c:v>79.5261</c:v>
                      </c:pt>
                      <c:pt idx="102">
                        <c:v>79.460296</c:v>
                      </c:pt>
                      <c:pt idx="103">
                        <c:v>79.434250000000006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Лист1!$CF$3:$CF$107</c15:sqref>
                        </c15:formulaRef>
                      </c:ext>
                    </c:extLst>
                    <c:numCache>
                      <c:formatCode>0.00</c:formatCode>
                      <c:ptCount val="105"/>
                      <c:pt idx="0">
                        <c:v>0</c:v>
                      </c:pt>
                      <c:pt idx="1">
                        <c:v>2.8749567999999999E-5</c:v>
                      </c:pt>
                      <c:pt idx="2">
                        <c:v>6.8068831999999995E-5</c:v>
                      </c:pt>
                      <c:pt idx="3">
                        <c:v>1.2345402999999999E-4</c:v>
                      </c:pt>
                      <c:pt idx="4">
                        <c:v>2.0040138999999999E-4</c:v>
                      </c:pt>
                      <c:pt idx="5">
                        <c:v>3.0821226999999999E-4</c:v>
                      </c:pt>
                      <c:pt idx="6">
                        <c:v>4.5830192E-4</c:v>
                      </c:pt>
                      <c:pt idx="7">
                        <c:v>6.6842743999999995E-4</c:v>
                      </c:pt>
                      <c:pt idx="8">
                        <c:v>9.6184212999999999E-4</c:v>
                      </c:pt>
                      <c:pt idx="9">
                        <c:v>1.3711006999999999E-3</c:v>
                      </c:pt>
                      <c:pt idx="10">
                        <c:v>1.9427097E-3</c:v>
                      </c:pt>
                      <c:pt idx="11">
                        <c:v>2.7413556999999998E-3</c:v>
                      </c:pt>
                      <c:pt idx="12">
                        <c:v>3.8566698999999999E-3</c:v>
                      </c:pt>
                      <c:pt idx="13">
                        <c:v>5.4137971999999998E-3</c:v>
                      </c:pt>
                      <c:pt idx="14">
                        <c:v>5.8184051999999997E-3</c:v>
                      </c:pt>
                      <c:pt idx="15">
                        <c:v>7.5881947000000002E-3</c:v>
                      </c:pt>
                      <c:pt idx="16">
                        <c:v>1.0625925E-2</c:v>
                      </c:pt>
                      <c:pt idx="17">
                        <c:v>1.4866486E-2</c:v>
                      </c:pt>
                      <c:pt idx="18">
                        <c:v>2.078932E-2</c:v>
                      </c:pt>
                      <c:pt idx="19">
                        <c:v>2.9060315E-2</c:v>
                      </c:pt>
                      <c:pt idx="20">
                        <c:v>4.0610029999999998E-2</c:v>
                      </c:pt>
                      <c:pt idx="21">
                        <c:v>5.6739807000000003E-2</c:v>
                      </c:pt>
                      <c:pt idx="22">
                        <c:v>7.9263828999999994E-2</c:v>
                      </c:pt>
                      <c:pt idx="23">
                        <c:v>0.11071754</c:v>
                      </c:pt>
                      <c:pt idx="24">
                        <c:v>0.14217041</c:v>
                      </c:pt>
                      <c:pt idx="25">
                        <c:v>0.17362200999999999</c:v>
                      </c:pt>
                      <c:pt idx="26">
                        <c:v>0.20507278000000001</c:v>
                      </c:pt>
                      <c:pt idx="27">
                        <c:v>0.23652227000000001</c:v>
                      </c:pt>
                      <c:pt idx="28">
                        <c:v>0.2679705</c:v>
                      </c:pt>
                      <c:pt idx="29">
                        <c:v>0.27850550000000002</c:v>
                      </c:pt>
                      <c:pt idx="30">
                        <c:v>0.29941872000000003</c:v>
                      </c:pt>
                      <c:pt idx="31">
                        <c:v>0.3308661</c:v>
                      </c:pt>
                      <c:pt idx="32">
                        <c:v>0.36231344999999998</c:v>
                      </c:pt>
                      <c:pt idx="33">
                        <c:v>0.39376</c:v>
                      </c:pt>
                      <c:pt idx="34">
                        <c:v>0.42520608999999998</c:v>
                      </c:pt>
                      <c:pt idx="35">
                        <c:v>0.45665053</c:v>
                      </c:pt>
                      <c:pt idx="36">
                        <c:v>0.48809280999999999</c:v>
                      </c:pt>
                      <c:pt idx="37">
                        <c:v>0.51953298000000003</c:v>
                      </c:pt>
                      <c:pt idx="38">
                        <c:v>0.55097109</c:v>
                      </c:pt>
                      <c:pt idx="39">
                        <c:v>0.55470216000000006</c:v>
                      </c:pt>
                      <c:pt idx="40">
                        <c:v>0.58240747000000004</c:v>
                      </c:pt>
                      <c:pt idx="41">
                        <c:v>0.61384130000000003</c:v>
                      </c:pt>
                      <c:pt idx="42">
                        <c:v>0.64527345000000003</c:v>
                      </c:pt>
                      <c:pt idx="43">
                        <c:v>0.6767031</c:v>
                      </c:pt>
                      <c:pt idx="44">
                        <c:v>0.70813227000000001</c:v>
                      </c:pt>
                      <c:pt idx="45">
                        <c:v>0.73955852</c:v>
                      </c:pt>
                      <c:pt idx="46">
                        <c:v>0.77098434999999998</c:v>
                      </c:pt>
                      <c:pt idx="47">
                        <c:v>0.80241013000000005</c:v>
                      </c:pt>
                      <c:pt idx="48">
                        <c:v>0.81836617</c:v>
                      </c:pt>
                      <c:pt idx="49">
                        <c:v>0.83383596000000004</c:v>
                      </c:pt>
                      <c:pt idx="50">
                        <c:v>0.86526221000000003</c:v>
                      </c:pt>
                      <c:pt idx="51">
                        <c:v>0.89668840000000005</c:v>
                      </c:pt>
                      <c:pt idx="52">
                        <c:v>0.91919255</c:v>
                      </c:pt>
                      <c:pt idx="53">
                        <c:v>0.93530756000000004</c:v>
                      </c:pt>
                      <c:pt idx="54">
                        <c:v>0.94684756000000003</c:v>
                      </c:pt>
                      <c:pt idx="55">
                        <c:v>0.95511091000000004</c:v>
                      </c:pt>
                      <c:pt idx="56">
                        <c:v>0.96102869999999996</c:v>
                      </c:pt>
                      <c:pt idx="57">
                        <c:v>0.96526628999999997</c:v>
                      </c:pt>
                      <c:pt idx="58">
                        <c:v>0.96830022000000004</c:v>
                      </c:pt>
                      <c:pt idx="59">
                        <c:v>0.97047335000000001</c:v>
                      </c:pt>
                      <c:pt idx="60">
                        <c:v>0.97202920999999998</c:v>
                      </c:pt>
                      <c:pt idx="61">
                        <c:v>0.97314369999999994</c:v>
                      </c:pt>
                      <c:pt idx="62">
                        <c:v>0.97394150000000002</c:v>
                      </c:pt>
                      <c:pt idx="63">
                        <c:v>0.97451310999999996</c:v>
                      </c:pt>
                      <c:pt idx="64">
                        <c:v>0.97492235999999999</c:v>
                      </c:pt>
                      <c:pt idx="65">
                        <c:v>0.97521532</c:v>
                      </c:pt>
                      <c:pt idx="66">
                        <c:v>0.97542505999999995</c:v>
                      </c:pt>
                      <c:pt idx="67">
                        <c:v>0.97557556999999995</c:v>
                      </c:pt>
                      <c:pt idx="68">
                        <c:v>0.97568290999999996</c:v>
                      </c:pt>
                      <c:pt idx="69">
                        <c:v>0.97575986000000003</c:v>
                      </c:pt>
                      <c:pt idx="70">
                        <c:v>0.97581488000000005</c:v>
                      </c:pt>
                      <c:pt idx="71">
                        <c:v>0.97585498999999998</c:v>
                      </c:pt>
                      <c:pt idx="72">
                        <c:v>0.97588295000000003</c:v>
                      </c:pt>
                      <c:pt idx="73">
                        <c:v>0.97591083999999995</c:v>
                      </c:pt>
                      <c:pt idx="74">
                        <c:v>0.97595226999999996</c:v>
                      </c:pt>
                      <c:pt idx="75">
                        <c:v>0.97601146000000005</c:v>
                      </c:pt>
                      <c:pt idx="76">
                        <c:v>0.97609811999999996</c:v>
                      </c:pt>
                      <c:pt idx="77">
                        <c:v>0.97622240000000005</c:v>
                      </c:pt>
                      <c:pt idx="78">
                        <c:v>0.97640377</c:v>
                      </c:pt>
                      <c:pt idx="79">
                        <c:v>0.97666591000000003</c:v>
                      </c:pt>
                      <c:pt idx="80">
                        <c:v>0.97704601000000002</c:v>
                      </c:pt>
                      <c:pt idx="81">
                        <c:v>0.9775973</c:v>
                      </c:pt>
                      <c:pt idx="82">
                        <c:v>0.97839593999999996</c:v>
                      </c:pt>
                      <c:pt idx="83">
                        <c:v>0.97955316000000003</c:v>
                      </c:pt>
                      <c:pt idx="84">
                        <c:v>0.98123073999999999</c:v>
                      </c:pt>
                      <c:pt idx="85">
                        <c:v>0.98290836999999998</c:v>
                      </c:pt>
                      <c:pt idx="86">
                        <c:v>0.98458599999999996</c:v>
                      </c:pt>
                      <c:pt idx="87">
                        <c:v>0.98626362999999995</c:v>
                      </c:pt>
                      <c:pt idx="88">
                        <c:v>0.98794126999999998</c:v>
                      </c:pt>
                      <c:pt idx="89">
                        <c:v>0.98961889999999997</c:v>
                      </c:pt>
                      <c:pt idx="90">
                        <c:v>0.99129688999999999</c:v>
                      </c:pt>
                      <c:pt idx="91">
                        <c:v>0.99297409999999997</c:v>
                      </c:pt>
                      <c:pt idx="92">
                        <c:v>0.99465214999999996</c:v>
                      </c:pt>
                      <c:pt idx="93">
                        <c:v>0.99632936999999999</c:v>
                      </c:pt>
                      <c:pt idx="94">
                        <c:v>0.99748736999999998</c:v>
                      </c:pt>
                      <c:pt idx="95">
                        <c:v>0.99828558999999994</c:v>
                      </c:pt>
                      <c:pt idx="96">
                        <c:v>0.99883692999999996</c:v>
                      </c:pt>
                      <c:pt idx="97">
                        <c:v>0.99921696999999998</c:v>
                      </c:pt>
                      <c:pt idx="98">
                        <c:v>0.99947912000000005</c:v>
                      </c:pt>
                      <c:pt idx="99">
                        <c:v>0.99966007000000001</c:v>
                      </c:pt>
                      <c:pt idx="100">
                        <c:v>0.99978524000000002</c:v>
                      </c:pt>
                      <c:pt idx="101">
                        <c:v>0.99987108000000002</c:v>
                      </c:pt>
                      <c:pt idx="102">
                        <c:v>0.99993025999999996</c:v>
                      </c:pt>
                      <c:pt idx="103">
                        <c:v>0.99997126999999997</c:v>
                      </c:pt>
                      <c:pt idx="104">
                        <c:v>1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C-DF3F-4157-AB7B-9526C386B2F5}"/>
                  </c:ext>
                </c:extLst>
              </c15:ser>
            </c15:filteredScatterSeries>
          </c:ext>
        </c:extLst>
      </c:scatterChart>
      <c:valAx>
        <c:axId val="232991096"/>
        <c:scaling>
          <c:orientation val="minMax"/>
          <c:min val="0.60000000000000009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КПД</a:t>
                </a:r>
              </a:p>
            </c:rich>
          </c:tx>
          <c:layout>
            <c:manualLayout>
              <c:xMode val="edge"/>
              <c:yMode val="edge"/>
              <c:x val="0.48412865016302764"/>
              <c:y val="0.9307764265668849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0.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78442576"/>
        <c:crosses val="autoZero"/>
        <c:crossBetween val="midCat"/>
        <c:majorUnit val="0.1"/>
      </c:valAx>
      <c:valAx>
        <c:axId val="478442576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 Высота канала,</a:t>
                </a:r>
                <a:r>
                  <a:rPr lang="ru-RU" baseline="0"/>
                  <a:t> %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8.1657494283057502E-3"/>
              <c:y val="0.3636649160669696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#,##0.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3299109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22108703720701917"/>
          <c:y val="0.49940852809675679"/>
          <c:w val="0.425013992456241"/>
          <c:h val="0.35370194110351583"/>
        </c:manualLayout>
      </c:layout>
      <c:overlay val="0"/>
      <c:spPr>
        <a:solidFill>
          <a:schemeClr val="bg1"/>
        </a:solidFill>
        <a:ln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95567220764071"/>
          <c:y val="8.0925756373476571E-2"/>
          <c:w val="0.75759689548008957"/>
          <c:h val="0.70876978924313971"/>
        </c:manualLayout>
      </c:layout>
      <c:scatterChart>
        <c:scatterStyle val="smoothMarker"/>
        <c:varyColors val="0"/>
        <c:ser>
          <c:idx val="0"/>
          <c:order val="0"/>
          <c:tx>
            <c:strRef>
              <c:f>Лист1!$A$3</c:f>
              <c:strCache>
                <c:ptCount val="1"/>
                <c:pt idx="0">
                  <c:v>Расчёт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6"/>
            <c:spPr>
              <a:solidFill>
                <a:srgbClr val="FF0000"/>
              </a:solidFill>
              <a:ln w="22225">
                <a:noFill/>
              </a:ln>
              <a:effectLst/>
            </c:spPr>
          </c:marker>
          <c:x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0.01</c:v>
                </c:pt>
                <c:pt idx="2">
                  <c:v>1.4999999999999999E-2</c:v>
                </c:pt>
                <c:pt idx="3">
                  <c:v>2.4E-2</c:v>
                </c:pt>
              </c:numCache>
            </c:numRef>
          </c:xVal>
          <c:yVal>
            <c:numRef>
              <c:f>Лист1!$E$2:$E$5</c:f>
              <c:numCache>
                <c:formatCode>General</c:formatCode>
                <c:ptCount val="4"/>
                <c:pt idx="0">
                  <c:v>0.93373961847124676</c:v>
                </c:pt>
                <c:pt idx="1">
                  <c:v>0.91293813702030979</c:v>
                </c:pt>
                <c:pt idx="2">
                  <c:v>0.90273475517786128</c:v>
                </c:pt>
                <c:pt idx="3">
                  <c:v>0.88785600453594404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A4B9-4A90-8035-F0B9EDDB70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75704136"/>
        <c:axId val="375702496"/>
        <c:extLst>
          <c:ext xmlns:c15="http://schemas.microsoft.com/office/drawing/2012/chart" uri="{02D57815-91ED-43cb-92C2-25804820EDAC}">
            <c15:filteredScatte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Лист1!$B$6</c15:sqref>
                        </c15:formulaRef>
                      </c:ext>
                    </c:extLst>
                    <c:strCache>
                      <c:ptCount val="1"/>
                      <c:pt idx="0">
                        <c:v>KE</c:v>
                      </c:pt>
                    </c:strCache>
                  </c:strRef>
                </c:tx>
                <c:spPr>
                  <a:ln w="19050" cap="rnd">
                    <a:solidFill>
                      <a:schemeClr val="accent2"/>
                    </a:solidFill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2"/>
                    </a:solidFill>
                    <a:ln w="9525">
                      <a:solidFill>
                        <a:schemeClr val="accent2"/>
                      </a:solidFill>
                    </a:ln>
                    <a:effectLst/>
                  </c:spPr>
                </c:marker>
                <c:xVal>
                  <c:numRef>
                    <c:extLst>
                      <c:ext uri="{02D57815-91ED-43cb-92C2-25804820EDAC}">
                        <c15:formulaRef>
                          <c15:sqref>Лист1!$B$8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2.4E-2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Лист1!$E$8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0.89167640240022217</c:v>
                      </c:pt>
                    </c:numCache>
                  </c:numRef>
                </c:yVal>
                <c:smooth val="1"/>
                <c:extLst>
                  <c:ext xmlns:c16="http://schemas.microsoft.com/office/drawing/2014/chart" uri="{C3380CC4-5D6E-409C-BE32-E72D297353CC}">
                    <c16:uniqueId val="{00000006-A4B9-4A90-8035-F0B9EDDB7059}"/>
                  </c:ext>
                </c:extLst>
              </c15:ser>
            </c15:filteredScatterSeries>
            <c15:filteredScatte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Лист1!$B$10</c15:sqref>
                        </c15:formulaRef>
                      </c:ext>
                    </c:extLst>
                    <c:strCache>
                      <c:ptCount val="1"/>
                      <c:pt idx="0">
                        <c:v>SA</c:v>
                      </c:pt>
                    </c:strCache>
                  </c:strRef>
                </c:tx>
                <c:spPr>
                  <a:ln w="19050" cap="rnd">
                    <a:solidFill>
                      <a:schemeClr val="accent3"/>
                    </a:solidFill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3"/>
                    </a:solidFill>
                    <a:ln w="9525">
                      <a:solidFill>
                        <a:schemeClr val="accent3"/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Лист1!$B$12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2.4E-2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Лист1!$E$12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0.89499163003307525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A4B9-4A90-8035-F0B9EDDB7059}"/>
                  </c:ext>
                </c:extLst>
              </c15:ser>
            </c15:filteredScatterSeries>
            <c15:filteredScatte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Лист1!$B$15</c15:sqref>
                        </c15:formulaRef>
                      </c:ext>
                    </c:extLst>
                    <c:strCache>
                      <c:ptCount val="1"/>
                      <c:pt idx="0">
                        <c:v>EARSM</c:v>
                      </c:pt>
                    </c:strCache>
                  </c:strRef>
                </c:tx>
                <c:spPr>
                  <a:ln w="19050" cap="rnd">
                    <a:solidFill>
                      <a:schemeClr val="accent4"/>
                    </a:solidFill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4"/>
                    </a:solidFill>
                    <a:ln w="9525">
                      <a:solidFill>
                        <a:schemeClr val="accent4"/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Лист1!$B$17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2.4E-2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Лист1!$E$17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0.88098110236408189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8-A4B9-4A90-8035-F0B9EDDB7059}"/>
                  </c:ext>
                </c:extLst>
              </c15:ser>
            </c15:filteredScatterSeries>
            <c15:filteredScatterSeries>
              <c15:ser>
                <c:idx val="5"/>
                <c:order val="4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Лист1!$B$19</c15:sqref>
                        </c15:formulaRef>
                      </c:ext>
                    </c:extLst>
                    <c:strCache>
                      <c:ptCount val="1"/>
                      <c:pt idx="0">
                        <c:v>SST</c:v>
                      </c:pt>
                    </c:strCache>
                  </c:strRef>
                </c:tx>
                <c:spPr>
                  <a:ln w="19050" cap="rnd">
                    <a:solidFill>
                      <a:schemeClr val="accent6"/>
                    </a:solidFill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6"/>
                    </a:solidFill>
                    <a:ln w="9525">
                      <a:solidFill>
                        <a:schemeClr val="accent6"/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Лист1!$B$21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0.01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Лист1!$E$21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0.89290637146436147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9-A4B9-4A90-8035-F0B9EDDB7059}"/>
                  </c:ext>
                </c:extLst>
              </c15:ser>
            </c15:filteredScatterSeries>
            <c15:filteredScatterSeries>
              <c15:ser>
                <c:idx val="7"/>
                <c:order val="5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Лист1!$C$50</c15:sqref>
                        </c15:formulaRef>
                      </c:ext>
                    </c:extLst>
                    <c:strCache>
                      <c:ptCount val="1"/>
                      <c:pt idx="0">
                        <c:v> эксперимент 0.43</c:v>
                      </c:pt>
                    </c:strCache>
                  </c:strRef>
                </c:tx>
                <c:spPr>
                  <a:ln w="19050" cap="rnd">
                    <a:noFill/>
                    <a:round/>
                  </a:ln>
                  <a:effectLst/>
                </c:spPr>
                <c:marker>
                  <c:symbol val="triangle"/>
                  <c:size val="7"/>
                  <c:spPr>
                    <a:solidFill>
                      <a:schemeClr val="tx1"/>
                    </a:solidFill>
                    <a:ln w="9525">
                      <a:solidFill>
                        <a:schemeClr val="tx1"/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Лист1!$B$51:$B$53</c15:sqref>
                        </c15:formulaRef>
                      </c:ext>
                    </c:extLst>
                    <c:numCache>
                      <c:formatCode>General</c:formatCode>
                      <c:ptCount val="3"/>
                      <c:pt idx="0">
                        <c:v>0.01</c:v>
                      </c:pt>
                      <c:pt idx="1">
                        <c:v>1.55E-2</c:v>
                      </c:pt>
                      <c:pt idx="2">
                        <c:v>2.4299999999999999E-2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Лист1!$C$51:$C$53</c15:sqref>
                        </c15:formulaRef>
                      </c:ext>
                    </c:extLst>
                    <c:numCache>
                      <c:formatCode>General</c:formatCode>
                      <c:ptCount val="3"/>
                      <c:pt idx="0">
                        <c:v>0.84589999999999999</c:v>
                      </c:pt>
                      <c:pt idx="1">
                        <c:v>0.82150000000000001</c:v>
                      </c:pt>
                      <c:pt idx="2">
                        <c:v>0.8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A-A4B9-4A90-8035-F0B9EDDB7059}"/>
                  </c:ext>
                </c:extLst>
              </c15:ser>
            </c15:filteredScatterSeries>
            <c15:filteredScatterSeries>
              <c15:ser>
                <c:idx val="8"/>
                <c:order val="6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Лист1!$C$56</c15:sqref>
                        </c15:formulaRef>
                      </c:ext>
                    </c:extLst>
                    <c:strCache>
                      <c:ptCount val="1"/>
                      <c:pt idx="0">
                        <c:v> эксперимент 0.3</c:v>
                      </c:pt>
                    </c:strCache>
                  </c:strRef>
                </c:tx>
                <c:spPr>
                  <a:ln w="19050" cap="rnd">
                    <a:noFill/>
                    <a:round/>
                  </a:ln>
                  <a:effectLst/>
                </c:spPr>
                <c:marker>
                  <c:symbol val="square"/>
                  <c:size val="6"/>
                  <c:spPr>
                    <a:solidFill>
                      <a:schemeClr val="tx1"/>
                    </a:solidFill>
                    <a:ln w="9525">
                      <a:solidFill>
                        <a:schemeClr val="tx1"/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Лист1!$B$57:$B$59</c15:sqref>
                        </c15:formulaRef>
                      </c:ext>
                    </c:extLst>
                    <c:numCache>
                      <c:formatCode>General</c:formatCode>
                      <c:ptCount val="3"/>
                      <c:pt idx="0">
                        <c:v>0.01</c:v>
                      </c:pt>
                      <c:pt idx="1">
                        <c:v>1.54E-2</c:v>
                      </c:pt>
                      <c:pt idx="2">
                        <c:v>2.4400000000000002E-2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Лист1!$C$57:$C$59</c15:sqref>
                        </c15:formulaRef>
                      </c:ext>
                    </c:extLst>
                    <c:numCache>
                      <c:formatCode>General</c:formatCode>
                      <c:ptCount val="3"/>
                      <c:pt idx="0">
                        <c:v>0.72870000000000001</c:v>
                      </c:pt>
                      <c:pt idx="1">
                        <c:v>0.7</c:v>
                      </c:pt>
                      <c:pt idx="2">
                        <c:v>0.68730000000000002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B-A4B9-4A90-8035-F0B9EDDB7059}"/>
                  </c:ext>
                </c:extLst>
              </c15:ser>
            </c15:filteredScatterSeries>
            <c15:filteredScatterSeries>
              <c15:ser>
                <c:idx val="10"/>
                <c:order val="7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Лист1!$B$18</c15:sqref>
                        </c15:formulaRef>
                      </c:ext>
                    </c:extLst>
                    <c:strCache>
                      <c:ptCount val="1"/>
                      <c:pt idx="0">
                        <c:v>U=0.43</c:v>
                      </c:pt>
                    </c:strCache>
                  </c:strRef>
                </c:tx>
                <c:spPr>
                  <a:ln w="19050" cap="rnd">
                    <a:noFill/>
                    <a:round/>
                  </a:ln>
                  <a:effectLst/>
                </c:spPr>
                <c:marker>
                  <c:symbol val="triangle"/>
                  <c:size val="6"/>
                  <c:spPr>
                    <a:solidFill>
                      <a:srgbClr val="FF0000"/>
                    </a:solidFill>
                    <a:ln w="9525">
                      <a:solidFill>
                        <a:schemeClr val="accent5">
                          <a:lumMod val="60000"/>
                        </a:schemeClr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Лист1!$B$21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0.01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Лист1!$E$21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0.89290637146436147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C-A4B9-4A90-8035-F0B9EDDB7059}"/>
                  </c:ext>
                </c:extLst>
              </c15:ser>
            </c15:filteredScatterSeries>
            <c15:filteredScatterSeries>
              <c15:ser>
                <c:idx val="11"/>
                <c:order val="8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Лист1!$B$25</c15:sqref>
                        </c15:formulaRef>
                      </c:ext>
                    </c:extLst>
                    <c:strCache>
                      <c:ptCount val="1"/>
                      <c:pt idx="0">
                        <c:v>U=0.3</c:v>
                      </c:pt>
                    </c:strCache>
                  </c:strRef>
                </c:tx>
                <c:spPr>
                  <a:ln w="19050" cap="rnd">
                    <a:noFill/>
                    <a:round/>
                  </a:ln>
                  <a:effectLst/>
                </c:spPr>
                <c:marker>
                  <c:symbol val="square"/>
                  <c:size val="5"/>
                  <c:spPr>
                    <a:solidFill>
                      <a:schemeClr val="accent6"/>
                    </a:solidFill>
                    <a:ln w="9525">
                      <a:solidFill>
                        <a:schemeClr val="accent6">
                          <a:lumMod val="60000"/>
                        </a:schemeClr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Лист1!$B$26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0.01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Лист1!$E$26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0.8165756240486145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D-A4B9-4A90-8035-F0B9EDDB7059}"/>
                  </c:ext>
                </c:extLst>
              </c15:ser>
            </c15:filteredScatterSeries>
            <c15:filteredScatterSeries>
              <c15:ser>
                <c:idx val="6"/>
                <c:order val="9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Лист1!$B$25</c15:sqref>
                        </c15:formulaRef>
                      </c:ext>
                    </c:extLst>
                    <c:strCache>
                      <c:ptCount val="1"/>
                      <c:pt idx="0">
                        <c:v>U=0.3</c:v>
                      </c:pt>
                    </c:strCache>
                  </c:strRef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square"/>
                  <c:size val="5"/>
                  <c:spPr>
                    <a:solidFill>
                      <a:schemeClr val="accent6"/>
                    </a:solidFill>
                    <a:ln w="9525">
                      <a:solidFill>
                        <a:schemeClr val="accent1">
                          <a:lumMod val="60000"/>
                        </a:schemeClr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Лист1!$B$27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2.4E-2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Лист1!$E$27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0.78547702603797664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E-A4B9-4A90-8035-F0B9EDDB7059}"/>
                  </c:ext>
                </c:extLst>
              </c15:ser>
            </c15:filteredScatterSeries>
            <c15:filteredScatterSeries>
              <c15:ser>
                <c:idx val="9"/>
                <c:order val="10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Лист1!$B$18</c15:sqref>
                        </c15:formulaRef>
                      </c:ext>
                    </c:extLst>
                    <c:strCache>
                      <c:ptCount val="1"/>
                      <c:pt idx="0">
                        <c:v>U=0.43</c:v>
                      </c:pt>
                    </c:strCache>
                  </c:strRef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triangle"/>
                  <c:size val="6"/>
                  <c:spPr>
                    <a:solidFill>
                      <a:srgbClr val="FF0000"/>
                    </a:solidFill>
                    <a:ln w="9525">
                      <a:solidFill>
                        <a:schemeClr val="tx1"/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Лист1!$B$22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2.4E-2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Лист1!$E$22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0.86476884291168965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F-A4B9-4A90-8035-F0B9EDDB7059}"/>
                  </c:ext>
                </c:extLst>
              </c15:ser>
            </c15:filteredScatterSeries>
            <c15:filteredScatterSeries>
              <c15:ser>
                <c:idx val="12"/>
                <c:order val="1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Лист1!$B$25</c15:sqref>
                        </c15:formulaRef>
                      </c:ext>
                    </c:extLst>
                    <c:strCache>
                      <c:ptCount val="1"/>
                      <c:pt idx="0">
                        <c:v>U=0.3</c:v>
                      </c:pt>
                    </c:strCache>
                  </c:strRef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1">
                        <a:lumMod val="80000"/>
                        <a:lumOff val="20000"/>
                      </a:schemeClr>
                    </a:solidFill>
                    <a:ln w="9525">
                      <a:solidFill>
                        <a:schemeClr val="accent1">
                          <a:lumMod val="80000"/>
                          <a:lumOff val="20000"/>
                        </a:schemeClr>
                      </a:solidFill>
                    </a:ln>
                    <a:effectLst/>
                  </c:spPr>
                </c:marker>
                <c:dPt>
                  <c:idx val="0"/>
                  <c:marker>
                    <c:symbol val="triangle"/>
                    <c:size val="5"/>
                    <c:spPr>
                      <a:solidFill>
                        <a:srgbClr val="FF0000"/>
                      </a:solidFill>
                      <a:ln w="9525">
                        <a:solidFill>
                          <a:schemeClr val="tx1"/>
                        </a:solidFill>
                      </a:ln>
                      <a:effectLst/>
                    </c:spPr>
                  </c:marker>
                  <c:bubble3D val="0"/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10-A4B9-4A90-8035-F0B9EDDB7059}"/>
                    </c:ext>
                  </c:extLst>
                </c:dPt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Лист1!$B$28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1.4999999999999999E-2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Лист1!$E$28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0.80305464591743492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11-A4B9-4A90-8035-F0B9EDDB7059}"/>
                  </c:ext>
                </c:extLst>
              </c15:ser>
            </c15:filteredScatterSeries>
          </c:ext>
        </c:extLst>
      </c:scatterChart>
      <c:valAx>
        <c:axId val="375704136"/>
        <c:scaling>
          <c:orientation val="minMax"/>
          <c:max val="3.0000000000000006E-2"/>
          <c:min val="5.000000000000001E-3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Величина относительного зазора</a:t>
                </a:r>
              </a:p>
            </c:rich>
          </c:tx>
          <c:layout>
            <c:manualLayout>
              <c:xMode val="edge"/>
              <c:yMode val="edge"/>
              <c:x val="0.23739915946089557"/>
              <c:y val="0.878822383727539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75702496"/>
        <c:crosses val="autoZero"/>
        <c:crossBetween val="midCat"/>
      </c:valAx>
      <c:valAx>
        <c:axId val="375702496"/>
        <c:scaling>
          <c:orientation val="minMax"/>
          <c:max val="0.92"/>
          <c:min val="0.8800000000000001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КПД</a:t>
                </a:r>
              </a:p>
            </c:rich>
          </c:tx>
          <c:layout>
            <c:manualLayout>
              <c:xMode val="edge"/>
              <c:yMode val="edge"/>
              <c:x val="3.1197952107838364E-3"/>
              <c:y val="0.4023373822458238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#,##0.0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75704136"/>
        <c:crosses val="autoZero"/>
        <c:crossBetween val="midCat"/>
        <c:majorUnit val="1.0000000000000002E-2"/>
        <c:minorUnit val="5.000000000000001E-3"/>
      </c:valAx>
      <c:spPr>
        <a:noFill/>
        <a:ln>
          <a:solidFill>
            <a:schemeClr val="tx1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 baseline="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DB573-6E1A-4995-9937-E4D1A2104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icas2010.dot</Template>
  <TotalTime>15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10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5" baseType="lpstr">
      <vt:lpstr>Template For The Preparation Of Papers For On-Line Publishing In ODE</vt:lpstr>
      <vt:lpstr>Template For The Preparation Of Papers For On-Line Publishing In ODE</vt:lpstr>
      <vt:lpstr>Template For The Preparation Of Papers For On-Line Publishing In ODE</vt:lpstr>
      <vt:lpstr>Template For The Preparation Of Papers For On-Line Publishing In ODE</vt:lpstr>
      <vt:lpstr>Template For The Preparation Of Papers For On-Line Publishing In ODE</vt:lpstr>
    </vt:vector>
  </TitlesOfParts>
  <Company>Heriot-Watt University</Company>
  <LinksUpToDate>false</LinksUpToDate>
  <CharactersWithSpaces>3392</CharactersWithSpaces>
  <SharedDoc>false</SharedDoc>
  <HLinks>
    <vt:vector size="12" baseType="variant">
      <vt:variant>
        <vt:i4>7733257</vt:i4>
      </vt:variant>
      <vt:variant>
        <vt:i4>6</vt:i4>
      </vt:variant>
      <vt:variant>
        <vt:i4>0</vt:i4>
      </vt:variant>
      <vt:variant>
        <vt:i4>5</vt:i4>
      </vt:variant>
      <vt:variant>
        <vt:lpwstr>mailto:icas-techadmin@dglr.de</vt:lpwstr>
      </vt:variant>
      <vt:variant>
        <vt:lpwstr/>
      </vt:variant>
      <vt:variant>
        <vt:i4>1441910</vt:i4>
      </vt:variant>
      <vt:variant>
        <vt:i4>3</vt:i4>
      </vt:variant>
      <vt:variant>
        <vt:i4>0</vt:i4>
      </vt:variant>
      <vt:variant>
        <vt:i4>5</vt:i4>
      </vt:variant>
      <vt:variant>
        <vt:lpwstr>mailto:icas-publications@dglr.de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The Preparation Of Papers For On-Line Publishing In ODE</dc:title>
  <dc:subject>Make papers in a better style for on-line publishing</dc:subject>
  <dc:creator>Dmitry Kalinin</dc:creator>
  <cp:keywords/>
  <cp:lastModifiedBy>olga_marakueva</cp:lastModifiedBy>
  <cp:revision>4</cp:revision>
  <cp:lastPrinted>2018-07-05T07:38:00Z</cp:lastPrinted>
  <dcterms:created xsi:type="dcterms:W3CDTF">2019-03-29T15:35:00Z</dcterms:created>
  <dcterms:modified xsi:type="dcterms:W3CDTF">2019-03-29T15:51:00Z</dcterms:modified>
</cp:coreProperties>
</file>